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2B" w:rsidRDefault="00A63A2B" w:rsidP="00A63A2B">
      <w:pPr>
        <w:shd w:val="clear" w:color="auto" w:fill="FFFFFF"/>
        <w:spacing w:before="162" w:line="256" w:lineRule="exact"/>
        <w:ind w:firstLine="490"/>
        <w:jc w:val="center"/>
        <w:rPr>
          <w:b/>
          <w:bCs/>
          <w:spacing w:val="-1"/>
          <w:sz w:val="24"/>
          <w:szCs w:val="24"/>
        </w:rPr>
      </w:pPr>
    </w:p>
    <w:p w:rsidR="00A63A2B" w:rsidRDefault="00A63A2B" w:rsidP="00A63A2B">
      <w:pPr>
        <w:shd w:val="clear" w:color="auto" w:fill="FFFFFF"/>
        <w:spacing w:before="162" w:line="256" w:lineRule="exact"/>
        <w:ind w:firstLine="490"/>
        <w:jc w:val="center"/>
        <w:rPr>
          <w:b/>
          <w:bCs/>
          <w:spacing w:val="-1"/>
          <w:sz w:val="24"/>
          <w:szCs w:val="24"/>
        </w:rPr>
      </w:pPr>
    </w:p>
    <w:p w:rsidR="00E070CB" w:rsidRDefault="00E070CB" w:rsidP="00E070CB">
      <w:pPr>
        <w:tabs>
          <w:tab w:val="left" w:pos="1545"/>
          <w:tab w:val="left" w:pos="1845"/>
          <w:tab w:val="center" w:pos="4677"/>
        </w:tabs>
        <w:suppressAutoHyphens/>
        <w:jc w:val="center"/>
        <w:rPr>
          <w:rFonts w:ascii="Times New Roman" w:eastAsia="Times New Roman" w:hAnsi="Times New Roman"/>
          <w:b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vertAlign w:val="superscript"/>
        </w:rPr>
        <w:t>Министерство образования</w:t>
      </w:r>
      <w:r w:rsidR="009D619E">
        <w:rPr>
          <w:rFonts w:ascii="Times New Roman" w:eastAsia="Times New Roman" w:hAnsi="Times New Roman"/>
          <w:b/>
          <w:sz w:val="32"/>
          <w:szCs w:val="24"/>
          <w:vertAlign w:val="superscript"/>
        </w:rPr>
        <w:t xml:space="preserve"> и науки</w:t>
      </w:r>
      <w:r>
        <w:rPr>
          <w:rFonts w:ascii="Times New Roman" w:eastAsia="Times New Roman" w:hAnsi="Times New Roman"/>
          <w:b/>
          <w:sz w:val="32"/>
          <w:szCs w:val="24"/>
          <w:vertAlign w:val="superscript"/>
        </w:rPr>
        <w:t xml:space="preserve"> Республики Башкортостан</w:t>
      </w:r>
    </w:p>
    <w:p w:rsidR="00E070CB" w:rsidRDefault="00E070CB" w:rsidP="00E070CB">
      <w:pPr>
        <w:tabs>
          <w:tab w:val="left" w:pos="1995"/>
          <w:tab w:val="center" w:pos="4677"/>
        </w:tabs>
        <w:suppressAutoHyphens/>
        <w:jc w:val="center"/>
        <w:rPr>
          <w:rFonts w:ascii="Times New Roman" w:eastAsia="Times New Roman" w:hAnsi="Times New Roman"/>
          <w:b/>
          <w:sz w:val="32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32"/>
          <w:szCs w:val="24"/>
          <w:vertAlign w:val="superscript"/>
        </w:rPr>
        <w:t>Государственное бюджетное  профессиональное  образовательное учреждение</w:t>
      </w:r>
    </w:p>
    <w:p w:rsidR="00E070CB" w:rsidRDefault="00E070CB" w:rsidP="00E070CB">
      <w:pPr>
        <w:tabs>
          <w:tab w:val="left" w:pos="2010"/>
          <w:tab w:val="left" w:pos="2175"/>
          <w:tab w:val="center" w:pos="4677"/>
        </w:tabs>
        <w:suppressAutoHyphens/>
        <w:jc w:val="center"/>
        <w:rPr>
          <w:rFonts w:ascii="Times New Roman" w:eastAsia="Times New Roman" w:hAnsi="Times New Roman"/>
          <w:b/>
          <w:sz w:val="32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32"/>
          <w:szCs w:val="24"/>
          <w:vertAlign w:val="superscript"/>
        </w:rPr>
        <w:t>Уфимский политехнический колледж</w:t>
      </w:r>
    </w:p>
    <w:p w:rsidR="00E070CB" w:rsidRDefault="00E070CB" w:rsidP="00E070CB">
      <w:pPr>
        <w:suppressAutoHyphens/>
        <w:rPr>
          <w:rFonts w:ascii="Times New Roman" w:eastAsia="Times New Roman" w:hAnsi="Times New Roman"/>
          <w:caps/>
          <w:sz w:val="24"/>
          <w:szCs w:val="24"/>
        </w:rPr>
      </w:pPr>
    </w:p>
    <w:p w:rsidR="00E070CB" w:rsidRDefault="00E070CB" w:rsidP="00E070CB">
      <w:pPr>
        <w:tabs>
          <w:tab w:val="left" w:pos="2100"/>
          <w:tab w:val="center" w:pos="4677"/>
          <w:tab w:val="left" w:pos="55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578"/>
        <w:gridCol w:w="3367"/>
      </w:tblGrid>
      <w:tr w:rsidR="00E070CB" w:rsidTr="00E070CB">
        <w:tc>
          <w:tcPr>
            <w:tcW w:w="3403" w:type="dxa"/>
            <w:hideMark/>
          </w:tcPr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ПЦК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«____________________»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Протокол№ ____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76894">
              <w:rPr>
                <w:rFonts w:ascii="Times New Roman" w:hAnsi="Times New Roman"/>
                <w:sz w:val="24"/>
                <w:szCs w:val="24"/>
              </w:rPr>
              <w:t>«__»___________2021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Председатель__________</w:t>
            </w:r>
          </w:p>
          <w:p w:rsidR="00E070CB" w:rsidRDefault="00F22E38" w:rsidP="00F22E38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/Шайдуллина</w:t>
            </w:r>
            <w:r w:rsidR="00E070CB">
              <w:rPr>
                <w:rFonts w:ascii="Times New Roman" w:hAnsi="Times New Roman"/>
                <w:sz w:val="24"/>
                <w:szCs w:val="24"/>
              </w:rPr>
              <w:t xml:space="preserve"> А.И. / </w:t>
            </w:r>
          </w:p>
        </w:tc>
        <w:tc>
          <w:tcPr>
            <w:tcW w:w="3578" w:type="dxa"/>
          </w:tcPr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педагогическим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советом колледжа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Протокол№____</w:t>
            </w:r>
          </w:p>
          <w:p w:rsidR="00E070CB" w:rsidRDefault="00876894">
            <w:pPr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«___»____________2021</w:t>
            </w:r>
            <w:r w:rsidR="00E070CB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E070CB" w:rsidRDefault="00E070CB">
            <w:pPr>
              <w:tabs>
                <w:tab w:val="left" w:pos="2100"/>
                <w:tab w:val="center" w:pos="4677"/>
                <w:tab w:val="left" w:pos="5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E070CB" w:rsidRDefault="00E070CB" w:rsidP="00A634DA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УТВЕРЖДАЮ</w:t>
            </w:r>
          </w:p>
          <w:p w:rsidR="00E070CB" w:rsidRDefault="00876894" w:rsidP="00A634D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Д</w:t>
            </w:r>
            <w:r w:rsidR="00E070CB">
              <w:rPr>
                <w:rFonts w:ascii="Times New Roman" w:hAnsi="Times New Roman"/>
                <w:sz w:val="24"/>
                <w:szCs w:val="20"/>
              </w:rPr>
              <w:t xml:space="preserve">иректор ГБПОУ Уфимский </w:t>
            </w:r>
          </w:p>
          <w:p w:rsidR="00E070CB" w:rsidRDefault="00E070CB" w:rsidP="00A634D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политехнический  колледж </w:t>
            </w:r>
          </w:p>
          <w:p w:rsidR="00E070CB" w:rsidRDefault="00E070CB" w:rsidP="00A634D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____________</w:t>
            </w:r>
            <w:r w:rsidR="00876894">
              <w:rPr>
                <w:rFonts w:ascii="Times New Roman" w:hAnsi="Times New Roman"/>
                <w:sz w:val="24"/>
                <w:szCs w:val="20"/>
              </w:rPr>
              <w:t>Р.Р. Набиуллин</w:t>
            </w:r>
          </w:p>
          <w:p w:rsidR="00E070CB" w:rsidRDefault="00876894" w:rsidP="00A634D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«___»______________2021</w:t>
            </w:r>
            <w:r w:rsidR="00E070CB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E070CB" w:rsidRDefault="00E070CB" w:rsidP="00A634DA">
            <w:pPr>
              <w:tabs>
                <w:tab w:val="left" w:pos="2100"/>
                <w:tab w:val="center" w:pos="4677"/>
                <w:tab w:val="left" w:pos="5505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70CB" w:rsidRDefault="00E070CB" w:rsidP="00E070CB">
      <w:pPr>
        <w:tabs>
          <w:tab w:val="left" w:pos="2100"/>
          <w:tab w:val="center" w:pos="4677"/>
          <w:tab w:val="left" w:pos="550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E070CB" w:rsidRDefault="00E070CB" w:rsidP="00E070CB">
      <w:pPr>
        <w:tabs>
          <w:tab w:val="left" w:pos="2100"/>
          <w:tab w:val="center" w:pos="4677"/>
          <w:tab w:val="left" w:pos="5505"/>
        </w:tabs>
        <w:rPr>
          <w:rFonts w:ascii="Times New Roman" w:hAnsi="Times New Roman"/>
          <w:sz w:val="24"/>
          <w:szCs w:val="24"/>
        </w:rPr>
      </w:pPr>
    </w:p>
    <w:p w:rsidR="00E070CB" w:rsidRDefault="00E070CB" w:rsidP="00E070CB">
      <w:pPr>
        <w:tabs>
          <w:tab w:val="left" w:pos="2100"/>
          <w:tab w:val="center" w:pos="4677"/>
          <w:tab w:val="left" w:pos="55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070CB" w:rsidRDefault="00E070CB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070CB" w:rsidRDefault="00E070CB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программа общеобразовательной</w:t>
      </w:r>
    </w:p>
    <w:p w:rsidR="00E070CB" w:rsidRDefault="00E070CB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уЧЕБНОЙ ДИСЦИПЛИНЫ</w:t>
      </w:r>
    </w:p>
    <w:p w:rsidR="00E070CB" w:rsidRDefault="009A7205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ОУД.02</w:t>
      </w:r>
      <w:r w:rsidR="00253580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 w:rsidR="00772A05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 w:rsidR="00E070CB">
        <w:rPr>
          <w:rFonts w:ascii="Times New Roman" w:eastAsia="Times New Roman" w:hAnsi="Times New Roman"/>
          <w:b/>
          <w:caps/>
          <w:sz w:val="24"/>
          <w:szCs w:val="24"/>
        </w:rPr>
        <w:t>ЛИТЕРАТУРА»</w:t>
      </w:r>
    </w:p>
    <w:p w:rsidR="00E070CB" w:rsidRDefault="00E070CB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предметная область «РУССКИй ЯЗЫК И ЛИТЕРАТУРА»</w:t>
      </w:r>
    </w:p>
    <w:p w:rsidR="00D25E76" w:rsidRDefault="00D25E76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D04A1B" w:rsidRDefault="00D04A1B" w:rsidP="008D17E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4A1B">
        <w:rPr>
          <w:rFonts w:ascii="Times New Roman" w:hAnsi="Times New Roman"/>
          <w:b/>
          <w:sz w:val="28"/>
          <w:szCs w:val="28"/>
          <w:lang w:eastAsia="ru-RU"/>
        </w:rPr>
        <w:t xml:space="preserve">Специальность: </w:t>
      </w:r>
      <w:r w:rsidR="002535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15.02.08 </w:t>
      </w:r>
      <w:r w:rsidRPr="00D04A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Технология </w:t>
      </w:r>
      <w:r w:rsidR="00253580">
        <w:rPr>
          <w:rFonts w:ascii="Times New Roman" w:eastAsia="Times New Roman" w:hAnsi="Times New Roman"/>
          <w:b/>
          <w:sz w:val="28"/>
          <w:szCs w:val="28"/>
          <w:lang w:eastAsia="ru-RU"/>
        </w:rPr>
        <w:t>машиностроения</w:t>
      </w:r>
    </w:p>
    <w:p w:rsidR="00D25E76" w:rsidRPr="00D04A1B" w:rsidRDefault="00D25E76" w:rsidP="008D17E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70CB" w:rsidRDefault="00E070CB" w:rsidP="008D1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(профиль:</w:t>
      </w:r>
      <w:r w:rsidR="00876894">
        <w:rPr>
          <w:rFonts w:ascii="Times New Roman" w:hAnsi="Times New Roman"/>
          <w:b/>
          <w:sz w:val="24"/>
          <w:szCs w:val="24"/>
        </w:rPr>
        <w:t xml:space="preserve"> технологический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/>
          <w:sz w:val="24"/>
          <w:szCs w:val="24"/>
        </w:rPr>
      </w:pP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 xml:space="preserve"> Программа учебной дисциплины разработана на основе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 (Протокол №3 от 21 июля 2015 г. Регистрационный номер рецензии 382</w:t>
      </w:r>
      <w:r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от 23 июля 2015г. ФГАУ «ФИРО»), </w:t>
      </w:r>
      <w:r>
        <w:rPr>
          <w:rFonts w:ascii="Times New Roman" w:eastAsia="Times New Roman" w:hAnsi="Times New Roman"/>
          <w:i/>
          <w:sz w:val="24"/>
          <w:szCs w:val="24"/>
        </w:rPr>
        <w:t>с учетом уточнения научно-методического совета Центра профессионального образования и систем квалификации ФГАУ «ФИРО» (Протокол №3 от 25 мая 2017г.).</w:t>
      </w: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</w:p>
    <w:p w:rsidR="00E070CB" w:rsidRDefault="00E070CB" w:rsidP="00E07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4"/>
          <w:szCs w:val="24"/>
        </w:rPr>
      </w:pPr>
    </w:p>
    <w:p w:rsidR="00F22E38" w:rsidRPr="00E2200E" w:rsidRDefault="00E070CB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b/>
          <w:sz w:val="28"/>
          <w:szCs w:val="28"/>
          <w:vertAlign w:val="superscript"/>
        </w:rPr>
      </w:pPr>
      <w:r w:rsidRPr="00500E08">
        <w:rPr>
          <w:rFonts w:ascii="Times New Roman" w:eastAsia="Times New Roman" w:hAnsi="Times New Roman"/>
          <w:b/>
          <w:sz w:val="24"/>
          <w:szCs w:val="24"/>
        </w:rPr>
        <w:t xml:space="preserve">Разработчик: </w:t>
      </w:r>
      <w:r w:rsidRPr="00E2200E">
        <w:rPr>
          <w:rFonts w:ascii="Times New Roman" w:hAnsi="Times New Roman"/>
          <w:b/>
          <w:sz w:val="24"/>
          <w:szCs w:val="24"/>
        </w:rPr>
        <w:t>Фаизова Л.Р., преподаватель высшей категории</w:t>
      </w:r>
    </w:p>
    <w:p w:rsidR="00F22E38" w:rsidRDefault="00F22E3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F22E38" w:rsidRDefault="00F22E3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F22E38" w:rsidRDefault="00F22E3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F22E38" w:rsidRDefault="00F22E3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DA7C1E" w:rsidRDefault="00F22E3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sz w:val="28"/>
          <w:szCs w:val="28"/>
          <w:vertAlign w:val="superscript"/>
        </w:rPr>
        <w:t xml:space="preserve">                                                                                    </w:t>
      </w:r>
      <w:r w:rsidR="00E070CB">
        <w:rPr>
          <w:rFonts w:ascii="Times New Roman" w:eastAsia="Times New Roman" w:hAnsi="Times New Roman"/>
          <w:sz w:val="24"/>
          <w:szCs w:val="24"/>
        </w:rPr>
        <w:t xml:space="preserve">  </w:t>
      </w:r>
      <w:r w:rsidR="00876894">
        <w:rPr>
          <w:rFonts w:ascii="Times New Roman" w:eastAsia="Times New Roman" w:hAnsi="Times New Roman"/>
          <w:bCs/>
          <w:sz w:val="24"/>
          <w:szCs w:val="24"/>
        </w:rPr>
        <w:t>2021</w:t>
      </w:r>
    </w:p>
    <w:p w:rsidR="00804D78" w:rsidRDefault="00804D78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BC56ED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BC56ED" w:rsidRDefault="00BC56ED" w:rsidP="00BC5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Theme="minorEastAsia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C56ED" w:rsidTr="00BC56ED">
        <w:tc>
          <w:tcPr>
            <w:tcW w:w="7668" w:type="dxa"/>
          </w:tcPr>
          <w:p w:rsidR="00BC56ED" w:rsidRPr="00F52E9E" w:rsidRDefault="00BC56ED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</w:p>
          <w:p w:rsidR="00BC56ED" w:rsidRPr="00F52E9E" w:rsidRDefault="00BC56ED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 xml:space="preserve">   </w:t>
            </w:r>
          </w:p>
          <w:p w:rsidR="00BC56ED" w:rsidRPr="00F52E9E" w:rsidRDefault="00BC56ED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 xml:space="preserve"> </w:t>
            </w:r>
          </w:p>
          <w:p w:rsidR="00BC56ED" w:rsidRPr="00F52E9E" w:rsidRDefault="00BC56ED">
            <w:pPr>
              <w:keepNext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1. оБЩАЯ ХАРАКТЕРИСТИКА</w:t>
            </w:r>
            <w:r w:rsidRPr="00F52E9E">
              <w:rPr>
                <w:rFonts w:ascii="Times New Roman" w:hAnsi="Times New Roman"/>
                <w:sz w:val="20"/>
                <w:szCs w:val="20"/>
              </w:rPr>
              <w:t xml:space="preserve"> УЧЕБНОЙ ДИСЦИПЛИНЫ</w:t>
            </w:r>
          </w:p>
          <w:p w:rsidR="00BC56ED" w:rsidRPr="00F52E9E" w:rsidRDefault="00BC56ED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903" w:type="dxa"/>
          </w:tcPr>
          <w:p w:rsidR="00BC56ED" w:rsidRPr="00F52E9E" w:rsidRDefault="00BC56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E9E">
              <w:rPr>
                <w:rFonts w:ascii="Times New Roman" w:hAnsi="Times New Roman"/>
                <w:sz w:val="20"/>
                <w:szCs w:val="20"/>
              </w:rPr>
              <w:t>стр.</w:t>
            </w:r>
            <w:r w:rsidRPr="00F52E9E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BC56ED" w:rsidRPr="00F52E9E" w:rsidRDefault="00BC56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56ED" w:rsidRPr="00F52E9E" w:rsidRDefault="00BC56E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       </w:t>
            </w:r>
            <w:r w:rsid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     </w:t>
            </w:r>
            <w:r w:rsidRP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 3</w:t>
            </w:r>
          </w:p>
        </w:tc>
      </w:tr>
      <w:tr w:rsidR="00BC56ED" w:rsidTr="00BC56ED">
        <w:tc>
          <w:tcPr>
            <w:tcW w:w="7668" w:type="dxa"/>
          </w:tcPr>
          <w:p w:rsidR="00BC56ED" w:rsidRPr="00F52E9E" w:rsidRDefault="00BC56ED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2. ПАСПОРТ ПРОГРАММЫ УЧЕБНОЙ ДИСЦИПЛИНЫ</w:t>
            </w:r>
          </w:p>
          <w:p w:rsidR="00BC56ED" w:rsidRPr="00F52E9E" w:rsidRDefault="00BC56E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3" w:type="dxa"/>
            <w:hideMark/>
          </w:tcPr>
          <w:p w:rsidR="00BC56ED" w:rsidRPr="00F52E9E" w:rsidRDefault="00CE46A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BC56ED" w:rsidRPr="00F52E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C56ED" w:rsidTr="00BC56ED">
        <w:tc>
          <w:tcPr>
            <w:tcW w:w="7668" w:type="dxa"/>
          </w:tcPr>
          <w:p w:rsidR="00BC56ED" w:rsidRPr="00F52E9E" w:rsidRDefault="00BC56ED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3.СТРУКТУРА и содержание УЧЕБНОЙ ДИСЦИПЛИНЫ</w:t>
            </w:r>
          </w:p>
          <w:p w:rsidR="00BC56ED" w:rsidRPr="00F52E9E" w:rsidRDefault="00BC56ED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903" w:type="dxa"/>
            <w:hideMark/>
          </w:tcPr>
          <w:p w:rsidR="00BC56ED" w:rsidRPr="00F52E9E" w:rsidRDefault="00CE46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A69A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C56ED" w:rsidTr="00BC56ED">
        <w:trPr>
          <w:trHeight w:val="670"/>
        </w:trPr>
        <w:tc>
          <w:tcPr>
            <w:tcW w:w="7668" w:type="dxa"/>
          </w:tcPr>
          <w:p w:rsidR="00BC56ED" w:rsidRPr="00F52E9E" w:rsidRDefault="00BC56ED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4.условия реализации программы учебной дисциплины</w:t>
            </w:r>
          </w:p>
          <w:p w:rsidR="00BC56ED" w:rsidRPr="00F52E9E" w:rsidRDefault="00BC56ED">
            <w:pPr>
              <w:keepNext/>
              <w:tabs>
                <w:tab w:val="num" w:pos="0"/>
              </w:tabs>
              <w:ind w:left="284" w:firstLine="284"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</w:p>
        </w:tc>
        <w:tc>
          <w:tcPr>
            <w:tcW w:w="1903" w:type="dxa"/>
            <w:hideMark/>
          </w:tcPr>
          <w:p w:rsidR="00BC56ED" w:rsidRPr="00F52E9E" w:rsidRDefault="00CE46A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F52E9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BC56ED" w:rsidTr="00BC56ED">
        <w:trPr>
          <w:trHeight w:val="1451"/>
        </w:trPr>
        <w:tc>
          <w:tcPr>
            <w:tcW w:w="7668" w:type="dxa"/>
            <w:hideMark/>
          </w:tcPr>
          <w:p w:rsidR="00BC56ED" w:rsidRDefault="00BC56ED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5.Контроль и оценка результ</w:t>
            </w:r>
            <w:r w:rsid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атов Освоения учеб</w:t>
            </w:r>
            <w:r w:rsidRPr="00F52E9E">
              <w:rPr>
                <w:rFonts w:ascii="Times New Roman" w:eastAsia="Times New Roman" w:hAnsi="Times New Roman"/>
                <w:caps/>
                <w:sz w:val="20"/>
                <w:szCs w:val="20"/>
              </w:rPr>
              <w:t>ной дисциплины</w:t>
            </w:r>
          </w:p>
          <w:p w:rsidR="002A69A7" w:rsidRDefault="002A69A7">
            <w:pPr>
              <w:keepNext/>
              <w:outlineLvl w:val="0"/>
              <w:rPr>
                <w:rFonts w:ascii="Times New Roman" w:eastAsia="Times New Roman" w:hAnsi="Times New Roman"/>
                <w:caps/>
                <w:sz w:val="20"/>
                <w:szCs w:val="20"/>
              </w:rPr>
            </w:pPr>
          </w:p>
          <w:p w:rsidR="002A69A7" w:rsidRPr="002A69A7" w:rsidRDefault="002A69A7">
            <w:pPr>
              <w:keepNext/>
              <w:outlineLvl w:val="0"/>
              <w:rPr>
                <w:rFonts w:ascii="Times New Roman" w:eastAsia="Times New Roman" w:hAnsi="Times New Roman"/>
                <w:cap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903" w:type="dxa"/>
            <w:hideMark/>
          </w:tcPr>
          <w:p w:rsidR="00BC56ED" w:rsidRPr="00F52E9E" w:rsidRDefault="00BC56ED">
            <w:pPr>
              <w:ind w:left="5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r w:rsidR="00CE46A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52E9E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  <w:p w:rsidR="00BC56ED" w:rsidRDefault="00BC56ED">
            <w:pPr>
              <w:ind w:left="5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2E9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  <w:p w:rsidR="002A69A7" w:rsidRDefault="002A69A7">
            <w:pPr>
              <w:ind w:left="554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A69A7" w:rsidRDefault="002A69A7">
            <w:pPr>
              <w:ind w:left="554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2A69A7" w:rsidRPr="00F52E9E" w:rsidRDefault="00914FCF">
            <w:pPr>
              <w:ind w:left="55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</w:tr>
    </w:tbl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BC56ED" w:rsidRDefault="00BC56ED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F52E9E" w:rsidRDefault="00F52E9E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F52E9E" w:rsidRPr="00F22E38" w:rsidRDefault="00F52E9E" w:rsidP="00F2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Theme="minorEastAsia" w:hAnsi="Times New Roman"/>
          <w:sz w:val="28"/>
          <w:szCs w:val="28"/>
          <w:vertAlign w:val="superscript"/>
        </w:rPr>
      </w:pPr>
    </w:p>
    <w:p w:rsidR="00501ACB" w:rsidRPr="005868BB" w:rsidRDefault="00501ACB" w:rsidP="00501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868BB">
        <w:rPr>
          <w:rFonts w:ascii="Times New Roman" w:eastAsiaTheme="minorHAnsi" w:hAnsi="Times New Roman"/>
          <w:sz w:val="24"/>
          <w:szCs w:val="24"/>
        </w:rPr>
        <w:lastRenderedPageBreak/>
        <w:t xml:space="preserve">     </w:t>
      </w:r>
      <w:r w:rsidRPr="005868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ОБЩАЯ ХАРАКТЕРИСТИКА УЧЕБНОЙ ДИСЦИПЛИНЫ</w:t>
      </w:r>
    </w:p>
    <w:p w:rsidR="00501ACB" w:rsidRPr="005868BB" w:rsidRDefault="00501ACB" w:rsidP="00501AC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Программа общеобразовательной учебной дисциплины «Литература»</w:t>
      </w:r>
      <w:r w:rsidRPr="005868BB">
        <w:rPr>
          <w:rFonts w:ascii="Times New Roman" w:eastAsiaTheme="minorEastAsia" w:hAnsi="Times New Roman"/>
          <w:color w:val="FF0000"/>
          <w:sz w:val="24"/>
          <w:szCs w:val="24"/>
          <w:lang w:eastAsia="ru-RU"/>
        </w:rPr>
        <w:t xml:space="preserve"> 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предназначена для изучения литературы в профессиональных образовательных организациях СПО, ре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новного общего образования при подготовке квалифицированных рабочих, служащих и специалистов среднего звена.</w:t>
      </w:r>
    </w:p>
    <w:p w:rsidR="005868BB" w:rsidRDefault="00501ACB" w:rsidP="005868BB">
      <w:pPr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Программа разработана на основе требований Ф</w:t>
      </w:r>
      <w:r w:rsidR="008B2B91" w:rsidRPr="005868BB">
        <w:rPr>
          <w:rFonts w:ascii="Times New Roman" w:eastAsiaTheme="minorEastAsia" w:hAnsi="Times New Roman"/>
          <w:sz w:val="24"/>
          <w:szCs w:val="24"/>
          <w:lang w:eastAsia="ru-RU"/>
        </w:rPr>
        <w:t xml:space="preserve">ГОС среднего общего образования </w:t>
      </w:r>
      <w:r w:rsidR="008B2B91" w:rsidRPr="005868BB">
        <w:rPr>
          <w:rFonts w:ascii="Times New Roman" w:hAnsi="Times New Roman"/>
          <w:i/>
          <w:sz w:val="24"/>
          <w:szCs w:val="24"/>
        </w:rPr>
        <w:t xml:space="preserve"> с учетом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№ 637-р, </w:t>
      </w:r>
      <w:r w:rsidR="008B2B91" w:rsidRPr="005868BB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ru-RU"/>
        </w:rPr>
        <w:t>с учетом П</w:t>
      </w:r>
      <w:r w:rsidRPr="005868BB">
        <w:rPr>
          <w:rFonts w:ascii="Times New Roman" w:eastAsiaTheme="minorEastAsia" w:hAnsi="Times New Roman"/>
          <w:i/>
          <w:color w:val="000000" w:themeColor="text1"/>
          <w:sz w:val="24"/>
          <w:szCs w:val="24"/>
          <w:lang w:eastAsia="ru-RU"/>
        </w:rPr>
        <w:t xml:space="preserve">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2/16-з), </w:t>
      </w:r>
      <w:r w:rsidRPr="005868BB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предъявляемых к структ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у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ре, содержанию и результатам освоения учебной дисциплины «Литература», в соотве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ствии с Рекомендациями по организации получения среднего общего образования в пр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5868BB">
        <w:rPr>
          <w:rFonts w:ascii="Times New Roman" w:eastAsiaTheme="minorEastAsia" w:hAnsi="Times New Roman"/>
          <w:sz w:val="24"/>
          <w:szCs w:val="24"/>
          <w:lang w:eastAsia="ru-RU"/>
        </w:rPr>
        <w:t>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501ACB" w:rsidRPr="005868BB" w:rsidRDefault="005868BB" w:rsidP="005868BB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868B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01ACB" w:rsidRPr="005868BB">
        <w:rPr>
          <w:rFonts w:ascii="Times New Roman" w:eastAsiaTheme="minorEastAsia" w:hAnsi="Times New Roman"/>
          <w:sz w:val="24"/>
          <w:szCs w:val="24"/>
          <w:lang w:eastAsia="ru-RU"/>
        </w:rPr>
        <w:t xml:space="preserve">  Содержание программы по литературе направлено на достижение следующих </w:t>
      </w:r>
      <w:r w:rsidR="00501ACB" w:rsidRPr="005868BB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целей:</w:t>
      </w:r>
    </w:p>
    <w:p w:rsidR="00501ACB" w:rsidRPr="008A35EF" w:rsidRDefault="00D3777A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01A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501ACB">
        <w:rPr>
          <w:rFonts w:ascii="Times New Roman" w:hAnsi="Times New Roman"/>
          <w:sz w:val="24"/>
          <w:szCs w:val="24"/>
        </w:rPr>
        <w:t xml:space="preserve"> -</w:t>
      </w:r>
      <w:r w:rsidR="00501ACB" w:rsidRPr="008A35EF">
        <w:rPr>
          <w:rFonts w:ascii="Times New Roman" w:hAnsi="Times New Roman"/>
          <w:sz w:val="24"/>
          <w:szCs w:val="24"/>
        </w:rPr>
        <w:t>воспитание духовно развитой личности, готовой к самопознанию и самосовер-шенствованию, способной к созидательной деятельности в современном мире; формир</w:t>
      </w:r>
      <w:r w:rsidR="00501ACB" w:rsidRPr="008A35EF">
        <w:rPr>
          <w:rFonts w:ascii="Times New Roman" w:hAnsi="Times New Roman"/>
          <w:sz w:val="24"/>
          <w:szCs w:val="24"/>
        </w:rPr>
        <w:t>о</w:t>
      </w:r>
      <w:r w:rsidR="00501ACB" w:rsidRPr="008A35EF">
        <w:rPr>
          <w:rFonts w:ascii="Times New Roman" w:hAnsi="Times New Roman"/>
          <w:sz w:val="24"/>
          <w:szCs w:val="24"/>
        </w:rPr>
        <w:t>вание гуманистического мировоззрения, национального самосознания, гражданской поз</w:t>
      </w:r>
      <w:r w:rsidR="00501ACB" w:rsidRPr="008A35EF">
        <w:rPr>
          <w:rFonts w:ascii="Times New Roman" w:hAnsi="Times New Roman"/>
          <w:sz w:val="24"/>
          <w:szCs w:val="24"/>
        </w:rPr>
        <w:t>и</w:t>
      </w:r>
      <w:r w:rsidR="00501ACB" w:rsidRPr="008A35EF">
        <w:rPr>
          <w:rFonts w:ascii="Times New Roman" w:hAnsi="Times New Roman"/>
          <w:sz w:val="24"/>
          <w:szCs w:val="24"/>
        </w:rPr>
        <w:t>ции, чувства патриотизма, любви и уважения к литературе и ценностям отечественной культуры;</w:t>
      </w:r>
    </w:p>
    <w:p w:rsidR="00501ACB" w:rsidRPr="008A35EF" w:rsidRDefault="00D3777A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01ACB">
        <w:rPr>
          <w:rFonts w:ascii="Times New Roman" w:hAnsi="Times New Roman"/>
          <w:sz w:val="24"/>
          <w:szCs w:val="24"/>
        </w:rPr>
        <w:t>-</w:t>
      </w:r>
      <w:r w:rsidR="00501ACB" w:rsidRPr="008A35EF">
        <w:rPr>
          <w:rFonts w:ascii="Times New Roman" w:hAnsi="Times New Roman"/>
          <w:sz w:val="24"/>
          <w:szCs w:val="24"/>
        </w:rPr>
        <w:t xml:space="preserve">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</w:t>
      </w:r>
      <w:r w:rsidR="00501ACB" w:rsidRPr="008A35EF">
        <w:rPr>
          <w:rFonts w:ascii="Times New Roman" w:hAnsi="Times New Roman"/>
          <w:sz w:val="24"/>
          <w:szCs w:val="24"/>
        </w:rPr>
        <w:t>о</w:t>
      </w:r>
      <w:r w:rsidR="00501ACB" w:rsidRPr="008A35EF">
        <w:rPr>
          <w:rFonts w:ascii="Times New Roman" w:hAnsi="Times New Roman"/>
          <w:sz w:val="24"/>
          <w:szCs w:val="24"/>
        </w:rPr>
        <w:t>рической и эстетической обусловленности литературного процесса; образного и аналит</w:t>
      </w:r>
      <w:r w:rsidR="00501ACB" w:rsidRPr="008A35EF">
        <w:rPr>
          <w:rFonts w:ascii="Times New Roman" w:hAnsi="Times New Roman"/>
          <w:sz w:val="24"/>
          <w:szCs w:val="24"/>
        </w:rPr>
        <w:t>и</w:t>
      </w:r>
      <w:r w:rsidR="00501ACB" w:rsidRPr="008A35EF">
        <w:rPr>
          <w:rFonts w:ascii="Times New Roman" w:hAnsi="Times New Roman"/>
          <w:sz w:val="24"/>
          <w:szCs w:val="24"/>
        </w:rPr>
        <w:t>ческого мышления, эстетических и творческих способностей учащихся, читательских и</w:t>
      </w:r>
      <w:r w:rsidR="00501ACB" w:rsidRPr="008A35EF">
        <w:rPr>
          <w:rFonts w:ascii="Times New Roman" w:hAnsi="Times New Roman"/>
          <w:sz w:val="24"/>
          <w:szCs w:val="24"/>
        </w:rPr>
        <w:t>н</w:t>
      </w:r>
      <w:r w:rsidR="00501ACB" w:rsidRPr="008A35EF">
        <w:rPr>
          <w:rFonts w:ascii="Times New Roman" w:hAnsi="Times New Roman"/>
          <w:sz w:val="24"/>
          <w:szCs w:val="24"/>
        </w:rPr>
        <w:t>тересов, художественного вкуса; устной и письменной речи учащихся;</w:t>
      </w:r>
    </w:p>
    <w:p w:rsidR="00501ACB" w:rsidRPr="008A35EF" w:rsidRDefault="00D3777A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01ACB">
        <w:rPr>
          <w:rFonts w:ascii="Times New Roman" w:hAnsi="Times New Roman"/>
          <w:sz w:val="24"/>
          <w:szCs w:val="24"/>
        </w:rPr>
        <w:t>-</w:t>
      </w:r>
      <w:r w:rsidR="00501ACB" w:rsidRPr="008A35EF">
        <w:rPr>
          <w:rFonts w:ascii="Times New Roman" w:hAnsi="Times New Roman"/>
          <w:sz w:val="24"/>
          <w:szCs w:val="24"/>
        </w:rPr>
        <w:t xml:space="preserve">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</w:t>
      </w:r>
      <w:r w:rsidR="00501ACB" w:rsidRPr="008A35EF">
        <w:rPr>
          <w:rFonts w:ascii="Times New Roman" w:hAnsi="Times New Roman"/>
          <w:sz w:val="24"/>
          <w:szCs w:val="24"/>
        </w:rPr>
        <w:t>и</w:t>
      </w:r>
      <w:r w:rsidR="00501ACB" w:rsidRPr="008A35EF">
        <w:rPr>
          <w:rFonts w:ascii="Times New Roman" w:hAnsi="Times New Roman"/>
          <w:sz w:val="24"/>
          <w:szCs w:val="24"/>
        </w:rPr>
        <w:t>рование общего представления об историко-литературном процессе;</w:t>
      </w:r>
    </w:p>
    <w:p w:rsidR="00501ACB" w:rsidRPr="008A35EF" w:rsidRDefault="00D3777A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01ACB">
        <w:rPr>
          <w:rFonts w:ascii="Times New Roman" w:hAnsi="Times New Roman"/>
          <w:sz w:val="24"/>
          <w:szCs w:val="24"/>
        </w:rPr>
        <w:t>-</w:t>
      </w:r>
      <w:r w:rsidR="00501ACB" w:rsidRPr="008A35EF">
        <w:rPr>
          <w:rFonts w:ascii="Times New Roman" w:hAnsi="Times New Roman"/>
          <w:sz w:val="24"/>
          <w:szCs w:val="24"/>
        </w:rPr>
        <w:t xml:space="preserve">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</w:t>
      </w:r>
      <w:r w:rsidR="00501ACB" w:rsidRPr="008A35EF">
        <w:rPr>
          <w:rFonts w:ascii="Times New Roman" w:hAnsi="Times New Roman"/>
          <w:sz w:val="24"/>
          <w:szCs w:val="24"/>
        </w:rPr>
        <w:t>а</w:t>
      </w:r>
      <w:r w:rsidR="00501ACB" w:rsidRPr="008A35EF">
        <w:rPr>
          <w:rFonts w:ascii="Times New Roman" w:hAnsi="Times New Roman"/>
          <w:sz w:val="24"/>
          <w:szCs w:val="24"/>
        </w:rPr>
        <w:t>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501ACB" w:rsidRPr="008A35EF" w:rsidRDefault="00501ACB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        Программа учебной дисциплины «Литература» является основой для разработки р</w:t>
      </w:r>
      <w:r w:rsidRPr="008A35EF">
        <w:rPr>
          <w:rFonts w:ascii="Times New Roman" w:hAnsi="Times New Roman"/>
          <w:sz w:val="24"/>
          <w:szCs w:val="24"/>
        </w:rPr>
        <w:t>а</w:t>
      </w:r>
      <w:r w:rsidRPr="008A35EF">
        <w:rPr>
          <w:rFonts w:ascii="Times New Roman" w:hAnsi="Times New Roman"/>
          <w:sz w:val="24"/>
          <w:szCs w:val="24"/>
        </w:rPr>
        <w:t>бочих программ, в которых профессиональные образовательные организации, реализу</w:t>
      </w:r>
      <w:r w:rsidRPr="008A35EF">
        <w:rPr>
          <w:rFonts w:ascii="Times New Roman" w:hAnsi="Times New Roman"/>
          <w:sz w:val="24"/>
          <w:szCs w:val="24"/>
        </w:rPr>
        <w:t>ю</w:t>
      </w:r>
      <w:r w:rsidRPr="008A35EF">
        <w:rPr>
          <w:rFonts w:ascii="Times New Roman" w:hAnsi="Times New Roman"/>
          <w:sz w:val="24"/>
          <w:szCs w:val="24"/>
        </w:rPr>
        <w:t>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</w:t>
      </w:r>
      <w:r w:rsidRPr="008A35EF">
        <w:rPr>
          <w:rFonts w:ascii="Times New Roman" w:hAnsi="Times New Roman"/>
          <w:sz w:val="24"/>
          <w:szCs w:val="24"/>
        </w:rPr>
        <w:t>е</w:t>
      </w:r>
      <w:r w:rsidRPr="008A35EF">
        <w:rPr>
          <w:rFonts w:ascii="Times New Roman" w:hAnsi="Times New Roman"/>
          <w:sz w:val="24"/>
          <w:szCs w:val="24"/>
        </w:rPr>
        <w:t>риала, последовательность его изучения, распределение учебных часов, виды самосто</w:t>
      </w:r>
      <w:r w:rsidRPr="008A35EF">
        <w:rPr>
          <w:rFonts w:ascii="Times New Roman" w:hAnsi="Times New Roman"/>
          <w:sz w:val="24"/>
          <w:szCs w:val="24"/>
        </w:rPr>
        <w:t>я</w:t>
      </w:r>
      <w:r w:rsidRPr="008A35EF">
        <w:rPr>
          <w:rFonts w:ascii="Times New Roman" w:hAnsi="Times New Roman"/>
          <w:sz w:val="24"/>
          <w:szCs w:val="24"/>
        </w:rPr>
        <w:t>тельных работ, тематику творческих заданий (рефератов, докладов, индивидуальных пр</w:t>
      </w:r>
      <w:r w:rsidRPr="008A35EF">
        <w:rPr>
          <w:rFonts w:ascii="Times New Roman" w:hAnsi="Times New Roman"/>
          <w:sz w:val="24"/>
          <w:szCs w:val="24"/>
        </w:rPr>
        <w:t>о</w:t>
      </w:r>
      <w:r w:rsidRPr="008A35EF">
        <w:rPr>
          <w:rFonts w:ascii="Times New Roman" w:hAnsi="Times New Roman"/>
          <w:sz w:val="24"/>
          <w:szCs w:val="24"/>
        </w:rPr>
        <w:t>ектов и т. п.), учитывая специфику программ подготовки квалифицированных рабочих, служащих и специалистов среднего звена, осваиваемой профессии или специальности.</w:t>
      </w:r>
    </w:p>
    <w:p w:rsidR="00501ACB" w:rsidRPr="008A35EF" w:rsidRDefault="00501ACB" w:rsidP="00501A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       Программа может использоваться другими профессиональными образовательными</w:t>
      </w:r>
    </w:p>
    <w:p w:rsidR="005868BB" w:rsidRDefault="00501ACB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организациями, реализующими образовательную программу среднего общего образо-вания в пределах освоения ОПОП СПО на базе основного общего образования — про-граммы подготовки квалифицированных рабочих, служащих; программы подготовки сп</w:t>
      </w:r>
      <w:r w:rsidRPr="008A35EF">
        <w:rPr>
          <w:rFonts w:ascii="Times New Roman" w:hAnsi="Times New Roman"/>
          <w:sz w:val="24"/>
          <w:szCs w:val="24"/>
        </w:rPr>
        <w:t>е</w:t>
      </w:r>
      <w:r w:rsidRPr="008A35EF">
        <w:rPr>
          <w:rFonts w:ascii="Times New Roman" w:hAnsi="Times New Roman"/>
          <w:sz w:val="24"/>
          <w:szCs w:val="24"/>
        </w:rPr>
        <w:t>циалистов</w:t>
      </w:r>
      <w:bookmarkStart w:id="1" w:name="_Toc334470632"/>
      <w:bookmarkStart w:id="2" w:name="_Toc334471200"/>
      <w:bookmarkStart w:id="3" w:name="_Toc334480750"/>
      <w:r w:rsidR="005868BB">
        <w:rPr>
          <w:rFonts w:ascii="Times New Roman" w:hAnsi="Times New Roman"/>
          <w:sz w:val="24"/>
          <w:szCs w:val="24"/>
        </w:rPr>
        <w:t xml:space="preserve"> среднего звена (ППКРС, ППССЗ)</w:t>
      </w:r>
    </w:p>
    <w:p w:rsidR="005868BB" w:rsidRDefault="005868BB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5868BB" w:rsidRDefault="005868BB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52E9E" w:rsidRDefault="00F52E9E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52E9E" w:rsidRDefault="00F52E9E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6920D8" w:rsidRPr="005868BB" w:rsidRDefault="005868BB" w:rsidP="005868B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07EBB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6920D8" w:rsidRPr="008B2B91">
        <w:rPr>
          <w:rFonts w:ascii="Times New Roman" w:hAnsi="Times New Roman"/>
          <w:b/>
          <w:sz w:val="24"/>
          <w:szCs w:val="24"/>
        </w:rPr>
        <w:t>ПАСПОРТ ПРОГРАММЫ УЧЕБНОЙ</w:t>
      </w:r>
      <w:r w:rsidR="000D39A5" w:rsidRPr="008B2B91">
        <w:rPr>
          <w:rFonts w:ascii="Times New Roman" w:hAnsi="Times New Roman"/>
          <w:b/>
          <w:sz w:val="24"/>
          <w:szCs w:val="24"/>
        </w:rPr>
        <w:t xml:space="preserve"> </w:t>
      </w:r>
      <w:r w:rsidR="006920D8" w:rsidRPr="008B2B91">
        <w:rPr>
          <w:rFonts w:ascii="Times New Roman" w:hAnsi="Times New Roman"/>
          <w:b/>
          <w:sz w:val="24"/>
          <w:szCs w:val="24"/>
        </w:rPr>
        <w:t>ДИСЦИПЛИНЫ</w:t>
      </w:r>
      <w:bookmarkEnd w:id="1"/>
      <w:bookmarkEnd w:id="2"/>
      <w:bookmarkEnd w:id="3"/>
    </w:p>
    <w:p w:rsidR="00501ACB" w:rsidRPr="00B91A18" w:rsidRDefault="00501ACB" w:rsidP="0050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2B91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2B0B98" w:rsidRPr="008B2B91">
        <w:rPr>
          <w:rFonts w:ascii="Times New Roman" w:hAnsi="Times New Roman"/>
          <w:sz w:val="24"/>
          <w:szCs w:val="24"/>
        </w:rPr>
        <w:t xml:space="preserve">    </w:t>
      </w:r>
      <w:r w:rsidR="00B91A18" w:rsidRPr="00B91A18">
        <w:rPr>
          <w:rFonts w:ascii="Times New Roman" w:hAnsi="Times New Roman"/>
          <w:b/>
          <w:sz w:val="24"/>
          <w:szCs w:val="24"/>
        </w:rPr>
        <w:t>ОУД.01</w:t>
      </w:r>
      <w:r w:rsidR="002B0B98" w:rsidRPr="00B91A18">
        <w:rPr>
          <w:rFonts w:ascii="Times New Roman" w:hAnsi="Times New Roman"/>
          <w:b/>
          <w:sz w:val="24"/>
          <w:szCs w:val="24"/>
        </w:rPr>
        <w:t xml:space="preserve"> </w:t>
      </w:r>
      <w:r w:rsidR="006920D8" w:rsidRPr="00B91A18">
        <w:rPr>
          <w:rFonts w:ascii="Times New Roman" w:hAnsi="Times New Roman"/>
          <w:b/>
          <w:sz w:val="24"/>
          <w:szCs w:val="24"/>
        </w:rPr>
        <w:t>«ЛИТЕРАТУРА»</w:t>
      </w:r>
    </w:p>
    <w:p w:rsidR="00501ACB" w:rsidRPr="008B2B91" w:rsidRDefault="002B0B98" w:rsidP="00501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2B91">
        <w:rPr>
          <w:rFonts w:ascii="Times New Roman" w:eastAsia="Times New Roman" w:hAnsi="Times New Roman"/>
          <w:b/>
          <w:sz w:val="24"/>
          <w:szCs w:val="24"/>
          <w:lang w:eastAsia="ru-RU"/>
        </w:rPr>
        <w:t>1.1.</w:t>
      </w:r>
      <w:r w:rsidR="00501ACB" w:rsidRPr="008B2B9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Область применения программы</w:t>
      </w:r>
    </w:p>
    <w:p w:rsidR="00501ACB" w:rsidRPr="008B2B91" w:rsidRDefault="00501ACB" w:rsidP="00501ACB">
      <w:pPr>
        <w:widowControl w:val="0"/>
        <w:autoSpaceDE w:val="0"/>
        <w:autoSpaceDN w:val="0"/>
        <w:adjustRightInd w:val="0"/>
        <w:spacing w:line="240" w:lineRule="auto"/>
        <w:rPr>
          <w:rFonts w:ascii="SchoolBookCSanPin-Italic" w:hAnsi="SchoolBookCSanPin-Italic" w:cs="SchoolBookCSanPin-Italic"/>
          <w:i/>
          <w:iCs/>
          <w:sz w:val="24"/>
          <w:szCs w:val="24"/>
          <w:lang w:eastAsia="ru-RU"/>
        </w:rPr>
      </w:pP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Программа предназначена для изучения </w:t>
      </w:r>
      <w:r w:rsidR="002B0B98" w:rsidRPr="008B2B91">
        <w:rPr>
          <w:rFonts w:ascii="Times New Roman" w:eastAsia="Times New Roman" w:hAnsi="Times New Roman"/>
          <w:sz w:val="24"/>
          <w:szCs w:val="24"/>
          <w:lang w:eastAsia="ru-RU"/>
        </w:rPr>
        <w:t>литературы</w:t>
      </w:r>
      <w:r w:rsidR="00D3777A" w:rsidRPr="008B2B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профессиональных образов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мы СПО (ОПОП СПО) на базе основного общего образования при подготовке квалифиц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рованных рабочих, служащих и специалистов среднего звена </w:t>
      </w:r>
      <w:r w:rsidRPr="008B2B91">
        <w:rPr>
          <w:rFonts w:ascii="Times New Roman" w:hAnsi="Times New Roman"/>
          <w:iCs/>
          <w:sz w:val="24"/>
          <w:szCs w:val="24"/>
          <w:lang w:eastAsia="ru-RU"/>
        </w:rPr>
        <w:t>Протокол № 3 от 21 июля 2015 г.</w:t>
      </w:r>
    </w:p>
    <w:p w:rsidR="00501ACB" w:rsidRPr="008B2B91" w:rsidRDefault="00501ACB" w:rsidP="00501AC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B9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 к  структуре,  содержанию  и  результатам  освоения  учебной  дисципл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ны «</w:t>
      </w:r>
      <w:r w:rsidR="002B0B98" w:rsidRPr="008B2B91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8B2B9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Рекомендациями по организации получения среднего общего образования в пределах освоения образовательных программ среднего професс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онального образования на базе основного общего образования с учетом требований  фед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ральных  государственных  образовательных  стандартов  и  получаемой профессии  или  специальности  среднего  профессионального  образования  (письмо Департамента гос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8B2B91">
        <w:rPr>
          <w:rFonts w:ascii="Times New Roman" w:eastAsia="Times New Roman" w:hAnsi="Times New Roman"/>
          <w:sz w:val="24"/>
          <w:szCs w:val="24"/>
          <w:lang w:eastAsia="ru-RU"/>
        </w:rPr>
        <w:t>дарственной политики в сфере подготовки рабочих кадров и ДПО Минобрнауки России от 17.03.2015 № 06-259).</w:t>
      </w:r>
    </w:p>
    <w:p w:rsidR="00501ACB" w:rsidRPr="008B2B91" w:rsidRDefault="00501ACB" w:rsidP="00501AC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3580" w:rsidRPr="00253580" w:rsidRDefault="00C3397A" w:rsidP="0025358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253580" w:rsidRPr="00253580"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Специальность: </w:t>
      </w:r>
      <w:r w:rsidR="00253580" w:rsidRPr="00253580">
        <w:rPr>
          <w:rFonts w:ascii="Times New Roman" w:eastAsia="Times New Roman" w:hAnsi="Times New Roman"/>
          <w:b/>
          <w:sz w:val="24"/>
          <w:szCs w:val="24"/>
          <w:lang w:eastAsia="ru-RU"/>
        </w:rPr>
        <w:t>15.02.08 Технология машиностроения</w:t>
      </w:r>
    </w:p>
    <w:p w:rsidR="00B957BD" w:rsidRPr="008B2B91" w:rsidRDefault="00B957BD" w:rsidP="0022586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35EF" w:rsidRPr="008B2B91" w:rsidRDefault="008A35EF" w:rsidP="00B957BD">
      <w:pPr>
        <w:widowControl w:val="0"/>
        <w:autoSpaceDE w:val="0"/>
        <w:autoSpaceDN w:val="0"/>
        <w:adjustRightInd w:val="0"/>
        <w:spacing w:line="240" w:lineRule="auto"/>
        <w:ind w:left="360" w:firstLine="349"/>
        <w:jc w:val="lef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E3791" w:rsidRPr="00253580" w:rsidRDefault="00BE3791" w:rsidP="00BE3791">
      <w:pPr>
        <w:rPr>
          <w:rFonts w:ascii="Times New Roman" w:eastAsiaTheme="minorEastAsia" w:hAnsi="Times New Roman"/>
          <w:bCs/>
          <w:spacing w:val="-1"/>
          <w:sz w:val="24"/>
          <w:szCs w:val="24"/>
        </w:rPr>
      </w:pPr>
      <w:r w:rsidRPr="00253580">
        <w:rPr>
          <w:rFonts w:ascii="Times New Roman" w:hAnsi="Times New Roman"/>
          <w:b/>
          <w:bCs/>
          <w:spacing w:val="-6"/>
          <w:sz w:val="24"/>
          <w:szCs w:val="24"/>
        </w:rPr>
        <w:t>1.2.</w:t>
      </w:r>
      <w:r w:rsidR="00174036" w:rsidRPr="00253580">
        <w:rPr>
          <w:rFonts w:ascii="Times New Roman" w:hAnsi="Times New Roman"/>
          <w:bCs/>
          <w:spacing w:val="-6"/>
          <w:sz w:val="24"/>
          <w:szCs w:val="24"/>
        </w:rPr>
        <w:t xml:space="preserve">   </w:t>
      </w:r>
      <w:r w:rsidRPr="00253580">
        <w:rPr>
          <w:rFonts w:ascii="Times New Roman" w:eastAsiaTheme="minorEastAsia" w:hAnsi="Times New Roman"/>
          <w:b/>
          <w:bCs/>
          <w:spacing w:val="-1"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BE3791" w:rsidRPr="008B2B91" w:rsidRDefault="00BE3791" w:rsidP="00BE3791">
      <w:pPr>
        <w:widowControl w:val="0"/>
        <w:shd w:val="clear" w:color="auto" w:fill="FFFFFF"/>
        <w:autoSpaceDE w:val="0"/>
        <w:autoSpaceDN w:val="0"/>
        <w:adjustRightInd w:val="0"/>
        <w:spacing w:line="256" w:lineRule="exact"/>
        <w:ind w:firstLine="567"/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</w:pPr>
      <w:r w:rsidRPr="008B2B91"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  <w:t>Учебная дисциплина «Литература» является</w:t>
      </w:r>
      <w:r w:rsidR="00E97DA2"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  <w:t xml:space="preserve"> общеобразовательным </w:t>
      </w:r>
      <w:r w:rsidRPr="008B2B91"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  <w:t>учебным  пре</w:t>
      </w:r>
      <w:r w:rsidRPr="008B2B91"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  <w:t>д</w:t>
      </w:r>
      <w:r w:rsidRPr="008B2B91">
        <w:rPr>
          <w:rFonts w:ascii="Times New Roman" w:eastAsiaTheme="minorEastAsia" w:hAnsi="Times New Roman"/>
          <w:bCs/>
          <w:i/>
          <w:spacing w:val="-1"/>
          <w:sz w:val="24"/>
          <w:szCs w:val="24"/>
          <w:lang w:eastAsia="ru-RU"/>
        </w:rPr>
        <w:t>метом  обязательной предметной области «Русский язык и литература» ФГОС среднего общего образования.</w:t>
      </w:r>
    </w:p>
    <w:p w:rsidR="00BE3791" w:rsidRPr="008B2B91" w:rsidRDefault="00B91A18" w:rsidP="00BE379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pacing w:val="-1"/>
          <w:sz w:val="24"/>
          <w:szCs w:val="24"/>
          <w:lang w:eastAsia="ru-RU"/>
        </w:rPr>
        <w:t xml:space="preserve">        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 xml:space="preserve"> Учебная дисциплина «</w:t>
      </w:r>
      <w:r w:rsidR="008B6321" w:rsidRPr="008B2B91">
        <w:rPr>
          <w:rFonts w:ascii="Times New Roman" w:hAnsi="Times New Roman"/>
          <w:sz w:val="24"/>
          <w:szCs w:val="24"/>
          <w:lang w:eastAsia="ru-RU"/>
        </w:rPr>
        <w:t>Литература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>» изучается в общеобразовательном цикле учебн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>о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>го плана ГБПОУ Уфимский политехнический колледж на базе основного общего образ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>о</w:t>
      </w:r>
      <w:r w:rsidR="00BE3791" w:rsidRPr="008B2B91">
        <w:rPr>
          <w:rFonts w:ascii="Times New Roman" w:hAnsi="Times New Roman"/>
          <w:sz w:val="24"/>
          <w:szCs w:val="24"/>
          <w:lang w:eastAsia="ru-RU"/>
        </w:rPr>
        <w:t>вания с получением среднего общего образования (ППССЗ).</w:t>
      </w:r>
    </w:p>
    <w:p w:rsidR="00BE3791" w:rsidRPr="008B2B91" w:rsidRDefault="00073E91" w:rsidP="00BE37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</w:t>
      </w:r>
    </w:p>
    <w:p w:rsidR="00D3777A" w:rsidRPr="00073E91" w:rsidRDefault="00D3777A" w:rsidP="00073E91">
      <w:pPr>
        <w:pStyle w:val="a8"/>
        <w:numPr>
          <w:ilvl w:val="1"/>
          <w:numId w:val="15"/>
        </w:numPr>
        <w:shd w:val="clear" w:color="auto" w:fill="FFFFFF"/>
        <w:spacing w:before="240" w:line="256" w:lineRule="exact"/>
        <w:rPr>
          <w:rFonts w:eastAsiaTheme="minorEastAsia"/>
          <w:bCs/>
          <w:spacing w:val="-1"/>
          <w:sz w:val="24"/>
          <w:szCs w:val="24"/>
        </w:rPr>
      </w:pPr>
      <w:r w:rsidRPr="00073E9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DCD6BB2" wp14:editId="1CA9503A">
                <wp:simplePos x="0" y="0"/>
                <wp:positionH relativeFrom="margin">
                  <wp:posOffset>9605645</wp:posOffset>
                </wp:positionH>
                <wp:positionV relativeFrom="paragraph">
                  <wp:posOffset>3490595</wp:posOffset>
                </wp:positionV>
                <wp:extent cx="0" cy="2990215"/>
                <wp:effectExtent l="13970" t="13970" r="5080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0215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B2871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56.35pt,274.85pt" to="756.35pt,5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" o:allowincell="f" strokeweight=".35pt">
                <w10:wrap anchorx="margin"/>
              </v:line>
            </w:pict>
          </mc:Fallback>
        </mc:AlternateContent>
      </w:r>
      <w:r w:rsidR="00073E91">
        <w:rPr>
          <w:b/>
          <w:bCs/>
          <w:spacing w:val="-10"/>
          <w:sz w:val="24"/>
          <w:szCs w:val="24"/>
        </w:rPr>
        <w:t xml:space="preserve">   </w:t>
      </w:r>
      <w:r w:rsidRPr="00073E91">
        <w:rPr>
          <w:b/>
          <w:bCs/>
          <w:spacing w:val="-10"/>
          <w:sz w:val="24"/>
          <w:szCs w:val="24"/>
        </w:rPr>
        <w:t xml:space="preserve">Цели и задачи дисциплины - требования к результатам </w:t>
      </w:r>
      <w:r w:rsidRPr="00073E91">
        <w:rPr>
          <w:b/>
          <w:bCs/>
          <w:sz w:val="24"/>
          <w:szCs w:val="24"/>
        </w:rPr>
        <w:t>освоения дисциплины.</w:t>
      </w:r>
    </w:p>
    <w:p w:rsidR="007F715D" w:rsidRPr="005F0113" w:rsidRDefault="007F715D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sz w:val="24"/>
          <w:szCs w:val="24"/>
        </w:rPr>
      </w:pPr>
      <w:r w:rsidRPr="005F0113">
        <w:rPr>
          <w:rFonts w:ascii="Times New Roman" w:eastAsiaTheme="minorHAnsi" w:hAnsi="Times New Roman"/>
          <w:sz w:val="24"/>
          <w:szCs w:val="24"/>
        </w:rPr>
        <w:t xml:space="preserve">Освоение содержания учебной дисциплины «Литература» обеспечивает достижение </w:t>
      </w:r>
      <w:r>
        <w:rPr>
          <w:rFonts w:ascii="Times New Roman" w:eastAsiaTheme="minorHAnsi" w:hAnsi="Times New Roman"/>
          <w:sz w:val="24"/>
          <w:szCs w:val="24"/>
        </w:rPr>
        <w:t>об</w:t>
      </w:r>
      <w:r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чающимися </w:t>
      </w:r>
      <w:r w:rsidRPr="005F0113">
        <w:rPr>
          <w:rFonts w:ascii="Times New Roman" w:eastAsiaTheme="minorHAnsi" w:hAnsi="Times New Roman"/>
          <w:sz w:val="24"/>
          <w:szCs w:val="24"/>
        </w:rPr>
        <w:t xml:space="preserve">следующих </w:t>
      </w:r>
      <w:r w:rsidRPr="005F0113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результатов:</w:t>
      </w:r>
    </w:p>
    <w:p w:rsidR="007F715D" w:rsidRPr="00CA1786" w:rsidRDefault="007F715D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b/>
          <w:bCs/>
          <w:sz w:val="24"/>
          <w:szCs w:val="24"/>
        </w:rPr>
      </w:pPr>
      <w:r w:rsidRPr="005F0113">
        <w:rPr>
          <w:rFonts w:ascii="Times New Roman" w:eastAsiaTheme="minorHAnsi" w:hAnsi="Times New Roman"/>
          <w:sz w:val="24"/>
          <w:szCs w:val="24"/>
        </w:rPr>
        <w:t xml:space="preserve">• </w:t>
      </w:r>
      <w:r w:rsidRPr="00CA1786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личностных</w:t>
      </w:r>
      <w:r w:rsidRPr="00CA1786">
        <w:rPr>
          <w:rFonts w:ascii="Times New Roman" w:eastAsiaTheme="minorHAnsi" w:hAnsi="Times New Roman"/>
          <w:b/>
          <w:bCs/>
          <w:sz w:val="24"/>
          <w:szCs w:val="24"/>
        </w:rPr>
        <w:t>: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щее многонационального народа России, уважение государственных символов (герб, флаг, гимн);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рядок, обладающего чувством собственного достоинства, осознанно принимающего тр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диционные национальные и общечеловеческие гуманистические и демократические це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ности;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готовность к служению Отечеству, его защите;</w:t>
      </w:r>
    </w:p>
    <w:p w:rsidR="00F1652D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основ саморазвития и самовоспитания в соответствии с общечелов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ческими ценностями и идеалами гражданского общества; готовность и способность к с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мостоятельной, творческой и ответственной деятельности;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навыки сотрудничества со сверстниками, детьми младшего возраста, взрослыми в обр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зовательной, общественно полезной, учебно-исследовательской, проектной и других в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дах деятельности;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нравственное сознание и поведение на основе усвоения общечеловеческих ценностей;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ной профессиональной и общественной деятельности;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чества, спорта, общественных отношений;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стью, неприятие вредных привычек: курения, употребления алкоголя, наркотиков;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осознанный выбор будущей профессии и возможностей реализации собственных жи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>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107D7" w:rsidRPr="00CA1786" w:rsidRDefault="00F1652D" w:rsidP="006107D7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107D7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ответственное отношение к созданию семьи на основе осознанного принятия ценностей семейной жизни.</w:t>
      </w:r>
    </w:p>
    <w:p w:rsidR="006107D7" w:rsidRPr="00CA1786" w:rsidRDefault="006107D7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7F715D" w:rsidRPr="00CA1786" w:rsidRDefault="007F715D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CA1786">
        <w:rPr>
          <w:rFonts w:ascii="Times New Roman" w:eastAsiaTheme="minorHAnsi" w:hAnsi="Times New Roman"/>
          <w:sz w:val="24"/>
          <w:szCs w:val="24"/>
        </w:rPr>
        <w:t xml:space="preserve">• </w:t>
      </w:r>
      <w:r w:rsidRPr="00CA1786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метапредметных: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1652D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сти, учитывать позиции других участников деятельности, эффективно разрешать ко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фликты;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ности, владение навыками получения необходимой информации из словарей разных т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использовать средства информационных и коммуникационных технологий (д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лее - ИКТ) в решении когнитивных, коммуникативных и организационных задач с собл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дением требований эргономики, техники безопасности, гигиены, ресурсосбережения, пр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вовых и этических норм, норм информационной безопасности;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 институтов;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>ведения, с учетом гражданских и нравственных ценностей;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4F01A8" w:rsidRPr="00CA1786" w:rsidRDefault="00F1652D" w:rsidP="004F01A8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F01A8" w:rsidRPr="00CA1786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F715D" w:rsidRDefault="007F715D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b/>
          <w:bCs/>
          <w:sz w:val="24"/>
          <w:szCs w:val="24"/>
        </w:rPr>
      </w:pPr>
      <w:r w:rsidRPr="005F0113">
        <w:rPr>
          <w:rFonts w:ascii="Times New Roman" w:eastAsiaTheme="minorHAnsi" w:hAnsi="Times New Roman"/>
          <w:sz w:val="24"/>
          <w:szCs w:val="24"/>
        </w:rPr>
        <w:t xml:space="preserve">• </w:t>
      </w:r>
      <w:r w:rsidRPr="005F0113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предметных</w:t>
      </w:r>
      <w:r w:rsidRPr="005F0113">
        <w:rPr>
          <w:rFonts w:ascii="Times New Roman" w:eastAsiaTheme="minorHAnsi" w:hAnsi="Times New Roman"/>
          <w:b/>
          <w:bCs/>
          <w:sz w:val="24"/>
          <w:szCs w:val="24"/>
        </w:rPr>
        <w:t>:</w:t>
      </w:r>
    </w:p>
    <w:p w:rsidR="00756EBF" w:rsidRPr="009E09C9" w:rsidRDefault="00756EBF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-знание содержания произведений русской и мировой классической литературы, их ист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рико-культурного и нравственно-ценностного влияния на формирование национальной и мировой;</w:t>
      </w: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представлений об изобразительно-выразительных возможностях ру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ского языка;</w:t>
      </w: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-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ваниях;</w:t>
      </w: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ном произведении, в единстве эмоционального личностного восприятия и интеллектуал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>ного понимания;</w:t>
      </w:r>
    </w:p>
    <w:p w:rsidR="00756EBF" w:rsidRPr="009E09C9" w:rsidRDefault="00756EBF" w:rsidP="00756EBF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9C9"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сформированность представлений о системе стилей </w:t>
      </w:r>
      <w:r w:rsidR="009E09C9" w:rsidRPr="009E09C9">
        <w:rPr>
          <w:rFonts w:ascii="Times New Roman" w:eastAsia="Times New Roman" w:hAnsi="Times New Roman"/>
          <w:sz w:val="24"/>
          <w:szCs w:val="24"/>
          <w:lang w:eastAsia="ru-RU"/>
        </w:rPr>
        <w:t>языка художественной литературы.</w:t>
      </w:r>
    </w:p>
    <w:p w:rsidR="007F715D" w:rsidRPr="005F0113" w:rsidRDefault="007F715D" w:rsidP="007F715D">
      <w:pPr>
        <w:tabs>
          <w:tab w:val="left" w:pos="8080"/>
          <w:tab w:val="left" w:pos="8222"/>
          <w:tab w:val="left" w:pos="8364"/>
          <w:tab w:val="left" w:pos="8647"/>
          <w:tab w:val="left" w:pos="9214"/>
        </w:tabs>
        <w:autoSpaceDE w:val="0"/>
        <w:autoSpaceDN w:val="0"/>
        <w:adjustRightInd w:val="0"/>
        <w:spacing w:line="240" w:lineRule="auto"/>
        <w:ind w:right="-1"/>
        <w:rPr>
          <w:rFonts w:ascii="Times New Roman" w:eastAsiaTheme="minorHAnsi" w:hAnsi="Times New Roman"/>
          <w:sz w:val="24"/>
          <w:szCs w:val="24"/>
        </w:rPr>
      </w:pPr>
    </w:p>
    <w:p w:rsidR="007F715D" w:rsidRPr="007F715D" w:rsidRDefault="007F715D" w:rsidP="007F715D">
      <w:pPr>
        <w:shd w:val="clear" w:color="auto" w:fill="FFFFFF"/>
        <w:spacing w:before="120" w:line="256" w:lineRule="exact"/>
        <w:rPr>
          <w:rFonts w:ascii="Times New Roman" w:eastAsiaTheme="minorEastAsia" w:hAnsi="Times New Roman"/>
          <w:bCs/>
          <w:spacing w:val="-1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="00EF35C1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      </w:t>
      </w:r>
      <w:r w:rsidRPr="007F715D">
        <w:rPr>
          <w:rFonts w:ascii="Times New Roman" w:eastAsiaTheme="minorEastAsia" w:hAnsi="Times New Roman"/>
          <w:b/>
          <w:sz w:val="24"/>
          <w:szCs w:val="24"/>
          <w:lang w:eastAsia="ru-RU"/>
        </w:rPr>
        <w:t>В результате изучения общеобразовательного цикла обучающийся по базовым дисциплинам должен обладать общими компетенциями и/или дополнительными общими компетенциями (при наличии вариативной части), включающими в себя способности: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before="120" w:line="256" w:lineRule="exact"/>
        <w:rPr>
          <w:rFonts w:ascii="Times New Roman" w:eastAsiaTheme="minorEastAsia" w:hAnsi="Times New Roman"/>
          <w:bCs/>
          <w:spacing w:val="-1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   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ОК 1. Понимать сущность и социальную значимость своей будущей профессии,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проя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лять 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к ней устойчивый интерес.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ОК 3. Принимать решения в стандартных и нестандартных ситуациях и нести за них о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ветственность.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ОК 4. Осуществлять поиск и использование информации, необходимой       для эффе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к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тивного выполнения профессиональных задач, профессионального и личностного разв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тия.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ОК 5. Использовать информационно-коммуникационные технологии в профессиональной деятельности.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ОК 6. Работать в коллективе и команде, эффективно общаться с коллегами,  </w:t>
      </w:r>
      <w:r w:rsidR="00E155DF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руково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д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ством, потребителями.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ОК 7. Брать на себя ответственность за работу членов команды (подчиненных), результат выполнения заданий.</w:t>
      </w:r>
    </w:p>
    <w:p w:rsidR="007F715D" w:rsidRPr="007F715D" w:rsidRDefault="007F715D" w:rsidP="007F715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 xml:space="preserve"> 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F715D" w:rsidRPr="008B2B91" w:rsidRDefault="007F715D" w:rsidP="008B2B9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ОК 9. Ориентироваться в условиях частой смены технологий в профессиональной де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я</w:t>
      </w:r>
      <w:r w:rsidRPr="007F715D">
        <w:rPr>
          <w:rFonts w:ascii="Times New Roman" w:eastAsiaTheme="minorEastAsia" w:hAnsi="Times New Roman"/>
          <w:sz w:val="24"/>
          <w:szCs w:val="24"/>
          <w:lang w:eastAsia="ru-RU"/>
        </w:rPr>
        <w:t>тельности.</w:t>
      </w:r>
    </w:p>
    <w:p w:rsidR="006920D8" w:rsidRPr="008A35EF" w:rsidRDefault="006920D8" w:rsidP="006920D8">
      <w:pPr>
        <w:shd w:val="clear" w:color="auto" w:fill="FFFFFF"/>
        <w:spacing w:line="240" w:lineRule="auto"/>
        <w:ind w:firstLine="488"/>
        <w:rPr>
          <w:rFonts w:ascii="Times New Roman" w:hAnsi="Times New Roman"/>
          <w:sz w:val="24"/>
          <w:szCs w:val="24"/>
        </w:rPr>
      </w:pPr>
    </w:p>
    <w:p w:rsidR="008B2B91" w:rsidRPr="008B2B91" w:rsidRDefault="006920D8" w:rsidP="00826103">
      <w:pPr>
        <w:pStyle w:val="a8"/>
        <w:numPr>
          <w:ilvl w:val="1"/>
          <w:numId w:val="10"/>
        </w:numPr>
        <w:rPr>
          <w:sz w:val="24"/>
          <w:szCs w:val="24"/>
        </w:rPr>
      </w:pPr>
      <w:r w:rsidRPr="008B2B91">
        <w:rPr>
          <w:b/>
          <w:bCs/>
          <w:spacing w:val="-8"/>
          <w:sz w:val="24"/>
          <w:szCs w:val="24"/>
        </w:rPr>
        <w:t>Рекомендуемое количество часов на освоение про</w:t>
      </w:r>
      <w:r w:rsidRPr="008B2B91">
        <w:rPr>
          <w:b/>
          <w:bCs/>
          <w:spacing w:val="-8"/>
          <w:sz w:val="24"/>
          <w:szCs w:val="24"/>
        </w:rPr>
        <w:softHyphen/>
      </w:r>
      <w:r w:rsidRPr="008B2B91">
        <w:rPr>
          <w:b/>
          <w:bCs/>
          <w:sz w:val="24"/>
          <w:szCs w:val="24"/>
        </w:rPr>
        <w:t>граммы дисциплины</w:t>
      </w:r>
      <w:r w:rsidRPr="00826103">
        <w:rPr>
          <w:bCs/>
          <w:sz w:val="24"/>
          <w:szCs w:val="24"/>
        </w:rPr>
        <w:t>:</w:t>
      </w:r>
    </w:p>
    <w:p w:rsidR="006920D8" w:rsidRPr="00826103" w:rsidRDefault="002E44A3" w:rsidP="008B2B91">
      <w:pPr>
        <w:pStyle w:val="a8"/>
        <w:ind w:left="360"/>
        <w:rPr>
          <w:sz w:val="24"/>
          <w:szCs w:val="24"/>
        </w:rPr>
      </w:pPr>
      <w:r w:rsidRPr="00826103">
        <w:rPr>
          <w:bCs/>
          <w:sz w:val="24"/>
          <w:szCs w:val="24"/>
        </w:rPr>
        <w:t xml:space="preserve"> максимальной учебной нагрузки обучающегося 175 часов,</w:t>
      </w:r>
      <w:r w:rsidR="00F83790" w:rsidRPr="00826103">
        <w:rPr>
          <w:bCs/>
          <w:sz w:val="24"/>
          <w:szCs w:val="24"/>
        </w:rPr>
        <w:t xml:space="preserve"> из них</w:t>
      </w:r>
      <w:r w:rsidR="00DC619B" w:rsidRPr="00826103">
        <w:rPr>
          <w:bCs/>
          <w:sz w:val="24"/>
          <w:szCs w:val="24"/>
        </w:rPr>
        <w:t xml:space="preserve"> </w:t>
      </w:r>
      <w:r w:rsidR="006920D8" w:rsidRPr="00826103">
        <w:rPr>
          <w:spacing w:val="-6"/>
          <w:sz w:val="24"/>
          <w:szCs w:val="24"/>
        </w:rPr>
        <w:t>обязательной ауд</w:t>
      </w:r>
      <w:r w:rsidR="006920D8" w:rsidRPr="00826103">
        <w:rPr>
          <w:spacing w:val="-6"/>
          <w:sz w:val="24"/>
          <w:szCs w:val="24"/>
        </w:rPr>
        <w:t>и</w:t>
      </w:r>
      <w:r w:rsidR="006920D8" w:rsidRPr="00826103">
        <w:rPr>
          <w:spacing w:val="-6"/>
          <w:sz w:val="24"/>
          <w:szCs w:val="24"/>
        </w:rPr>
        <w:t xml:space="preserve">торной учебной нагрузки обучающегося </w:t>
      </w:r>
      <w:r w:rsidR="006920D8" w:rsidRPr="00826103">
        <w:rPr>
          <w:sz w:val="24"/>
          <w:szCs w:val="24"/>
        </w:rPr>
        <w:t>1</w:t>
      </w:r>
      <w:r w:rsidR="00EF2585" w:rsidRPr="00826103">
        <w:rPr>
          <w:sz w:val="24"/>
          <w:szCs w:val="24"/>
        </w:rPr>
        <w:t>17</w:t>
      </w:r>
      <w:r w:rsidR="006920D8" w:rsidRPr="00826103">
        <w:rPr>
          <w:sz w:val="24"/>
          <w:szCs w:val="24"/>
        </w:rPr>
        <w:t xml:space="preserve"> часов;</w:t>
      </w:r>
      <w:r w:rsidR="00E26F08" w:rsidRPr="00826103">
        <w:rPr>
          <w:sz w:val="24"/>
          <w:szCs w:val="24"/>
        </w:rPr>
        <w:t xml:space="preserve"> внеаудиторной</w:t>
      </w:r>
      <w:r w:rsidR="006920D8" w:rsidRPr="00826103">
        <w:rPr>
          <w:sz w:val="24"/>
          <w:szCs w:val="24"/>
        </w:rPr>
        <w:t xml:space="preserve"> </w:t>
      </w:r>
      <w:r w:rsidR="006920D8" w:rsidRPr="00826103">
        <w:rPr>
          <w:spacing w:val="-11"/>
          <w:sz w:val="24"/>
          <w:szCs w:val="24"/>
        </w:rPr>
        <w:t>самост</w:t>
      </w:r>
      <w:r w:rsidR="00EF2585" w:rsidRPr="00826103">
        <w:rPr>
          <w:spacing w:val="-11"/>
          <w:sz w:val="24"/>
          <w:szCs w:val="24"/>
        </w:rPr>
        <w:t>оятельной раб</w:t>
      </w:r>
      <w:r w:rsidR="00EF2585" w:rsidRPr="00826103">
        <w:rPr>
          <w:spacing w:val="-11"/>
          <w:sz w:val="24"/>
          <w:szCs w:val="24"/>
        </w:rPr>
        <w:t>о</w:t>
      </w:r>
      <w:r w:rsidR="00EF2585" w:rsidRPr="00826103">
        <w:rPr>
          <w:spacing w:val="-11"/>
          <w:sz w:val="24"/>
          <w:szCs w:val="24"/>
        </w:rPr>
        <w:t>ты обучающегося 58</w:t>
      </w:r>
      <w:r w:rsidR="00F83790" w:rsidRPr="00826103">
        <w:rPr>
          <w:spacing w:val="-11"/>
          <w:sz w:val="24"/>
          <w:szCs w:val="24"/>
        </w:rPr>
        <w:t xml:space="preserve"> часов.</w:t>
      </w:r>
    </w:p>
    <w:p w:rsidR="00211504" w:rsidRPr="000B7295" w:rsidRDefault="00A63A2B" w:rsidP="00D61D80">
      <w:pPr>
        <w:pStyle w:val="1"/>
        <w:rPr>
          <w:rFonts w:ascii="Times New Roman" w:hAnsi="Times New Roman"/>
          <w:sz w:val="28"/>
          <w:szCs w:val="28"/>
        </w:rPr>
      </w:pPr>
      <w:r w:rsidRPr="008A35EF">
        <w:rPr>
          <w:b w:val="0"/>
        </w:rPr>
        <w:br w:type="page"/>
      </w:r>
      <w:bookmarkStart w:id="4" w:name="_Toc334480751"/>
      <w:r w:rsidR="00D61D80" w:rsidRPr="000B7295">
        <w:rPr>
          <w:rFonts w:ascii="Times New Roman" w:hAnsi="Times New Roman"/>
          <w:sz w:val="28"/>
          <w:szCs w:val="28"/>
        </w:rPr>
        <w:lastRenderedPageBreak/>
        <w:t>2.</w:t>
      </w:r>
      <w:r w:rsidR="00211504" w:rsidRPr="000B7295">
        <w:rPr>
          <w:rFonts w:ascii="Times New Roman" w:hAnsi="Times New Roman"/>
          <w:sz w:val="28"/>
          <w:szCs w:val="28"/>
        </w:rPr>
        <w:t>СТРУКТУРА И СОДЕРЖАНИЕ УЧЕБНОЙ ДИСЦИ</w:t>
      </w:r>
      <w:r w:rsidR="00211504" w:rsidRPr="000B7295">
        <w:rPr>
          <w:rFonts w:ascii="Times New Roman" w:hAnsi="Times New Roman"/>
          <w:sz w:val="28"/>
          <w:szCs w:val="28"/>
        </w:rPr>
        <w:softHyphen/>
        <w:t>ПЛИНЫ</w:t>
      </w:r>
      <w:bookmarkEnd w:id="4"/>
    </w:p>
    <w:p w:rsidR="00211504" w:rsidRPr="000B7295" w:rsidRDefault="00211504" w:rsidP="00211504">
      <w:pPr>
        <w:shd w:val="clear" w:color="auto" w:fill="FFFFFF"/>
        <w:ind w:left="896"/>
        <w:rPr>
          <w:rFonts w:ascii="Times New Roman" w:eastAsia="Times New Roman" w:hAnsi="Times New Roman"/>
          <w:b/>
          <w:bCs/>
          <w:spacing w:val="-13"/>
          <w:sz w:val="24"/>
          <w:szCs w:val="24"/>
        </w:rPr>
      </w:pPr>
      <w:r w:rsidRPr="000B7295">
        <w:rPr>
          <w:rFonts w:ascii="Times New Roman" w:hAnsi="Times New Roman"/>
          <w:b/>
          <w:bCs/>
          <w:spacing w:val="-13"/>
          <w:sz w:val="24"/>
          <w:szCs w:val="24"/>
        </w:rPr>
        <w:t xml:space="preserve">2.1. </w:t>
      </w:r>
      <w:r w:rsidRPr="000B7295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>Объем учебной дисциплины и виды учебной работы</w:t>
      </w:r>
    </w:p>
    <w:p w:rsidR="00DB3092" w:rsidRPr="008A35EF" w:rsidRDefault="00DB3092" w:rsidP="00211504">
      <w:pPr>
        <w:shd w:val="clear" w:color="auto" w:fill="FFFFFF"/>
        <w:ind w:left="896"/>
        <w:rPr>
          <w:sz w:val="24"/>
          <w:szCs w:val="24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1417"/>
      </w:tblGrid>
      <w:tr w:rsidR="00211504" w:rsidRPr="008A35EF" w:rsidTr="00211504">
        <w:trPr>
          <w:trHeight w:hRule="exact" w:val="46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211504" w:rsidP="00266F78">
            <w:pPr>
              <w:shd w:val="clear" w:color="auto" w:fill="FFFFFF"/>
              <w:ind w:left="1897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211504" w:rsidP="00DB3092">
            <w:pPr>
              <w:shd w:val="clear" w:color="auto" w:fill="FFFFFF"/>
              <w:spacing w:line="220" w:lineRule="exact"/>
              <w:ind w:left="40" w:right="47"/>
              <w:jc w:val="center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4"/>
                <w:sz w:val="24"/>
                <w:szCs w:val="24"/>
              </w:rPr>
              <w:t xml:space="preserve">Количество 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0471EF" w:rsidRPr="008A35EF" w:rsidTr="00211504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EF" w:rsidRPr="008A35EF" w:rsidRDefault="000471EF" w:rsidP="00266F78">
            <w:pPr>
              <w:shd w:val="clear" w:color="auto" w:fill="FFFFFF"/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EF" w:rsidRPr="008A35EF" w:rsidRDefault="000471EF" w:rsidP="00266F78">
            <w:pPr>
              <w:shd w:val="clear" w:color="auto" w:fill="FFFFFF"/>
              <w:ind w:left="598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175</w:t>
            </w:r>
          </w:p>
        </w:tc>
      </w:tr>
      <w:tr w:rsidR="00211504" w:rsidRPr="008A35EF" w:rsidTr="00211504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211504" w:rsidP="00266F78">
            <w:pPr>
              <w:shd w:val="clear" w:color="auto" w:fill="FFFFFF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EF2585" w:rsidP="00266F78">
            <w:pPr>
              <w:shd w:val="clear" w:color="auto" w:fill="FFFFFF"/>
              <w:ind w:left="598"/>
              <w:rPr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  <w:tr w:rsidR="00211504" w:rsidRPr="008A35EF" w:rsidTr="00211504">
        <w:trPr>
          <w:trHeight w:hRule="exact" w:val="26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E86DC3" w:rsidP="00E86DC3">
            <w:pPr>
              <w:shd w:val="clear" w:color="auto" w:fill="FFFFFF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Внеаудиторная с</w:t>
            </w:r>
            <w:r w:rsidR="00211504"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амостоятельная работа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EF2585" w:rsidP="00266F78">
            <w:pPr>
              <w:shd w:val="clear" w:color="auto" w:fill="FFFFFF"/>
              <w:ind w:left="648"/>
              <w:rPr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</w:tr>
      <w:tr w:rsidR="00211504" w:rsidRPr="008A35EF" w:rsidTr="00211504">
        <w:trPr>
          <w:trHeight w:hRule="exact" w:val="281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1504" w:rsidRPr="008A35EF" w:rsidRDefault="009613AC" w:rsidP="00266F78">
            <w:pPr>
              <w:shd w:val="clear" w:color="auto" w:fill="FFFFFF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>Промежуточная</w:t>
            </w:r>
            <w:r w:rsidR="00E86DC3"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аттестация  </w:t>
            </w:r>
            <w:r w:rsidR="00211504"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в форме дифференцированного зачета</w:t>
            </w:r>
          </w:p>
        </w:tc>
      </w:tr>
    </w:tbl>
    <w:p w:rsidR="007A2FDF" w:rsidRPr="008A35EF" w:rsidRDefault="007A2FDF" w:rsidP="007A2FDF">
      <w:pPr>
        <w:pStyle w:val="ad"/>
        <w:rPr>
          <w:sz w:val="26"/>
          <w:szCs w:val="26"/>
        </w:rPr>
      </w:pPr>
    </w:p>
    <w:p w:rsidR="007A2FDF" w:rsidRPr="000B7295" w:rsidRDefault="000B7295" w:rsidP="007A2FDF">
      <w:pPr>
        <w:pStyle w:val="a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826103" w:rsidRPr="000B7295">
        <w:rPr>
          <w:b/>
          <w:sz w:val="28"/>
          <w:szCs w:val="28"/>
        </w:rPr>
        <w:t>Т</w:t>
      </w:r>
      <w:r w:rsidR="007A2FDF" w:rsidRPr="000B7295">
        <w:rPr>
          <w:b/>
          <w:sz w:val="28"/>
          <w:szCs w:val="28"/>
        </w:rPr>
        <w:t>ематический план и содержание учебной дисциплины</w:t>
      </w:r>
    </w:p>
    <w:p w:rsidR="007A2FDF" w:rsidRPr="008A35EF" w:rsidRDefault="007A2FDF" w:rsidP="007A2FDF">
      <w:pPr>
        <w:pStyle w:val="ad"/>
        <w:jc w:val="center"/>
        <w:rPr>
          <w:sz w:val="26"/>
          <w:szCs w:val="26"/>
        </w:rPr>
      </w:pPr>
    </w:p>
    <w:p w:rsidR="007A2FDF" w:rsidRPr="008A35EF" w:rsidRDefault="007A2FDF" w:rsidP="007A2FDF">
      <w:pPr>
        <w:pStyle w:val="ad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2"/>
        <w:gridCol w:w="2319"/>
      </w:tblGrid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Вид учебной работы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Количество часов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Аудиторные занятия. Содержание обучения.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left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Введение.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  <w:lang w:val="en-US"/>
              </w:rPr>
            </w:pPr>
            <w:r w:rsidRPr="008A35EF">
              <w:rPr>
                <w:sz w:val="26"/>
                <w:szCs w:val="26"/>
                <w:lang w:val="en-US"/>
              </w:rPr>
              <w:t>1</w:t>
            </w:r>
          </w:p>
        </w:tc>
      </w:tr>
      <w:tr w:rsidR="007A2FDF" w:rsidRPr="008A35EF" w:rsidTr="007A2FDF">
        <w:tc>
          <w:tcPr>
            <w:tcW w:w="9571" w:type="dxa"/>
            <w:gridSpan w:val="2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Русская литература </w:t>
            </w:r>
            <w:r w:rsidRPr="008A35EF">
              <w:rPr>
                <w:sz w:val="26"/>
                <w:szCs w:val="26"/>
                <w:lang w:val="en-US"/>
              </w:rPr>
              <w:t xml:space="preserve">XIX </w:t>
            </w:r>
            <w:r w:rsidRPr="008A35EF">
              <w:rPr>
                <w:sz w:val="26"/>
                <w:szCs w:val="26"/>
              </w:rPr>
              <w:t>века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Развитие русской литературы и культуры в первой половине</w:t>
            </w:r>
            <w:r w:rsidR="006762E3" w:rsidRPr="008A35EF">
              <w:rPr>
                <w:sz w:val="26"/>
                <w:szCs w:val="26"/>
              </w:rPr>
              <w:t xml:space="preserve"> </w:t>
            </w:r>
            <w:r w:rsidR="006762E3" w:rsidRPr="008A35EF">
              <w:rPr>
                <w:sz w:val="26"/>
                <w:szCs w:val="26"/>
                <w:lang w:val="en-US"/>
              </w:rPr>
              <w:t>XIX</w:t>
            </w:r>
            <w:r w:rsidR="006762E3" w:rsidRPr="008A35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века</w:t>
            </w:r>
            <w:r w:rsidR="006762E3" w:rsidRPr="008A35EF">
              <w:rPr>
                <w:sz w:val="26"/>
                <w:szCs w:val="26"/>
              </w:rPr>
              <w:t xml:space="preserve"> 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7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русской литературы во второй пол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о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вине XIX века</w:t>
            </w:r>
            <w:r w:rsidRPr="008A35EF">
              <w:rPr>
                <w:sz w:val="26"/>
                <w:szCs w:val="26"/>
              </w:rPr>
              <w:t>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1759AB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42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left"/>
              <w:rPr>
                <w:sz w:val="28"/>
                <w:szCs w:val="28"/>
              </w:rPr>
            </w:pPr>
            <w:r w:rsidRPr="008A35EF">
              <w:rPr>
                <w:bCs/>
                <w:sz w:val="28"/>
                <w:szCs w:val="28"/>
              </w:rPr>
              <w:t>Обзор зарубежной литературы второй половины 19 века.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1759AB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6</w:t>
            </w:r>
          </w:p>
        </w:tc>
      </w:tr>
      <w:tr w:rsidR="007A2FDF" w:rsidRPr="008A35EF" w:rsidTr="007A2FDF">
        <w:tc>
          <w:tcPr>
            <w:tcW w:w="9571" w:type="dxa"/>
            <w:gridSpan w:val="2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Литература </w:t>
            </w:r>
            <w:r w:rsidRPr="008A35EF">
              <w:rPr>
                <w:sz w:val="26"/>
                <w:szCs w:val="26"/>
                <w:lang w:val="en-US"/>
              </w:rPr>
              <w:t>XX</w:t>
            </w:r>
            <w:r w:rsidRPr="008A35EF">
              <w:rPr>
                <w:sz w:val="26"/>
                <w:szCs w:val="26"/>
              </w:rPr>
              <w:t xml:space="preserve"> века</w:t>
            </w:r>
          </w:p>
        </w:tc>
      </w:tr>
      <w:tr w:rsidR="00B05A7D" w:rsidRPr="008A35EF" w:rsidTr="007A2FDF">
        <w:tc>
          <w:tcPr>
            <w:tcW w:w="7252" w:type="dxa"/>
            <w:shd w:val="clear" w:color="auto" w:fill="auto"/>
          </w:tcPr>
          <w:p w:rsidR="00B05A7D" w:rsidRPr="008A35EF" w:rsidRDefault="00B05A7D" w:rsidP="007A2FD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Особенности развития литературы и других видов иску</w:t>
            </w:r>
            <w:r w:rsidRPr="008A35E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с</w:t>
            </w:r>
            <w:r w:rsidRPr="008A35E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ства в начале 20 века.</w:t>
            </w:r>
          </w:p>
        </w:tc>
        <w:tc>
          <w:tcPr>
            <w:tcW w:w="2319" w:type="dxa"/>
            <w:shd w:val="clear" w:color="auto" w:fill="auto"/>
          </w:tcPr>
          <w:p w:rsidR="00B05A7D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4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z w:val="28"/>
                <w:szCs w:val="28"/>
              </w:rPr>
              <w:t xml:space="preserve">Русская литература на </w:t>
            </w:r>
            <w:r w:rsidRPr="008A35E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рубеже   ве</w:t>
            </w:r>
            <w:r w:rsidRPr="008A35E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ков. Лите</w:t>
            </w:r>
            <w:r w:rsidRPr="008A35EF">
              <w:rPr>
                <w:rFonts w:ascii="Times New Roman" w:eastAsia="Times New Roman" w:hAnsi="Times New Roman"/>
                <w:sz w:val="28"/>
                <w:szCs w:val="28"/>
              </w:rPr>
              <w:t>ратурный процесс ру</w:t>
            </w:r>
            <w:r w:rsidRPr="008A35EF">
              <w:rPr>
                <w:rFonts w:ascii="Times New Roman" w:eastAsia="Times New Roman" w:hAnsi="Times New Roman"/>
                <w:sz w:val="28"/>
                <w:szCs w:val="28"/>
              </w:rPr>
              <w:softHyphen/>
              <w:t>бежа веков. Новатор</w:t>
            </w:r>
            <w:r w:rsidRPr="008A35EF">
              <w:rPr>
                <w:rFonts w:ascii="Times New Roman" w:eastAsia="Times New Roman" w:hAnsi="Times New Roman"/>
                <w:sz w:val="28"/>
                <w:szCs w:val="28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ство лите</w:t>
            </w:r>
            <w:r w:rsidRPr="008A35EF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softHyphen/>
            </w:r>
            <w:r w:rsidRPr="008A35EF">
              <w:rPr>
                <w:rFonts w:ascii="Times New Roman" w:eastAsia="Times New Roman" w:hAnsi="Times New Roman"/>
                <w:sz w:val="28"/>
                <w:szCs w:val="28"/>
              </w:rPr>
              <w:t>ратуры начала ХХ века.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9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литературы 1920-х годов.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7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литературы 1930 - начала 1940-х годов.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</w:t>
            </w:r>
            <w:r w:rsidR="007A2FDF" w:rsidRPr="008A35EF">
              <w:rPr>
                <w:sz w:val="26"/>
                <w:szCs w:val="26"/>
              </w:rPr>
              <w:t>0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литературы периода Великой Отеч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е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ственной войны и первых послевоенных лет.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литературы 1950-1980-х годов.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B05A7D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21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Русское литературное зарубежье</w:t>
            </w:r>
            <w:r w:rsidR="00D25B7D" w:rsidRPr="008A35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1920-1990-х годов (три во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л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ны эмиграции).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4E06CA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4E06CA" w:rsidRPr="008A35EF" w:rsidTr="007A2FDF">
        <w:tc>
          <w:tcPr>
            <w:tcW w:w="7252" w:type="dxa"/>
            <w:shd w:val="clear" w:color="auto" w:fill="auto"/>
          </w:tcPr>
          <w:p w:rsidR="004E06CA" w:rsidRPr="008A35EF" w:rsidRDefault="004E06CA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Зарубежная литература (обзор).</w:t>
            </w:r>
          </w:p>
        </w:tc>
        <w:tc>
          <w:tcPr>
            <w:tcW w:w="2319" w:type="dxa"/>
            <w:shd w:val="clear" w:color="auto" w:fill="auto"/>
          </w:tcPr>
          <w:p w:rsidR="004E06CA" w:rsidRPr="008A35EF" w:rsidRDefault="004E06CA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Особенности развития литературы конца 1980-2000-х годов.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4E06CA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3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 xml:space="preserve"> Итого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4E06CA" w:rsidP="007A2FDF">
            <w:pPr>
              <w:pStyle w:val="ad"/>
              <w:jc w:val="center"/>
              <w:rPr>
                <w:sz w:val="26"/>
                <w:szCs w:val="26"/>
              </w:rPr>
            </w:pPr>
            <w:r w:rsidRPr="008A35EF">
              <w:rPr>
                <w:sz w:val="26"/>
                <w:szCs w:val="26"/>
              </w:rPr>
              <w:t>117</w:t>
            </w:r>
          </w:p>
        </w:tc>
      </w:tr>
      <w:tr w:rsidR="007A2FDF" w:rsidRPr="008A35EF" w:rsidTr="007A2FDF">
        <w:tc>
          <w:tcPr>
            <w:tcW w:w="9571" w:type="dxa"/>
            <w:gridSpan w:val="2"/>
            <w:shd w:val="clear" w:color="auto" w:fill="auto"/>
          </w:tcPr>
          <w:p w:rsidR="007A2FDF" w:rsidRPr="008A35EF" w:rsidRDefault="007A2FDF" w:rsidP="007A2FDF">
            <w:pPr>
              <w:pStyle w:val="ad"/>
              <w:jc w:val="left"/>
              <w:rPr>
                <w:sz w:val="26"/>
                <w:szCs w:val="26"/>
              </w:rPr>
            </w:pPr>
            <w:r w:rsidRPr="008A35EF">
              <w:rPr>
                <w:bCs/>
                <w:sz w:val="26"/>
                <w:szCs w:val="26"/>
              </w:rPr>
              <w:t xml:space="preserve">Внеаудиторная самостоятельная работа                       </w:t>
            </w:r>
            <w:r w:rsidR="00647955">
              <w:rPr>
                <w:bCs/>
                <w:sz w:val="26"/>
                <w:szCs w:val="26"/>
              </w:rPr>
              <w:t xml:space="preserve">                                  </w:t>
            </w:r>
            <w:r w:rsidR="004E06CA" w:rsidRPr="008A35EF">
              <w:rPr>
                <w:bCs/>
                <w:sz w:val="26"/>
                <w:szCs w:val="26"/>
              </w:rPr>
              <w:t xml:space="preserve"> 58</w:t>
            </w:r>
          </w:p>
        </w:tc>
      </w:tr>
      <w:tr w:rsidR="007A2FDF" w:rsidRPr="008A35EF" w:rsidTr="007A2FDF">
        <w:tc>
          <w:tcPr>
            <w:tcW w:w="7252" w:type="dxa"/>
            <w:shd w:val="clear" w:color="auto" w:fill="auto"/>
          </w:tcPr>
          <w:p w:rsidR="007A2FDF" w:rsidRPr="008A35EF" w:rsidRDefault="007A2FDF" w:rsidP="007A2FD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8A35EF">
              <w:rPr>
                <w:rFonts w:ascii="Times New Roman" w:hAnsi="Times New Roman"/>
                <w:sz w:val="26"/>
                <w:szCs w:val="26"/>
              </w:rPr>
              <w:t>Подготовка рефератов, сообщений, творческих заданий, инд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и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видуального проекта с использованием информационных те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х</w:t>
            </w:r>
            <w:r w:rsidRPr="008A35EF">
              <w:rPr>
                <w:rFonts w:ascii="Times New Roman" w:hAnsi="Times New Roman"/>
                <w:sz w:val="26"/>
                <w:szCs w:val="26"/>
              </w:rPr>
              <w:t>нологий и др.</w:t>
            </w:r>
          </w:p>
        </w:tc>
        <w:tc>
          <w:tcPr>
            <w:tcW w:w="2319" w:type="dxa"/>
            <w:shd w:val="clear" w:color="auto" w:fill="auto"/>
          </w:tcPr>
          <w:p w:rsidR="007A2FDF" w:rsidRPr="008A35EF" w:rsidRDefault="007A2FDF" w:rsidP="007A2FDF">
            <w:pPr>
              <w:pStyle w:val="ad"/>
              <w:jc w:val="center"/>
              <w:rPr>
                <w:sz w:val="26"/>
                <w:szCs w:val="26"/>
              </w:rPr>
            </w:pPr>
          </w:p>
        </w:tc>
      </w:tr>
      <w:tr w:rsidR="007A2FDF" w:rsidRPr="008A35EF" w:rsidTr="007A2FDF">
        <w:tc>
          <w:tcPr>
            <w:tcW w:w="9571" w:type="dxa"/>
            <w:gridSpan w:val="2"/>
            <w:shd w:val="clear" w:color="auto" w:fill="auto"/>
          </w:tcPr>
          <w:p w:rsidR="007A2FDF" w:rsidRPr="008A35EF" w:rsidRDefault="006762E3" w:rsidP="007A2FDF">
            <w:pPr>
              <w:pStyle w:val="ad"/>
              <w:jc w:val="left"/>
              <w:rPr>
                <w:sz w:val="26"/>
                <w:szCs w:val="26"/>
              </w:rPr>
            </w:pPr>
            <w:r w:rsidRPr="008A35EF">
              <w:rPr>
                <w:bCs/>
                <w:iCs/>
                <w:sz w:val="26"/>
                <w:szCs w:val="26"/>
              </w:rPr>
              <w:t>Промежуточная</w:t>
            </w:r>
            <w:r w:rsidR="007A2FDF" w:rsidRPr="008A35EF">
              <w:rPr>
                <w:bCs/>
                <w:iCs/>
                <w:sz w:val="26"/>
                <w:szCs w:val="26"/>
              </w:rPr>
              <w:t xml:space="preserve"> аттестация в форме дифференцированного зачета</w:t>
            </w:r>
          </w:p>
        </w:tc>
      </w:tr>
    </w:tbl>
    <w:p w:rsidR="00211504" w:rsidRPr="000B7295" w:rsidRDefault="00D61D80" w:rsidP="00211504">
      <w:pPr>
        <w:shd w:val="clear" w:color="auto" w:fill="FFFFFF"/>
        <w:spacing w:before="126" w:line="252" w:lineRule="exact"/>
        <w:ind w:left="414"/>
        <w:rPr>
          <w:rFonts w:ascii="Times New Roman" w:hAnsi="Times New Roman"/>
          <w:b/>
          <w:sz w:val="24"/>
          <w:szCs w:val="24"/>
        </w:rPr>
      </w:pPr>
      <w:r w:rsidRPr="008A35EF">
        <w:rPr>
          <w:rFonts w:ascii="Times New Roman" w:hAnsi="Times New Roman"/>
          <w:bCs/>
          <w:spacing w:val="-10"/>
          <w:sz w:val="24"/>
          <w:szCs w:val="24"/>
        </w:rPr>
        <w:br w:type="page"/>
      </w:r>
      <w:r w:rsidR="00211504" w:rsidRPr="000B7295">
        <w:rPr>
          <w:rFonts w:ascii="Times New Roman" w:hAnsi="Times New Roman"/>
          <w:b/>
          <w:bCs/>
          <w:spacing w:val="-10"/>
          <w:sz w:val="24"/>
          <w:szCs w:val="24"/>
        </w:rPr>
        <w:lastRenderedPageBreak/>
        <w:t>2.2.</w:t>
      </w:r>
      <w:r w:rsidR="00211504" w:rsidRPr="000B7295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Тематический   план   и   содержание  </w:t>
      </w:r>
      <w:r w:rsidR="00E655C0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 </w:t>
      </w:r>
      <w:r w:rsidR="00211504" w:rsidRPr="000B7295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учебной  дисциплины </w:t>
      </w:r>
      <w:r w:rsidR="00E97DA2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 </w:t>
      </w:r>
      <w:r w:rsidR="00211504" w:rsidRPr="000B7295">
        <w:rPr>
          <w:rFonts w:ascii="Times New Roman" w:eastAsia="Times New Roman" w:hAnsi="Times New Roman"/>
          <w:b/>
          <w:bCs/>
          <w:sz w:val="24"/>
          <w:szCs w:val="24"/>
        </w:rPr>
        <w:t>«Литература»</w:t>
      </w:r>
    </w:p>
    <w:p w:rsidR="00211504" w:rsidRPr="008A35EF" w:rsidRDefault="00211504" w:rsidP="00211504">
      <w:pPr>
        <w:spacing w:after="115" w:line="1" w:lineRule="exact"/>
        <w:rPr>
          <w:rFonts w:ascii="Times New Roman" w:hAnsi="Times New Roman"/>
          <w:sz w:val="24"/>
          <w:szCs w:val="24"/>
        </w:rPr>
      </w:pPr>
    </w:p>
    <w:p w:rsidR="009F4C92" w:rsidRPr="008A35EF" w:rsidRDefault="009F4C92" w:rsidP="006920D8"/>
    <w:tbl>
      <w:tblPr>
        <w:tblpPr w:leftFromText="180" w:rightFromText="180" w:tblpY="930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84"/>
        <w:gridCol w:w="5641"/>
        <w:gridCol w:w="709"/>
        <w:gridCol w:w="850"/>
      </w:tblGrid>
      <w:tr w:rsidR="009F4C92" w:rsidRPr="008A35EF" w:rsidTr="00C567F2">
        <w:tc>
          <w:tcPr>
            <w:tcW w:w="2122" w:type="dxa"/>
            <w:gridSpan w:val="2"/>
          </w:tcPr>
          <w:p w:rsidR="004964E3" w:rsidRPr="008A35EF" w:rsidRDefault="004964E3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41" w:type="dxa"/>
          </w:tcPr>
          <w:p w:rsidR="004964E3" w:rsidRPr="008A35EF" w:rsidRDefault="004964E3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 и практические работы, самостоятельная работа </w:t>
            </w:r>
            <w:r w:rsidR="00E65871" w:rsidRPr="008A35EF">
              <w:rPr>
                <w:rFonts w:ascii="Times New Roman" w:hAnsi="Times New Roman"/>
                <w:sz w:val="24"/>
                <w:szCs w:val="24"/>
              </w:rPr>
              <w:t>об</w:t>
            </w:r>
            <w:r w:rsidR="004A3AAE" w:rsidRPr="008A35EF">
              <w:rPr>
                <w:rFonts w:ascii="Times New Roman" w:hAnsi="Times New Roman"/>
                <w:sz w:val="24"/>
                <w:szCs w:val="24"/>
              </w:rPr>
              <w:t>уча</w:t>
            </w:r>
            <w:r w:rsidR="00E65871" w:rsidRPr="008A35EF">
              <w:rPr>
                <w:rFonts w:ascii="Times New Roman" w:hAnsi="Times New Roman"/>
                <w:sz w:val="24"/>
                <w:szCs w:val="24"/>
              </w:rPr>
              <w:t>ю</w:t>
            </w:r>
            <w:r w:rsidR="004A3AAE" w:rsidRPr="008A35EF">
              <w:rPr>
                <w:rFonts w:ascii="Times New Roman" w:hAnsi="Times New Roman"/>
                <w:sz w:val="24"/>
                <w:szCs w:val="24"/>
              </w:rPr>
              <w:t>щихся</w:t>
            </w:r>
          </w:p>
        </w:tc>
        <w:tc>
          <w:tcPr>
            <w:tcW w:w="709" w:type="dxa"/>
          </w:tcPr>
          <w:p w:rsidR="004964E3" w:rsidRPr="008A35EF" w:rsidRDefault="004964E3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Объем ч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850" w:type="dxa"/>
          </w:tcPr>
          <w:p w:rsidR="004964E3" w:rsidRPr="008A35EF" w:rsidRDefault="004964E3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Ур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вень осв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CD3425" w:rsidRPr="008A35EF" w:rsidTr="00C567F2">
        <w:trPr>
          <w:trHeight w:val="298"/>
        </w:trPr>
        <w:tc>
          <w:tcPr>
            <w:tcW w:w="2122" w:type="dxa"/>
            <w:gridSpan w:val="2"/>
            <w:tcBorders>
              <w:right w:val="single" w:sz="4" w:space="0" w:color="auto"/>
            </w:tcBorders>
          </w:tcPr>
          <w:p w:rsidR="00073E91" w:rsidRPr="008A35EF" w:rsidRDefault="00073E91" w:rsidP="00073E9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1.1. </w:t>
            </w:r>
          </w:p>
          <w:p w:rsidR="00EA5290" w:rsidRPr="008A35EF" w:rsidRDefault="00073E91" w:rsidP="00073E9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Русская литер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тура и культура в первой половине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  <w:lang w:val="en-US"/>
              </w:rPr>
              <w:t>XIX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века.</w:t>
            </w: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073E91" w:rsidRDefault="00CD3425" w:rsidP="00D45845">
            <w:pPr>
              <w:spacing w:line="240" w:lineRule="auto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 xml:space="preserve">Введение. </w:t>
            </w:r>
            <w:r w:rsidR="00D45845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Историко-культурный процесс и период</w:t>
            </w:r>
            <w:r w:rsidR="00D45845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</w:t>
            </w:r>
            <w:r w:rsidR="00D45845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зация русской литературы. Специфика литературы как вида искусства.</w:t>
            </w:r>
          </w:p>
          <w:p w:rsidR="00CD3425" w:rsidRDefault="00073E91" w:rsidP="00D45845">
            <w:pPr>
              <w:spacing w:line="240" w:lineRule="auto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Русская литература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  <w:lang w:val="en-US"/>
              </w:rPr>
              <w:t>XIX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века. Развитие русской л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тературы и культуры в первой половине 19 века. 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мантизм. Особенности русского романтизма. Литер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турные общества и кружки. Становление реализма в русской литературе. Русское искусство.</w:t>
            </w:r>
          </w:p>
          <w:p w:rsidR="00073E91" w:rsidRPr="008A35EF" w:rsidRDefault="00073E91" w:rsidP="00D45845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3425" w:rsidRPr="008A35EF" w:rsidRDefault="00BA196E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D3425" w:rsidRPr="008A35EF" w:rsidRDefault="00AB2802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405E" w:rsidRPr="008A35EF" w:rsidTr="00C567F2">
        <w:tc>
          <w:tcPr>
            <w:tcW w:w="2122" w:type="dxa"/>
            <w:gridSpan w:val="2"/>
            <w:vMerge w:val="restart"/>
            <w:tcBorders>
              <w:right w:val="single" w:sz="4" w:space="0" w:color="auto"/>
            </w:tcBorders>
          </w:tcPr>
          <w:p w:rsidR="0066405E" w:rsidRPr="008A35EF" w:rsidRDefault="0066405E" w:rsidP="002F606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66405E" w:rsidRDefault="00EA5290" w:rsidP="00EA529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А. С. Пушкин. Личность писателя. Жизненный и творческий путь. </w:t>
            </w:r>
            <w:r w:rsidR="0066405E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Основные темы и мотивы лирики А.С. Пушкина. Фи</w:t>
            </w:r>
            <w:r w:rsidR="0066405E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лософское начало в ранней лир</w:t>
            </w:r>
            <w:r w:rsidR="0066405E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="0066405E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ке. Гражданские, по</w:t>
            </w:r>
            <w:r w:rsidR="0066405E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="0066405E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литические и патриотические мотивы лирики Тема </w:t>
            </w:r>
            <w:r w:rsidR="0066405E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поэта и поэзии в лирике А.С. Пушкина. Жизнеутвер</w:t>
            </w:r>
            <w:r w:rsidR="0066405E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="0066405E" w:rsidRPr="008A35EF">
              <w:rPr>
                <w:rFonts w:ascii="Times New Roman" w:eastAsia="Times New Roman" w:hAnsi="Times New Roman"/>
                <w:sz w:val="24"/>
                <w:szCs w:val="24"/>
              </w:rPr>
              <w:t>ждающий пафос поэзии Пу</w:t>
            </w:r>
            <w:r w:rsidR="0066405E" w:rsidRPr="008A35EF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="0066405E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кина.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Поэма « Медный всадник».</w:t>
            </w:r>
            <w:r w:rsidR="004335AB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Идейно худож</w:t>
            </w:r>
            <w:r w:rsidR="004335AB" w:rsidRPr="008A35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4335AB" w:rsidRPr="008A35EF">
              <w:rPr>
                <w:rFonts w:ascii="Times New Roman" w:eastAsia="Times New Roman" w:hAnsi="Times New Roman"/>
                <w:sz w:val="24"/>
                <w:szCs w:val="24"/>
              </w:rPr>
              <w:t>ственное своеобразие.</w:t>
            </w:r>
          </w:p>
          <w:p w:rsidR="00E10204" w:rsidRDefault="00E10204" w:rsidP="00EA529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E10204" w:rsidRPr="00D774EB" w:rsidRDefault="00E10204" w:rsidP="00E10204">
            <w:r w:rsidRPr="00D774EB">
              <w:t xml:space="preserve">Тема поэта и поэзии в творчестве А.С. Пушкина. </w:t>
            </w:r>
          </w:p>
          <w:p w:rsidR="00E10204" w:rsidRDefault="00E10204" w:rsidP="00E10204">
            <w:r>
              <w:t>Лирика любви и дружбы.</w:t>
            </w:r>
          </w:p>
          <w:p w:rsidR="00E10204" w:rsidRPr="00D774EB" w:rsidRDefault="00E10204" w:rsidP="00E10204">
            <w:r w:rsidRPr="00D774EB">
              <w:t xml:space="preserve">Философская лирика А.С. Пушкина. 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E10204" w:rsidRPr="00D774EB" w:rsidRDefault="00E10204" w:rsidP="00E10204">
            <w:r w:rsidRPr="00D774EB">
              <w:t xml:space="preserve">Критики об А.С. Пушкине. 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Конспект:</w:t>
            </w:r>
          </w:p>
          <w:p w:rsidR="00E10204" w:rsidRPr="008A35EF" w:rsidRDefault="00E10204" w:rsidP="00E10204">
            <w:pPr>
              <w:spacing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D774EB">
              <w:t>В. Г. Белинский о Пушкине.</w:t>
            </w:r>
            <w:r>
              <w:t xml:space="preserve"> (2часа)</w:t>
            </w:r>
          </w:p>
        </w:tc>
        <w:tc>
          <w:tcPr>
            <w:tcW w:w="709" w:type="dxa"/>
          </w:tcPr>
          <w:p w:rsidR="0066405E" w:rsidRPr="008A35EF" w:rsidRDefault="00EA5290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6405E" w:rsidRPr="008A35EF" w:rsidRDefault="0066405E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05E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66405E" w:rsidRPr="008A35EF" w:rsidRDefault="0066405E" w:rsidP="002F606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66405E" w:rsidRDefault="00EA5290" w:rsidP="002F6066">
            <w:pPr>
              <w:spacing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М. Ю. Лермонтов. Личность и жизненный путь М. Ю. Лермонтова. Темы, мотивы  и образы ранней л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рики Лермонтова. </w:t>
            </w:r>
            <w:r w:rsidR="003A6D15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Жанровое и художественное своеобразие творчества М. Ю. Лермонтова пете</w:t>
            </w:r>
            <w:r w:rsidR="003A6D15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="003A6D15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бургского и кавказского периодов.</w:t>
            </w:r>
            <w:r w:rsidR="00B36C44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Тема одиночества в лирике Лерм</w:t>
            </w:r>
            <w:r w:rsidR="00E86DC3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онтова. Поэт и общество. Трагиз</w:t>
            </w:r>
            <w:r w:rsidR="00B36C44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 любовной лирики Лермонтова.</w:t>
            </w:r>
          </w:p>
          <w:p w:rsidR="00E10204" w:rsidRDefault="00E10204" w:rsidP="002F6066">
            <w:pPr>
              <w:spacing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Самостоятельная работа.</w:t>
            </w:r>
          </w:p>
          <w:p w:rsidR="00E10204" w:rsidRPr="00D774EB" w:rsidRDefault="00E10204" w:rsidP="00E10204">
            <w:pPr>
              <w:pStyle w:val="af"/>
              <w:spacing w:after="0" w:line="230" w:lineRule="auto"/>
              <w:jc w:val="both"/>
              <w:rPr>
                <w:u w:val="single"/>
              </w:rPr>
            </w:pPr>
            <w:r w:rsidRPr="00D774EB">
              <w:rPr>
                <w:u w:val="single"/>
              </w:rPr>
              <w:t>Доклады:</w:t>
            </w:r>
          </w:p>
          <w:p w:rsidR="00E10204" w:rsidRPr="00D774EB" w:rsidRDefault="00E10204" w:rsidP="00E10204">
            <w:pPr>
              <w:pStyle w:val="af"/>
              <w:spacing w:after="0" w:line="230" w:lineRule="auto"/>
              <w:jc w:val="both"/>
            </w:pPr>
            <w:r w:rsidRPr="00D774EB">
              <w:t>Тематика и своеобразие ранней лирики М.Ю. Ле</w:t>
            </w:r>
            <w:r w:rsidRPr="00D774EB">
              <w:t>р</w:t>
            </w:r>
            <w:r w:rsidRPr="00D774EB">
              <w:t>монтова, ее жанры, особенности характера лирич</w:t>
            </w:r>
            <w:r w:rsidRPr="00D774EB">
              <w:t>е</w:t>
            </w:r>
            <w:r w:rsidRPr="00D774EB">
              <w:t>ского героя.</w:t>
            </w:r>
          </w:p>
          <w:p w:rsidR="00E10204" w:rsidRPr="00D774EB" w:rsidRDefault="00E10204" w:rsidP="00E10204">
            <w:pPr>
              <w:pStyle w:val="af"/>
              <w:spacing w:after="0" w:line="230" w:lineRule="auto"/>
              <w:jc w:val="both"/>
            </w:pPr>
            <w:r w:rsidRPr="00D774EB">
              <w:t>Тема поэта и поэзии в творчестве М.Ю. Лермонтова («Смерть поэта», «Поэт», «Пророк»).</w:t>
            </w:r>
          </w:p>
          <w:p w:rsidR="00E10204" w:rsidRPr="008A35EF" w:rsidRDefault="00E10204" w:rsidP="00E10204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D774EB">
              <w:t>Социально-философская сущность поэмы М.Ю. Лермо</w:t>
            </w:r>
            <w:r w:rsidRPr="00D774EB">
              <w:t>н</w:t>
            </w:r>
            <w:r w:rsidRPr="00D774EB">
              <w:t>това «Демон».</w:t>
            </w:r>
            <w:r>
              <w:t xml:space="preserve"> (2часа)</w:t>
            </w:r>
          </w:p>
        </w:tc>
        <w:tc>
          <w:tcPr>
            <w:tcW w:w="709" w:type="dxa"/>
          </w:tcPr>
          <w:p w:rsidR="0066405E" w:rsidRPr="008A35EF" w:rsidRDefault="00F17C46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6405E" w:rsidRPr="008A35EF" w:rsidRDefault="0066405E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405E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66405E" w:rsidRPr="008A35EF" w:rsidRDefault="0066405E" w:rsidP="002F606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66405E" w:rsidRDefault="003A6D15" w:rsidP="007C3E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Н. В. Гоголь. Личность писателя, жизненный и тво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ческий путь. </w:t>
            </w:r>
            <w:r w:rsidR="00E86DC3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«Петербургские повести»: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проблемат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ка и художественное своеобразие. «Портрет». </w:t>
            </w:r>
            <w:r w:rsidR="007C3E26" w:rsidRPr="008A35EF">
              <w:rPr>
                <w:rFonts w:ascii="Times New Roman" w:eastAsia="Times New Roman" w:hAnsi="Times New Roman"/>
                <w:sz w:val="24"/>
                <w:szCs w:val="24"/>
              </w:rPr>
              <w:t>Ос</w:t>
            </w:r>
            <w:r w:rsidR="007C3E26"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7C3E26" w:rsidRPr="008A35EF">
              <w:rPr>
                <w:rFonts w:ascii="Times New Roman" w:eastAsia="Times New Roman" w:hAnsi="Times New Roman"/>
                <w:sz w:val="24"/>
                <w:szCs w:val="24"/>
              </w:rPr>
              <w:t>бенности сатиры Гоголя. Значение творчества Н. Г.  Гоголя  в русской литературе.</w:t>
            </w:r>
          </w:p>
          <w:p w:rsidR="00E10204" w:rsidRDefault="00E10204" w:rsidP="007C3E2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E10204" w:rsidRPr="00D774EB" w:rsidRDefault="00E10204" w:rsidP="00E10204">
            <w:r w:rsidRPr="00D774EB">
              <w:t xml:space="preserve">Особенность творческого дарования Н.В. Гоголя и его поэтического видения мира. 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E10204" w:rsidRPr="008A35EF" w:rsidRDefault="00E10204" w:rsidP="00E10204">
            <w:pPr>
              <w:spacing w:line="24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D774EB">
              <w:t>А.С. Пушкин о специфике таланта Гоголя.</w:t>
            </w:r>
            <w:r>
              <w:t xml:space="preserve"> (2 часа).</w:t>
            </w:r>
          </w:p>
        </w:tc>
        <w:tc>
          <w:tcPr>
            <w:tcW w:w="709" w:type="dxa"/>
          </w:tcPr>
          <w:p w:rsidR="0066405E" w:rsidRPr="008A35EF" w:rsidRDefault="00F17C46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66405E" w:rsidRPr="008A35EF" w:rsidRDefault="0066405E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 w:val="restart"/>
            <w:tcBorders>
              <w:right w:val="single" w:sz="4" w:space="0" w:color="auto"/>
            </w:tcBorders>
          </w:tcPr>
          <w:p w:rsidR="002F6066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lastRenderedPageBreak/>
              <w:t>Тема1.2.</w:t>
            </w:r>
          </w:p>
          <w:p w:rsidR="00000C84" w:rsidRPr="008A35EF" w:rsidRDefault="00000C84" w:rsidP="002F6066">
            <w:pPr>
              <w:shd w:val="clear" w:color="auto" w:fill="FFFFFF"/>
              <w:rPr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Художе</w:t>
            </w:r>
            <w:r w:rsidRPr="008A35EF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</w:rPr>
              <w:t>ственные о</w:t>
            </w:r>
            <w:r w:rsidRPr="008A35EF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>ткрытия</w:t>
            </w:r>
            <w:r w:rsidR="00AE5439" w:rsidRPr="008A35EF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>второй   по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ловины</w:t>
            </w:r>
          </w:p>
          <w:p w:rsidR="00000C84" w:rsidRPr="008A35EF" w:rsidRDefault="00000C84" w:rsidP="002F606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="001759AB" w:rsidRPr="008A35EF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E52AA5" w:rsidRPr="008A35EF" w:rsidRDefault="00E52AA5" w:rsidP="002F6066">
            <w:pPr>
              <w:shd w:val="clear" w:color="auto" w:fill="FFFFFF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Особенности развития русской литературы во второй половине 19 века.</w:t>
            </w:r>
            <w:r w:rsidR="0054525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</w:p>
          <w:p w:rsidR="002F6066" w:rsidRPr="008A35EF" w:rsidRDefault="00BD07AB" w:rsidP="002F6066">
            <w:pPr>
              <w:shd w:val="clear" w:color="auto" w:fill="FFFFFF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А. Н. Островский.</w:t>
            </w:r>
          </w:p>
          <w:p w:rsidR="00E10204" w:rsidRDefault="003A6D15" w:rsidP="00E1020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«</w:t>
            </w:r>
            <w:r w:rsidR="00000C8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Колумб Замоскворечья». Жизненный и творческий путь А. Н. Островского. Социально-культурная н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визна драматургии А. Н. Островского. </w:t>
            </w:r>
            <w:r w:rsidR="00000C84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Новаторство  драматурга. </w:t>
            </w:r>
            <w:r w:rsidR="00243DA6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Драма «Гроза». Творческая история драмы. Трагическая острота конфликта. Жанровое своеобразие. Художественные особенности драмы.</w:t>
            </w:r>
            <w:r w:rsidR="00D85756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 Трагическая </w:t>
            </w:r>
            <w:r w:rsidR="00000C84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острота</w:t>
            </w:r>
            <w:r w:rsidR="00243DA6" w:rsidRPr="008A35EF">
              <w:rPr>
                <w:sz w:val="24"/>
                <w:szCs w:val="24"/>
              </w:rPr>
              <w:t xml:space="preserve"> </w:t>
            </w:r>
            <w:r w:rsidR="00AE5439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конфликта. Смысл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названия. П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следние времена «темного царства» Обличение сам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дурства как</w:t>
            </w:r>
            <w:r w:rsidR="004F1EA7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="00000C84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социально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го  и  психологического  явл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ния  собственни</w:t>
            </w:r>
            <w:r w:rsidR="00243DA6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ческог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</w:t>
            </w:r>
            <w:r w:rsidR="00741752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о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бщества. Трагедия Катер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ны Кабановой.</w:t>
            </w:r>
            <w:r w:rsidR="007417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Калинов и его обитатели (система персонажей). Последние времена «темного ца</w:t>
            </w:r>
            <w:r w:rsidR="007417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7417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ства». Обличение самодурства как социального и психологического явления собственнического о</w:t>
            </w:r>
            <w:r w:rsidR="007417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7417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щества.</w:t>
            </w:r>
            <w:r w:rsidR="00000C84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«Самое ре</w:t>
            </w:r>
            <w:r w:rsidR="00000C84" w:rsidRPr="008A35EF">
              <w:rPr>
                <w:rFonts w:ascii="Times New Roman" w:eastAsia="Times New Roman" w:hAnsi="Times New Roman"/>
                <w:sz w:val="24"/>
                <w:szCs w:val="24"/>
              </w:rPr>
              <w:t>шительное произведение». Кр</w:t>
            </w:r>
            <w:r w:rsidR="00000C84"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000C84" w:rsidRPr="008A35EF">
              <w:rPr>
                <w:rFonts w:ascii="Times New Roman" w:eastAsia="Times New Roman" w:hAnsi="Times New Roman"/>
                <w:sz w:val="24"/>
                <w:szCs w:val="24"/>
              </w:rPr>
              <w:t>тики о «Грозе» Островского.</w:t>
            </w:r>
          </w:p>
          <w:p w:rsidR="00E10204" w:rsidRDefault="00E10204" w:rsidP="00E10204">
            <w:pPr>
              <w:rPr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  <w:r w:rsidRPr="00D774EB">
              <w:rPr>
                <w:u w:val="single"/>
              </w:rPr>
              <w:t xml:space="preserve"> 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Конспект:</w:t>
            </w:r>
          </w:p>
          <w:p w:rsidR="00E10204" w:rsidRPr="00E10204" w:rsidRDefault="00E10204" w:rsidP="004F1EA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t>Н.А. Добролюбов «Луч света в темном царстве».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(1час.)</w:t>
            </w:r>
          </w:p>
        </w:tc>
        <w:tc>
          <w:tcPr>
            <w:tcW w:w="709" w:type="dxa"/>
          </w:tcPr>
          <w:p w:rsidR="00000C84" w:rsidRPr="008A35EF" w:rsidRDefault="00E52AA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2AA5" w:rsidRPr="008A35EF" w:rsidRDefault="00E52AA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AA5" w:rsidRPr="008A35EF" w:rsidRDefault="00E52AA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51C02" w:rsidRPr="008A35EF" w:rsidRDefault="00551C02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1C02" w:rsidRPr="008A35EF" w:rsidRDefault="00551C02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551C02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982523" w:rsidRDefault="00BD07AB" w:rsidP="009825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И. А. Гончаров</w:t>
            </w:r>
            <w:r w:rsidR="004F1EA7"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.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Жизненный путь и творческая би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графия И. А. Гончарова. Роль В. Г. Белинского в жизни И. А. Гончарова. «Обломов». Творческая и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тория романа. Своеобразие сюжета и жанра прои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ведения. Проблема русского национального хара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DD421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тера в романе.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Историко-философский смысл ром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на «Обломов». Обломов и Штольц</w:t>
            </w:r>
            <w:r w:rsidR="004F1EA7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-две стороны о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ного века.</w:t>
            </w:r>
          </w:p>
          <w:p w:rsidR="00E10204" w:rsidRPr="008A35EF" w:rsidRDefault="00E10204" w:rsidP="009825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работа.</w:t>
            </w:r>
          </w:p>
          <w:p w:rsidR="00E10204" w:rsidRPr="00D774EB" w:rsidRDefault="00E10204" w:rsidP="00E10204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E10204" w:rsidRPr="008A35EF" w:rsidRDefault="00E10204" w:rsidP="0042402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EB">
              <w:t>Роман «Обломов» в оценке критиков (Н. Добролюбова, Д. Писарева, И. Анненского и др.).</w:t>
            </w:r>
            <w:r w:rsidR="00207D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9825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астер пейзажа. Тема России в романах Гонча</w:t>
            </w:r>
            <w:r w:rsidR="0042402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рова.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(2часа).</w:t>
            </w:r>
          </w:p>
        </w:tc>
        <w:tc>
          <w:tcPr>
            <w:tcW w:w="709" w:type="dxa"/>
          </w:tcPr>
          <w:p w:rsidR="00000C84" w:rsidRPr="008A35EF" w:rsidRDefault="00DE2D88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6B4726" w:rsidRPr="008A35EF" w:rsidRDefault="00BD07AB" w:rsidP="006B47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И. С. Тургенев</w:t>
            </w:r>
            <w:r w:rsidR="00000C8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.</w:t>
            </w:r>
            <w:r w:rsidR="006B4726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Жизненный и творческий путь И. С. Тургенева (с обобщением ранее изученного).</w:t>
            </w:r>
          </w:p>
          <w:p w:rsidR="00FD5939" w:rsidRPr="008A35EF" w:rsidRDefault="006B4726" w:rsidP="00FD59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Психологизм творчества Тургенева. Тема любви в творчестве И. С. Тургенева (повести «Ася», «Первая любовь», «Стихотворения в прозе»). Их худож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ственное своеобразие.</w:t>
            </w:r>
            <w:r w:rsidR="00000C8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="00305A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Художественное своеобразие романа И. С. Тургенева «Отцы и дети». История с</w:t>
            </w:r>
            <w:r w:rsidR="00305A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305A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здания романа. Смысл названия. Композиция. Отображение в романе общественно-политической </w:t>
            </w:r>
            <w:r w:rsidR="00305A23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обстановки 1860-х годов. Проблематика романа.</w:t>
            </w:r>
            <w:r w:rsidR="00144B4E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0C84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Художественный мир И. С. Тур</w:t>
            </w:r>
            <w:r w:rsidR="00000C84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генева. Мотивы, стиль и авторская концепция мира. </w:t>
            </w:r>
            <w:r w:rsidR="00000C84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Смысл заглавия рома</w:t>
            </w:r>
            <w:r w:rsidR="00144B4E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на.</w:t>
            </w:r>
            <w:r w:rsidR="009C3F60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Базаров в системе действующих лиц. Ниг</w:t>
            </w:r>
            <w:r w:rsidR="009C3F60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9C3F60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лизм романа и пародия на нигилизм в ром</w:t>
            </w:r>
            <w:r w:rsidR="00144B4E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ане.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ров и Одинцова-наказание любовью. Трагизм ли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ности Базарова, тайный психологизм.  Любовная интрига в романе и ее роль в раскрытии идейно-эстетического содержания романа. Базаров и род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тели. Сущность споров, конфликт «отцов» и «д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тей». Значение заключительных сцен романа в ра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крытии его идейно-эстетического содержания. А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FD5939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торская позиция в романе.</w:t>
            </w:r>
          </w:p>
          <w:p w:rsidR="0096249E" w:rsidRDefault="00FD5939" w:rsidP="0096249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Полемика вокруг романа «Отцы</w:t>
            </w:r>
            <w:r w:rsidR="00962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дети».</w:t>
            </w:r>
            <w:r w:rsidR="0096249E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» (Д. И. Писарев, Н. Страхов, М. Антонович).</w:t>
            </w:r>
          </w:p>
          <w:p w:rsidR="0096249E" w:rsidRDefault="0096249E" w:rsidP="00962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работа.</w:t>
            </w:r>
          </w:p>
          <w:p w:rsidR="0096249E" w:rsidRPr="00D774EB" w:rsidRDefault="00FD5939" w:rsidP="0096249E">
            <w:pPr>
              <w:rPr>
                <w:u w:val="single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249E" w:rsidRPr="00D774EB">
              <w:rPr>
                <w:u w:val="single"/>
              </w:rPr>
              <w:t>Выписки:</w:t>
            </w:r>
          </w:p>
          <w:p w:rsidR="0096249E" w:rsidRPr="00D774EB" w:rsidRDefault="0096249E" w:rsidP="0096249E">
            <w:r w:rsidRPr="00D774EB">
              <w:t>Полемика вокруг романа. (Д. Писарев, Н. Страхов, М. А</w:t>
            </w:r>
            <w:r w:rsidRPr="00D774EB">
              <w:t>н</w:t>
            </w:r>
            <w:r w:rsidRPr="00D774EB">
              <w:t>тонович).</w:t>
            </w:r>
          </w:p>
          <w:p w:rsidR="0096249E" w:rsidRPr="00D774EB" w:rsidRDefault="0096249E" w:rsidP="0096249E">
            <w:r w:rsidRPr="00D774EB">
              <w:rPr>
                <w:u w:val="single"/>
              </w:rPr>
              <w:t>Теория литературы:</w:t>
            </w:r>
            <w:r w:rsidRPr="00D774EB">
              <w:t xml:space="preserve"> </w:t>
            </w:r>
          </w:p>
          <w:p w:rsidR="0096249E" w:rsidRPr="00D774EB" w:rsidRDefault="0096249E" w:rsidP="0096249E">
            <w:r w:rsidRPr="00D774EB">
              <w:t>развитие понятия о родах и жанрах литературы (роман); замысел писателя и объективное значение худож</w:t>
            </w:r>
            <w:r w:rsidRPr="00D774EB">
              <w:t>е</w:t>
            </w:r>
            <w:r w:rsidRPr="00D774EB">
              <w:t>ственного произведения.</w:t>
            </w:r>
          </w:p>
          <w:p w:rsidR="0096249E" w:rsidRPr="00D774EB" w:rsidRDefault="0096249E" w:rsidP="0096249E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Самостоятельное чтение: </w:t>
            </w:r>
          </w:p>
          <w:p w:rsidR="0096249E" w:rsidRPr="0096249E" w:rsidRDefault="0096249E" w:rsidP="00FD593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4EB">
              <w:t>«Рудин», «Первая любовь», «Дворянское гнездо», «Ст</w:t>
            </w:r>
            <w:r w:rsidRPr="00D774EB">
              <w:t>и</w:t>
            </w:r>
            <w:r w:rsidRPr="00D774EB">
              <w:t>хотворения в прозе» - отзыв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(2часа).</w:t>
            </w:r>
          </w:p>
        </w:tc>
        <w:tc>
          <w:tcPr>
            <w:tcW w:w="709" w:type="dxa"/>
          </w:tcPr>
          <w:p w:rsidR="00000C84" w:rsidRPr="008A35EF" w:rsidRDefault="006B4726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8141BB" w:rsidRPr="008A35EF" w:rsidRDefault="00BD07AB" w:rsidP="008141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Н. Г. Чернышевский.</w:t>
            </w:r>
            <w:r w:rsidR="008141BB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r w:rsidR="008141B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Краткий очерк жизни и тво</w:t>
            </w:r>
            <w:r w:rsidR="008141B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8141BB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чества Н. Г. Чернышевского. Роман «Что делать?» -философско-публицистический роман.</w:t>
            </w:r>
          </w:p>
          <w:p w:rsidR="008141BB" w:rsidRPr="008A35EF" w:rsidRDefault="008141BB" w:rsidP="008141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Эстетические взгляды Чернышевского и их отраж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ние в романе «Что делать?» Особенности жанра и композиции романа. Утопические идеи в романе Н. Г. Чернышевского.</w:t>
            </w:r>
          </w:p>
          <w:p w:rsidR="008141BB" w:rsidRPr="008A35EF" w:rsidRDefault="008141BB" w:rsidP="008141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Нравственные и идеологические проблемы в р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мане. «Женский вопрос» в романе. </w:t>
            </w:r>
          </w:p>
          <w:p w:rsidR="0096249E" w:rsidRDefault="008141BB" w:rsidP="00962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Образы «новых людей». Теория «разумного эгои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ма».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 «особенного человека» Рахметова. Пр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тивопоставление «новых людей» старому миру. Теория «разумного эгоизма» как философская осн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ва романа. Роль снов Веры Павловны в романе. Че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A33D52" w:rsidRPr="008A35EF">
              <w:rPr>
                <w:rFonts w:ascii="Times New Roman" w:hAnsi="Times New Roman"/>
                <w:color w:val="000000"/>
                <w:sz w:val="24"/>
                <w:szCs w:val="24"/>
              </w:rPr>
              <w:t>вертый сон как социальная утопия. Смысл финала романа. Общество будущего в романе.</w:t>
            </w:r>
          </w:p>
          <w:p w:rsidR="0096249E" w:rsidRDefault="0096249E" w:rsidP="009624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работа.</w:t>
            </w:r>
          </w:p>
          <w:p w:rsidR="0096249E" w:rsidRPr="00D774EB" w:rsidRDefault="0096249E" w:rsidP="0096249E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Сообщение:</w:t>
            </w:r>
          </w:p>
          <w:p w:rsidR="0096249E" w:rsidRPr="0096249E" w:rsidRDefault="0096249E" w:rsidP="0096249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774EB">
              <w:rPr>
                <w:color w:val="000000"/>
              </w:rPr>
              <w:t>Четвертый сон как социальная утопия. Смысл фина</w:t>
            </w:r>
            <w:r>
              <w:rPr>
                <w:color w:val="000000"/>
              </w:rPr>
              <w:t>ла романа. (1час)</w:t>
            </w:r>
          </w:p>
        </w:tc>
        <w:tc>
          <w:tcPr>
            <w:tcW w:w="709" w:type="dxa"/>
          </w:tcPr>
          <w:p w:rsidR="00000C84" w:rsidRPr="008A35EF" w:rsidRDefault="006A0C8C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Поэзия второй половины XIX века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Обзор русской поэзии второй половины XIX века. Идейная борьба направлений «чистого искусства» и гражданской литературы. Стилевое, жанровое и т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матическое разнообразие русской лирики второй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половины XIX века.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Федор Иванович Тютчев (1803—1873)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Личность и судьба поэта. (с обобщением ранее из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ченного).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Философская, общественно-политическая и любо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ная лирика Ф. И. Тютчева. Художественные ос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бенности лирики Ф. И. Тютчева.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Стихотворения «Silentium», «Не то, что мните вы, природа…», «Умом Россию не понять…», «Эти бедные селенья…», «День и ночь», «О, как убийственно мы любим», «После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няя любовь», «К. Б.» («Я встретил Вас — и все б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лое…»), «Я помню время золотое…»,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Тени сизые смесились…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29-е января 1837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</w:t>
            </w:r>
          </w:p>
          <w:p w:rsidR="00144B4E" w:rsidRPr="008A35EF" w:rsidRDefault="00144B4E" w:rsidP="00144B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 очи знал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— 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эти очи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Природа — сфинкс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 тем она верней…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Нам не дано предугадать…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  <w:p w:rsidR="00A71294" w:rsidRPr="008A35EF" w:rsidRDefault="00000C84" w:rsidP="00A7129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А. А. Фет.</w:t>
            </w:r>
            <w:r w:rsidR="00A71294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Жизненный и творческий путь А. А. Фета (с обобщением ранее изученного). Эстетические взгляды поэта и художественные особенности л</w:t>
            </w:r>
            <w:r w:rsidR="00A71294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="00A71294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рики А. А. Фета. Темы, мотивы и художественное своеобразие лирики А. А. Фета.</w:t>
            </w:r>
          </w:p>
          <w:p w:rsidR="0099511D" w:rsidRDefault="00A71294" w:rsidP="0099511D">
            <w:pPr>
              <w:rPr>
                <w:u w:val="single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«Шепот, робкое дых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нье…», «Это утро, радость эта…», «Вечер», «Я пришел к тебе с приветом…»,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«Еще одно забывч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вое слово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Одним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толчком согнать ладью ж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вую…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Сияла ночь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Луной был полон сад…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Еще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майская ночь…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  <w:r w:rsidR="0099511D" w:rsidRPr="00D774EB">
              <w:rPr>
                <w:u w:val="single"/>
              </w:rPr>
              <w:t xml:space="preserve"> </w:t>
            </w:r>
          </w:p>
          <w:p w:rsidR="0099511D" w:rsidRPr="00D774EB" w:rsidRDefault="0099511D" w:rsidP="0099511D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99511D" w:rsidRPr="00D774EB" w:rsidRDefault="0099511D" w:rsidP="0099511D">
            <w:r w:rsidRPr="00D774EB">
              <w:t>Связь творчества А.А.Фета с традициями немецкой шк</w:t>
            </w:r>
            <w:r w:rsidRPr="00D774EB">
              <w:t>о</w:t>
            </w:r>
            <w:r w:rsidRPr="00D774EB">
              <w:t>лы поэтов.</w:t>
            </w:r>
          </w:p>
          <w:p w:rsidR="0099511D" w:rsidRPr="00D774EB" w:rsidRDefault="0099511D" w:rsidP="0099511D">
            <w:r w:rsidRPr="00D774EB">
              <w:t>Слияние внешнего и внутреннего мира в его поэзии. Гармоничность и мелодичность лирики А.А.Фета.</w:t>
            </w:r>
          </w:p>
          <w:p w:rsidR="00000C84" w:rsidRPr="0099511D" w:rsidRDefault="0099511D" w:rsidP="0099511D">
            <w:r w:rsidRPr="00D774EB">
              <w:rPr>
                <w:u w:val="single"/>
              </w:rPr>
              <w:t>Наизусть</w:t>
            </w:r>
            <w:r w:rsidRPr="00D774EB">
              <w:t xml:space="preserve"> стихот</w:t>
            </w:r>
            <w:r>
              <w:t>ворения Ф.И. Тютчева, А.А. Фета (1час).</w:t>
            </w:r>
            <w:r w:rsidR="00000C84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00C8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294" w:rsidRPr="008A35EF" w:rsidRDefault="00A7129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4FB5" w:rsidRPr="008A35EF" w:rsidRDefault="00244FB5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5D7867" w:rsidRPr="008A35EF" w:rsidRDefault="00BD07AB" w:rsidP="005D78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А. К. Толстой</w:t>
            </w:r>
            <w:r w:rsidR="005D7867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 </w:t>
            </w:r>
            <w:r w:rsidR="00A71294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5D7867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(1817—1875)</w:t>
            </w:r>
          </w:p>
          <w:p w:rsidR="005D7867" w:rsidRPr="008A35EF" w:rsidRDefault="005D7867" w:rsidP="005D78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Жизненный и творческий путь А. К. Толстого. Идейно-тематические и художественные особенн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сти лирики А. К. Толстого. Многожанровость наследия А. К. Толстого.</w:t>
            </w:r>
          </w:p>
          <w:p w:rsidR="005D7867" w:rsidRPr="008A35EF" w:rsidRDefault="005D7867" w:rsidP="005D78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Сатирическое мастерство Толстого.</w:t>
            </w:r>
          </w:p>
          <w:p w:rsidR="00A71294" w:rsidRPr="008A35EF" w:rsidRDefault="005D7867" w:rsidP="005D78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Стихотворения: «Тщетно, художник, ты мнишь, что творений своих ты созд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тель!..», «Меня во мраке и в пыли…», «Двух станов не боец, но только гость случайный…», «Против течения», «Средь шумного бала, случайно…», «К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локольчики мои, цветики степные…», «Когда пр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рода вся трепещет и сияет…»,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То было раннею ве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ной…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Тебя так любят все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;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один твой тихий вид…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  <w:p w:rsidR="00000C84" w:rsidRPr="008A35EF" w:rsidRDefault="00000C84" w:rsidP="00A71294">
            <w:pPr>
              <w:shd w:val="clear" w:color="auto" w:fill="FFFFFF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709" w:type="dxa"/>
          </w:tcPr>
          <w:p w:rsidR="00000C84" w:rsidRPr="008A35EF" w:rsidRDefault="005D7867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4F142F" w:rsidRPr="008A35EF" w:rsidRDefault="00BD07AB" w:rsidP="004F14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Н. А. Некрасов.</w:t>
            </w:r>
            <w:r w:rsidR="004F142F"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42F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(1821—1878)</w:t>
            </w:r>
          </w:p>
          <w:p w:rsidR="004F142F" w:rsidRPr="008A35EF" w:rsidRDefault="004F142F" w:rsidP="004F14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Жизненный и творческий путь Н. А. Некрасова (с обобщением ранее изученного).</w:t>
            </w:r>
          </w:p>
          <w:p w:rsidR="004F142F" w:rsidRPr="008A35EF" w:rsidRDefault="004F142F" w:rsidP="004F14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Гражданская позиция поэта. Журнал «Совреме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ник». Своеобразие тем, мотивов и образов поэзии Н. А. Некрасова 1840—1850-х и 1860—1870-х годов. Жанровое своеобразие лирики Некрасова. Основные мотивы лирики Н. А. Некрасова. Любовная лирика Н. А. Некрасова. </w:t>
            </w:r>
          </w:p>
          <w:p w:rsidR="000045C0" w:rsidRPr="008A35EF" w:rsidRDefault="004F142F" w:rsidP="000045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Стихотворения: «Родина», «Элегия» («Пускай нам говорит изменчивая м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да…»), «Вчерашний день, часу в шестом…», «Еду ли ночью по улице темной…», «В дороге»,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Поэт и гражданин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Муза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Мы с тобой бестолковые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люди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 не люблю иронии твоей…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«О Муза, я у двери гроба…»,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Блажен незлобивый поэт…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Внимая ужасам войны…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Орина — мать со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датская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 Поэма «Кому на Руси жить хорошо» (о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зор с чтением от</w:t>
            </w:r>
            <w:r w:rsidR="00E949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рывков) Замысел поэмы, жанр, композиция. Сюжет.</w:t>
            </w:r>
            <w:r w:rsidR="000045C0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Нравственная проблематика. Авторская позиция. Многообразие крестьянских типов. Проблема счастья. Сатирические портреты в поэме. Образ «народного заступника» Гриши Добросклонова.</w:t>
            </w:r>
          </w:p>
          <w:p w:rsidR="0099511D" w:rsidRDefault="004B2D98" w:rsidP="0099511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Матрена Тимофеевна Корчагина- тип «величавой славянки». Нравственный идеал счастья в поэме «Кому на Руси жить». Языковое и стилистическое своеобразие произведений Н. А. Некрасова. Некр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совские традиции в русской поэзии («крестьянское направление» в поэзии начала 20 века).</w:t>
            </w:r>
          </w:p>
          <w:p w:rsidR="0099511D" w:rsidRPr="00D774EB" w:rsidRDefault="0099511D" w:rsidP="0099511D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Реферат:</w:t>
            </w:r>
          </w:p>
          <w:p w:rsidR="0099511D" w:rsidRPr="00D774EB" w:rsidRDefault="0099511D" w:rsidP="0099511D">
            <w:r w:rsidRPr="00D774EB">
              <w:t>Сочетание фольклорных сюжетов с реалистическими образами в поэме «Кому на Руси жить хорошо». Своео</w:t>
            </w:r>
            <w:r w:rsidRPr="00D774EB">
              <w:t>б</w:t>
            </w:r>
            <w:r w:rsidRPr="00D774EB">
              <w:t xml:space="preserve">разие языка. </w:t>
            </w:r>
          </w:p>
          <w:p w:rsidR="0099511D" w:rsidRPr="00D774EB" w:rsidRDefault="0099511D" w:rsidP="0099511D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99511D" w:rsidRPr="00D774EB" w:rsidRDefault="0099511D" w:rsidP="0099511D">
            <w:r w:rsidRPr="00D774EB">
              <w:t xml:space="preserve">Поэма Некрасова – энциклопедия крестьянской жизни середины </w:t>
            </w:r>
            <w:r w:rsidRPr="00D774EB">
              <w:rPr>
                <w:lang w:val="en-US"/>
              </w:rPr>
              <w:t>XIX</w:t>
            </w:r>
            <w:r w:rsidRPr="00D774EB">
              <w:t xml:space="preserve"> века. </w:t>
            </w:r>
          </w:p>
          <w:p w:rsidR="0099511D" w:rsidRPr="00D774EB" w:rsidRDefault="0099511D" w:rsidP="0099511D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99511D" w:rsidRPr="008A35EF" w:rsidRDefault="0099511D" w:rsidP="004B2D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Критики о Некрасове (Ю. Айхенвальд, К. Чуковский, Ю. Лотман).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(1час.)</w:t>
            </w:r>
          </w:p>
        </w:tc>
        <w:tc>
          <w:tcPr>
            <w:tcW w:w="709" w:type="dxa"/>
          </w:tcPr>
          <w:p w:rsidR="00000C84" w:rsidRPr="008A35EF" w:rsidRDefault="005D7867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12376F" w:rsidRPr="008A35EF" w:rsidRDefault="005D3373" w:rsidP="0012376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Н. С. Лесков</w:t>
            </w:r>
            <w:r w:rsidR="00000C84"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. </w:t>
            </w:r>
            <w:r w:rsidR="0012376F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(1831—1895)</w:t>
            </w:r>
          </w:p>
          <w:p w:rsidR="00CF70D5" w:rsidRPr="008A35EF" w:rsidRDefault="0012376F" w:rsidP="00CF70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Очерк жизни и творчества писателя. Художестве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ный мир писателя. Праведники Н. С. Лескова. Тво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чество Н. С. Лескова в 1870-е годы (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обзор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романа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Соборяне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»). </w:t>
            </w:r>
            <w:r w:rsidR="00CF70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Повесть «Очарованный странник». Особенности композиции и жанра. Образ Ивана Флягина. Тема трагической судьбы талантливого русского человека. Смысл названия повести. Ос</w:t>
            </w:r>
            <w:r w:rsidR="00CF70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CF70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бенности повествовательной манеры Н. С. Лескова. Былинные, библейские мотивы повести.</w:t>
            </w:r>
          </w:p>
          <w:p w:rsidR="0012376F" w:rsidRPr="008A35EF" w:rsidRDefault="00CF70D5" w:rsidP="00CF70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Традиции житийной литературы в повести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Оч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рованный странник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  <w:p w:rsidR="00B80D42" w:rsidRDefault="0012376F" w:rsidP="00B80D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Повесть-хроника «Очар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ванный странник».</w:t>
            </w:r>
          </w:p>
          <w:p w:rsidR="00B80D42" w:rsidRDefault="00B80D42" w:rsidP="00B80D4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работа.</w:t>
            </w:r>
          </w:p>
          <w:p w:rsidR="00B80D42" w:rsidRPr="00D774EB" w:rsidRDefault="00B80D42" w:rsidP="00B80D42">
            <w:pPr>
              <w:rPr>
                <w:u w:val="single"/>
              </w:rPr>
            </w:pPr>
            <w:r w:rsidRPr="00D774EB">
              <w:rPr>
                <w:u w:val="single"/>
              </w:rPr>
              <w:lastRenderedPageBreak/>
              <w:t xml:space="preserve"> Реферат:</w:t>
            </w:r>
          </w:p>
          <w:p w:rsidR="00B80D42" w:rsidRDefault="00B80D42" w:rsidP="00B80D42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Особенности повествовательной манеры Н.С. Лескова</w:t>
            </w:r>
            <w:r w:rsidRPr="00D774EB">
              <w:rPr>
                <w:i/>
              </w:rPr>
              <w:t>.</w:t>
            </w:r>
          </w:p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bCs/>
                <w:sz w:val="24"/>
                <w:szCs w:val="20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="00B80D42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>(1час.)</w:t>
            </w:r>
          </w:p>
        </w:tc>
        <w:tc>
          <w:tcPr>
            <w:tcW w:w="709" w:type="dxa"/>
          </w:tcPr>
          <w:p w:rsidR="00000C84" w:rsidRPr="008A35EF" w:rsidRDefault="0012376F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F5712E" w:rsidRPr="008A35EF" w:rsidRDefault="005D3373" w:rsidP="00F571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М.Е. Салтыков-Щедрин</w:t>
            </w:r>
            <w:r w:rsidR="00000C8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.</w:t>
            </w:r>
            <w:r w:rsidR="00F5712E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(1826—1889)</w:t>
            </w:r>
          </w:p>
          <w:p w:rsidR="00F5712E" w:rsidRPr="008A35EF" w:rsidRDefault="00F5712E" w:rsidP="00F571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Жизненный и творческий путь М. Е. Салтыкова-Щедрина (с обобщением ранее изученного). Мир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воззрение писателя.</w:t>
            </w:r>
          </w:p>
          <w:p w:rsidR="00F5712E" w:rsidRPr="008A35EF" w:rsidRDefault="00F5712E" w:rsidP="00F571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Жанровое своеобразие, тематика и проблематика сказок М. Е. Салтыкова-Щедрина.</w:t>
            </w:r>
          </w:p>
          <w:p w:rsidR="00F5712E" w:rsidRPr="008A35EF" w:rsidRDefault="00F5712E" w:rsidP="00F571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Своеобразие фантастики в сказках М. Е. Салтыкова-Щедрина. Иносказательная образность сказок. Гр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теск, аллегория, символика, язык сказок. Обобщ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ющий смысл сказок.</w:t>
            </w:r>
          </w:p>
          <w:p w:rsidR="00AD5FDF" w:rsidRPr="008A35EF" w:rsidRDefault="00F5712E" w:rsidP="00AD5F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изучения. Сказки М. Е. Салтыкова-Щедрина «Медведь на воеводстве», «Коняга». «И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тория одного города» (главы: «О корени происхо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дения глуповцев», «Опись градоначальников», «О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ганчик», «Подтверждение покаяния. Заключение»).</w:t>
            </w:r>
            <w:r w:rsidR="00000C84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="00AD5FD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Замысел, история создания «Истории одного гор</w:t>
            </w:r>
            <w:r w:rsidR="00AD5FD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AD5FD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да». Своеобразие жанра, композиции. Образы гр</w:t>
            </w:r>
            <w:r w:rsidR="00AD5FD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="00AD5FD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доначальников. Элементы антиутопии в «Истории одного города».</w:t>
            </w:r>
          </w:p>
          <w:p w:rsidR="00AD5FDF" w:rsidRPr="008A35EF" w:rsidRDefault="00AD5FDF" w:rsidP="00AD5F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Приемы сатирической фантастики, гротеска, худ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жественного иносказания. Эзопов язык. Проблема совести и нравственного возрождения в произвед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ниях писателя.</w:t>
            </w:r>
          </w:p>
          <w:p w:rsidR="0099511D" w:rsidRDefault="00AD5FDF" w:rsidP="00AD5F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Роль Салтыкова-Щедрина в истории русской лит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ратуры.</w:t>
            </w:r>
          </w:p>
          <w:p w:rsidR="00207D7E" w:rsidRPr="00D774EB" w:rsidRDefault="00207D7E" w:rsidP="00207D7E">
            <w:pPr>
              <w:rPr>
                <w:u w:val="single"/>
              </w:rPr>
            </w:pPr>
            <w:r w:rsidRPr="00D774EB">
              <w:rPr>
                <w:u w:val="single"/>
              </w:rPr>
              <w:t>Рефераты:</w:t>
            </w:r>
          </w:p>
          <w:p w:rsidR="00207D7E" w:rsidRPr="00D774EB" w:rsidRDefault="00207D7E" w:rsidP="00207D7E">
            <w:r w:rsidRPr="00D774EB">
              <w:t xml:space="preserve">Объекты сатиры и сатирические приемы. </w:t>
            </w:r>
          </w:p>
          <w:p w:rsidR="00207D7E" w:rsidRPr="00D774EB" w:rsidRDefault="00207D7E" w:rsidP="00207D7E">
            <w:r w:rsidRPr="00D774EB">
              <w:t>Гипербола и гротеск как способы изображения действ</w:t>
            </w:r>
            <w:r w:rsidRPr="00D774EB">
              <w:t>и</w:t>
            </w:r>
            <w:r w:rsidRPr="00D774EB">
              <w:t xml:space="preserve">тельности. </w:t>
            </w:r>
          </w:p>
          <w:p w:rsidR="00207D7E" w:rsidRPr="00D774EB" w:rsidRDefault="00207D7E" w:rsidP="00207D7E">
            <w:r w:rsidRPr="00D774EB">
              <w:t>Своеобразие писательской манеры М.Е. Салтыкова-Щедрина.</w:t>
            </w:r>
          </w:p>
          <w:p w:rsidR="00207D7E" w:rsidRPr="00D774EB" w:rsidRDefault="00207D7E" w:rsidP="00207D7E">
            <w:r w:rsidRPr="00D774EB">
              <w:t>Роль Салтыкова-Щедрина в истории русской литературы.</w:t>
            </w:r>
          </w:p>
          <w:p w:rsidR="00207D7E" w:rsidRPr="00D774EB" w:rsidRDefault="00207D7E" w:rsidP="00207D7E">
            <w:r w:rsidRPr="00D774EB">
              <w:rPr>
                <w:u w:val="single"/>
              </w:rPr>
              <w:t>Теория литературы:</w:t>
            </w:r>
            <w:r w:rsidRPr="00D774EB">
              <w:t xml:space="preserve"> </w:t>
            </w:r>
          </w:p>
          <w:p w:rsidR="00000C84" w:rsidRDefault="00207D7E" w:rsidP="00207D7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развитие понятия сатиры, понятия об условности в и</w:t>
            </w:r>
            <w:r w:rsidRPr="00D774EB">
              <w:t>с</w:t>
            </w:r>
            <w:r w:rsidRPr="00D774EB">
              <w:t>кусстве</w:t>
            </w:r>
            <w:r>
              <w:t xml:space="preserve"> (1час).</w:t>
            </w:r>
          </w:p>
          <w:p w:rsidR="0099511D" w:rsidRPr="008A35EF" w:rsidRDefault="0099511D" w:rsidP="00AD5F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00C84" w:rsidRPr="008A35EF" w:rsidRDefault="0012376F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D904A8" w:rsidRPr="008A35EF" w:rsidRDefault="005D3373" w:rsidP="00D904A8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Ф. М. Достоевский.</w:t>
            </w:r>
            <w:r w:rsidR="00D904A8" w:rsidRPr="008A35EF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="00D904A8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(1821—1881)</w:t>
            </w:r>
          </w:p>
          <w:p w:rsidR="00D904A8" w:rsidRPr="008A35EF" w:rsidRDefault="00D904A8" w:rsidP="00D904A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Сведения из жизни писателя (с обобщением ранее изученного). Достоевский как мыслитель и худо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ник.</w:t>
            </w:r>
          </w:p>
          <w:p w:rsidR="00D904A8" w:rsidRPr="008A35EF" w:rsidRDefault="00D904A8" w:rsidP="00D904A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Петербургский роман «Преступление и наказание». Замысел и история создания романа. Своеобразие жанра. Особенности сюжета. Композиция, система образов.</w:t>
            </w:r>
          </w:p>
          <w:p w:rsidR="00634653" w:rsidRPr="008A35EF" w:rsidRDefault="00634653" w:rsidP="0063465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Наказание до преступления.  Смысл теории Ра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кольникова. Проблема «сильной личности» и «то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пы», «твари дрожащей» и «имеющих право» и ее опровержение в романе.</w:t>
            </w:r>
            <w:r w:rsidR="001A7EB6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1A7EB6" w:rsidRPr="008A35EF" w:rsidRDefault="001A7EB6" w:rsidP="001A7EB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«Ангелы» и «демоны» Родиона Раскольникова. Сны Раскольникова в раскрытии его характера и общей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композиции романа.</w:t>
            </w:r>
          </w:p>
          <w:p w:rsidR="00CD6AAC" w:rsidRPr="008A35EF" w:rsidRDefault="00CD6AAC" w:rsidP="00CD6AA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Христианская концепция Достоевского. Символич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ское значение образа «вечной Сонечки». Своеобр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зие воплощения авторской позиции в романе. «Правда» Раскольникова и «правда» Сони. </w:t>
            </w:r>
          </w:p>
          <w:p w:rsidR="00214F27" w:rsidRPr="008A35EF" w:rsidRDefault="00214F27" w:rsidP="00214F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Семинар. Родион Раскольников и его идея. «Я не человека убил, я принцип убил!» </w:t>
            </w:r>
          </w:p>
          <w:p w:rsidR="0099511D" w:rsidRDefault="00214F27" w:rsidP="00214F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Идеологическая борьба вокруг наследия Ф. М. 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стоевского.</w:t>
            </w:r>
          </w:p>
          <w:p w:rsidR="00423F01" w:rsidRDefault="00423F01" w:rsidP="00214F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423F01" w:rsidRPr="00D774EB" w:rsidRDefault="00423F01" w:rsidP="00423F01">
            <w:r w:rsidRPr="00D774EB">
              <w:t>Критика вокруг романов Достоевского (Н. Страхов, Д. Писарев, В. Розанов и др.).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Доклады:</w:t>
            </w:r>
          </w:p>
          <w:p w:rsidR="00423F01" w:rsidRPr="00D774EB" w:rsidRDefault="00423F01" w:rsidP="00423F01">
            <w:r w:rsidRPr="00D774EB">
              <w:t xml:space="preserve">Роль пейзажа. </w:t>
            </w:r>
          </w:p>
          <w:p w:rsidR="00423F01" w:rsidRPr="00D774EB" w:rsidRDefault="00423F01" w:rsidP="00423F01">
            <w:r w:rsidRPr="00D774EB">
              <w:t>Своеобразие воплощения авторской позиции в романе Ф.М. Достоевского «Преступление и наказание».</w:t>
            </w:r>
            <w:r>
              <w:t>(2часа)</w:t>
            </w:r>
          </w:p>
          <w:p w:rsidR="00423F01" w:rsidRPr="008A35EF" w:rsidRDefault="00423F01" w:rsidP="00214F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000C84" w:rsidRPr="008A35EF" w:rsidRDefault="00634653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E21907" w:rsidRPr="008A35EF" w:rsidRDefault="005D3373" w:rsidP="00E2190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Л.Н. Толстой.</w:t>
            </w:r>
            <w:r w:rsidR="00E21907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(1828—1910)</w:t>
            </w:r>
            <w:r w:rsidR="00E2190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Жизненный путь и творческая биография (с обобщением ранее изуче</w:t>
            </w:r>
            <w:r w:rsidR="00E2190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E2190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ного). Духовные искания писателя. «Севастопол</w:t>
            </w:r>
            <w:r w:rsidR="00E2190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="00E2190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ские рассказы».</w:t>
            </w:r>
          </w:p>
          <w:p w:rsidR="004669A1" w:rsidRPr="008A35EF" w:rsidRDefault="00000C84" w:rsidP="004669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422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История создания романа-эпопеи «Война и мир». Смысл названия. Жанровое своеобразие романа. Система образов романа, ее особенности. Особе</w:t>
            </w:r>
            <w:r w:rsidR="002C422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2C422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ности композиционной структуры романа.</w:t>
            </w:r>
            <w:r w:rsidR="002C4229"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69A1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Дворя</w:t>
            </w:r>
            <w:r w:rsidR="004669A1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4669A1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ское общество в романе. </w:t>
            </w:r>
          </w:p>
          <w:p w:rsidR="004669A1" w:rsidRPr="008A35EF" w:rsidRDefault="004669A1" w:rsidP="004669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Война 1805-1807 гг.- эпоха «неудач» и «срама» в изображении Толстого. Проблема истинного и ло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ного героизма и величия. Художественные принц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пы Толстого в изображении русской действительн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сти: следование правде, психологизм, «диалектика души».</w:t>
            </w:r>
          </w:p>
          <w:p w:rsidR="00EC4739" w:rsidRPr="008A35EF" w:rsidRDefault="004669A1" w:rsidP="00EC47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1F6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Соединение в романе идеи личного и всеобщего. «Дорога чести»  Андрея Болконского. Пути искания Пьера Безухова, эволюция героя, его поиски смысла жизни.</w:t>
            </w:r>
            <w:r w:rsidR="00EC473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Поиски «мира» и своего места в мире. Иде</w:t>
            </w:r>
            <w:r w:rsidR="00EC473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й</w:t>
            </w:r>
            <w:r w:rsidR="00EC473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но- художественное значение образов Наташи Р</w:t>
            </w:r>
            <w:r w:rsidR="00EC473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EC473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стовой и княжны Марьи.</w:t>
            </w:r>
          </w:p>
          <w:p w:rsidR="00EC4739" w:rsidRPr="008A35EF" w:rsidRDefault="00EC4739" w:rsidP="00EC47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Правдивое изображение войны и русских солдат — художественное открытие Л. Н. Толстого. </w:t>
            </w:r>
          </w:p>
          <w:p w:rsidR="006711C6" w:rsidRPr="008A35EF" w:rsidRDefault="00000C84" w:rsidP="006711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3E1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«Мысль народная»  в романе-эпопее. Пацифизм и патриотизм писателя.  «Дубина народной войны», партизанская война в романе. Образы Тихона Ще</w:t>
            </w:r>
            <w:r w:rsidR="00323E1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="00323E1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батого и Платона Каратаева, их отношение к войне 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История созда</w:t>
            </w:r>
            <w:r w:rsidRPr="008A35EF">
              <w:rPr>
                <w:rFonts w:ascii="Times New Roman" w:hAnsi="Times New Roman"/>
                <w:spacing w:val="-1"/>
                <w:sz w:val="24"/>
                <w:szCs w:val="24"/>
              </w:rPr>
              <w:t>ния и замысла. Смысл названия и обра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Изображение народной войны в романе. Бороди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ское сражение как идейно-композиционный центр романа. Правдивое изображение войны и русских солдат — художественное открытие Л. Н. Толстого.  Народный полководец Кутузов. Совет в Филях.  К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тузов и Наполеон в авторской оценке. Проблема русского национального характера. Осуждение ж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стокости войны в романе. Развенчание идеи «нап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7E56D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леонизма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56D5"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11C6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Итоги нравственно-философских иск</w:t>
            </w:r>
            <w:r w:rsidR="006711C6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="006711C6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ний героев романа.</w:t>
            </w:r>
          </w:p>
          <w:p w:rsidR="00423F01" w:rsidRDefault="006711C6" w:rsidP="00423F01">
            <w:pPr>
              <w:rPr>
                <w:u w:val="single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Мировое значение творчества Л. Н. Толстого. Л. Н. Толстой и культура XX века.</w:t>
            </w:r>
            <w:r w:rsidR="00423F01" w:rsidRPr="00D774EB">
              <w:rPr>
                <w:u w:val="single"/>
              </w:rPr>
              <w:t xml:space="preserve"> </w:t>
            </w:r>
          </w:p>
          <w:p w:rsidR="00423F01" w:rsidRDefault="00423F01" w:rsidP="00423F01">
            <w:pPr>
              <w:rPr>
                <w:u w:val="single"/>
              </w:rPr>
            </w:pPr>
            <w:r>
              <w:rPr>
                <w:u w:val="single"/>
              </w:rPr>
              <w:t>Самостоятельная работа.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423F01" w:rsidRPr="00D774EB" w:rsidRDefault="00423F01" w:rsidP="00423F01">
            <w:r w:rsidRPr="00D774EB">
              <w:t>Идейные искания Толстого.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Подготовка к изложению:</w:t>
            </w:r>
          </w:p>
          <w:p w:rsidR="00423F01" w:rsidRPr="00D774EB" w:rsidRDefault="00423F01" w:rsidP="00423F01">
            <w:r w:rsidRPr="00D774EB">
              <w:t>«Князь Андрей на поле Аустерлица».</w:t>
            </w:r>
          </w:p>
          <w:p w:rsidR="00423F01" w:rsidRPr="00D774EB" w:rsidRDefault="00423F01" w:rsidP="00423F01">
            <w:r w:rsidRPr="00D774EB">
              <w:rPr>
                <w:u w:val="single"/>
              </w:rPr>
              <w:t>Обзор творчества позднего периода:</w:t>
            </w:r>
            <w:r w:rsidRPr="00D774EB">
              <w:t xml:space="preserve"> </w:t>
            </w:r>
          </w:p>
          <w:p w:rsidR="00423F01" w:rsidRPr="00D774EB" w:rsidRDefault="00423F01" w:rsidP="00423F01">
            <w:r w:rsidRPr="00D774EB">
              <w:t>Аннотированный список по произведениям Л.Н Толст</w:t>
            </w:r>
            <w:r w:rsidRPr="00D774EB">
              <w:t>о</w:t>
            </w:r>
            <w:r w:rsidRPr="00D774EB">
              <w:t>го: «Анна Каренина», «Крейцерова соната», «Хаджи-Мурат».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423F01" w:rsidRPr="00D774EB" w:rsidRDefault="00423F01" w:rsidP="00423F01">
            <w:r w:rsidRPr="00D774EB">
              <w:t xml:space="preserve">Мировое значение творчества Л. Толстого. Л. Толстой и культура </w:t>
            </w:r>
            <w:r w:rsidRPr="00D774EB">
              <w:rPr>
                <w:lang w:val="en-US"/>
              </w:rPr>
              <w:t>XX</w:t>
            </w:r>
            <w:r w:rsidRPr="00D774EB">
              <w:t xml:space="preserve"> века.</w:t>
            </w:r>
          </w:p>
          <w:p w:rsidR="00423F01" w:rsidRPr="00D774EB" w:rsidRDefault="00423F01" w:rsidP="00423F01">
            <w:r w:rsidRPr="00D774EB">
              <w:rPr>
                <w:u w:val="single"/>
              </w:rPr>
              <w:t>Теория литературы:</w:t>
            </w:r>
            <w:r w:rsidRPr="00D774EB">
              <w:t xml:space="preserve"> </w:t>
            </w:r>
          </w:p>
          <w:p w:rsidR="00423F01" w:rsidRPr="008A35EF" w:rsidRDefault="00423F01" w:rsidP="006711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понятие о романе-эпопее.</w:t>
            </w:r>
            <w:r>
              <w:t xml:space="preserve"> (3часа).</w:t>
            </w:r>
          </w:p>
        </w:tc>
        <w:tc>
          <w:tcPr>
            <w:tcW w:w="709" w:type="dxa"/>
          </w:tcPr>
          <w:p w:rsidR="00000C84" w:rsidRPr="008A35EF" w:rsidRDefault="007C006D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C84" w:rsidRPr="008A35EF" w:rsidTr="00C567F2">
        <w:tc>
          <w:tcPr>
            <w:tcW w:w="2122" w:type="dxa"/>
            <w:gridSpan w:val="2"/>
            <w:vMerge/>
            <w:tcBorders>
              <w:right w:val="single" w:sz="4" w:space="0" w:color="auto"/>
            </w:tcBorders>
          </w:tcPr>
          <w:p w:rsidR="00000C84" w:rsidRPr="008A35EF" w:rsidRDefault="00000C84" w:rsidP="002F606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</w:tcBorders>
          </w:tcPr>
          <w:p w:rsidR="005A470B" w:rsidRPr="008A35EF" w:rsidRDefault="005D3373" w:rsidP="005A47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А.П. Чехов.</w:t>
            </w:r>
            <w:r w:rsidR="005A470B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(1860—1904)</w:t>
            </w:r>
          </w:p>
          <w:p w:rsidR="005A470B" w:rsidRPr="008A35EF" w:rsidRDefault="005A470B" w:rsidP="005A47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Сведения из биографии (с обобщением ранее из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ченного).</w:t>
            </w:r>
          </w:p>
          <w:p w:rsidR="005A470B" w:rsidRPr="008A35EF" w:rsidRDefault="005A470B" w:rsidP="005A47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Своеобразие и всепроникающая сила чеховского творчества. Художественное совершенство расск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зов А. П. Чехова. Новаторство Чехова. Периодиз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ция творчества Чехова. Работа писателя в журналах. Чехов-репортер.</w:t>
            </w:r>
          </w:p>
          <w:p w:rsidR="00455237" w:rsidRPr="008A35EF" w:rsidRDefault="005A470B" w:rsidP="0045523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Для чтения и изучения. Рассказы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Попрыгунья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Душечка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», «Дом с мезонином»,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Студент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», «И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ныч», «Человек в футляре», «Крыжовник», «О лю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б</w:t>
            </w:r>
            <w:r w:rsidRPr="008A35E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ви». Пьеса «Вишневый сад».</w:t>
            </w:r>
            <w:r w:rsidR="005D3373" w:rsidRPr="008A35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73FAE" w:rsidRPr="008A35EF" w:rsidRDefault="00173FAE" w:rsidP="00173F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Юмористические рассказы. Пародийность ранних рассказов. Новаторство Чехова в поисках жанровых форм. Новый тип рассказа. Герои рассказов Чехова. Особенности изображения «маленького человека» в прозе А. П. Чехова. Изображение духовного оск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дения личности в рассказе «Ионыч».</w:t>
            </w:r>
          </w:p>
          <w:p w:rsidR="00EF12A3" w:rsidRPr="008A35EF" w:rsidRDefault="00EF12A3" w:rsidP="00EF12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Драматургия Чехова. </w:t>
            </w:r>
          </w:p>
          <w:p w:rsidR="004E5019" w:rsidRPr="008A35EF" w:rsidRDefault="00EF12A3" w:rsidP="004E50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Комедия «Вишневый сад». История создания, жанр, система персонажей. Своеобразие конфликта и его решение в пьесе «Вишневый сад». Символика названия пьесы.</w:t>
            </w:r>
            <w:r w:rsidR="00000C84"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</w:t>
            </w:r>
          </w:p>
          <w:p w:rsidR="00423F01" w:rsidRDefault="00000C84" w:rsidP="00423F01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 xml:space="preserve">Раневская и Гаев в пьесе Чехова. Ермолай </w:t>
            </w:r>
            <w:r w:rsidRPr="008A35EF">
              <w:rPr>
                <w:rFonts w:ascii="Times New Roman" w:hAnsi="Times New Roman"/>
                <w:spacing w:val="-4"/>
                <w:sz w:val="24"/>
                <w:szCs w:val="24"/>
              </w:rPr>
              <w:t>Лопахин.-буржуазный делец нового времени.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Особенности ч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ховской драматургии. Новый театр. Значение тво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="004E5019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ческого наследия Чехова для мировой литературы и театра.  </w:t>
            </w:r>
            <w:r w:rsidRPr="008A35E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Будущее 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в пьесе. А.П. Чехов и русская 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тература.</w:t>
            </w:r>
          </w:p>
          <w:p w:rsidR="00423F01" w:rsidRDefault="00423F01" w:rsidP="00423F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Доклады:</w:t>
            </w:r>
          </w:p>
          <w:p w:rsidR="00423F01" w:rsidRPr="00D774EB" w:rsidRDefault="00423F01" w:rsidP="00423F01">
            <w:r w:rsidRPr="00D774EB">
              <w:t xml:space="preserve">Чехов и МХАТ. </w:t>
            </w:r>
          </w:p>
          <w:p w:rsidR="00423F01" w:rsidRPr="00D774EB" w:rsidRDefault="00423F01" w:rsidP="00423F01">
            <w:r w:rsidRPr="00D774EB">
              <w:lastRenderedPageBreak/>
              <w:t>Роль А. П. Чехова в мировой драматургии театра.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Выписки:</w:t>
            </w:r>
          </w:p>
          <w:p w:rsidR="00423F01" w:rsidRPr="00D774EB" w:rsidRDefault="00423F01" w:rsidP="00423F01">
            <w:r w:rsidRPr="00D774EB">
              <w:t>Критика о Чехове (И. Анненский, В. Пьецух).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Теория литературы: </w:t>
            </w:r>
          </w:p>
          <w:p w:rsidR="00423F01" w:rsidRPr="00D774EB" w:rsidRDefault="00423F01" w:rsidP="00423F01">
            <w:r w:rsidRPr="00D774EB">
              <w:t>развитие понятия о драматургии (внутреннее и внешнее действие; подтекст; роль авторских ремарок; пауз, пер</w:t>
            </w:r>
            <w:r w:rsidRPr="00D774EB">
              <w:t>е</w:t>
            </w:r>
            <w:r w:rsidRPr="00D774EB">
              <w:t xml:space="preserve">клички реплик и т.д.). 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Реферат:</w:t>
            </w:r>
          </w:p>
          <w:p w:rsidR="00423F01" w:rsidRPr="00423F01" w:rsidRDefault="00423F01" w:rsidP="00EF12A3">
            <w:pPr>
              <w:rPr>
                <w:rFonts w:ascii="Times New Roman" w:hAnsi="Times New Roman"/>
                <w:sz w:val="24"/>
                <w:szCs w:val="24"/>
              </w:rPr>
            </w:pPr>
            <w:r w:rsidRPr="00D774EB">
              <w:t>Своеобразие Чехова-драматурга.</w:t>
            </w:r>
            <w:r>
              <w:t xml:space="preserve"> (2часа).</w:t>
            </w:r>
          </w:p>
        </w:tc>
        <w:tc>
          <w:tcPr>
            <w:tcW w:w="709" w:type="dxa"/>
          </w:tcPr>
          <w:p w:rsidR="00000C84" w:rsidRPr="008A35EF" w:rsidRDefault="006711C6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000C84" w:rsidRPr="008A35EF" w:rsidRDefault="00000C84" w:rsidP="002F606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276FAA">
        <w:tc>
          <w:tcPr>
            <w:tcW w:w="1838" w:type="dxa"/>
          </w:tcPr>
          <w:p w:rsidR="00276FAA" w:rsidRPr="00D64B00" w:rsidRDefault="001759AB" w:rsidP="00276F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64B00">
              <w:rPr>
                <w:rFonts w:ascii="Times New Roman" w:hAnsi="Times New Roman"/>
                <w:bCs/>
              </w:rPr>
              <w:lastRenderedPageBreak/>
              <w:t>Тема 1.3 Обзор зарубежной л</w:t>
            </w:r>
            <w:r w:rsidRPr="00D64B00">
              <w:rPr>
                <w:rFonts w:ascii="Times New Roman" w:hAnsi="Times New Roman"/>
                <w:bCs/>
              </w:rPr>
              <w:t>и</w:t>
            </w:r>
            <w:r w:rsidRPr="00D64B00">
              <w:rPr>
                <w:rFonts w:ascii="Times New Roman" w:hAnsi="Times New Roman"/>
                <w:bCs/>
              </w:rPr>
              <w:t xml:space="preserve">тературы второй </w:t>
            </w:r>
            <w:r w:rsidR="00617CA9" w:rsidRPr="00D64B00">
              <w:rPr>
                <w:rFonts w:ascii="Times New Roman" w:hAnsi="Times New Roman"/>
                <w:bCs/>
              </w:rPr>
              <w:t>половины19века</w:t>
            </w:r>
          </w:p>
        </w:tc>
        <w:tc>
          <w:tcPr>
            <w:tcW w:w="5925" w:type="dxa"/>
            <w:gridSpan w:val="2"/>
          </w:tcPr>
          <w:p w:rsidR="00276FAA" w:rsidRPr="008A35EF" w:rsidRDefault="00276FAA" w:rsidP="00276F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 xml:space="preserve">Зарубежная литература. Обзор зарубежной литературы второй половины 19 в. </w:t>
            </w:r>
          </w:p>
          <w:p w:rsidR="00276FAA" w:rsidRPr="008A35EF" w:rsidRDefault="00276FAA" w:rsidP="00276F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Ги де Мопассан, Г. Ибсен, А. Рембо, Б. Шоу (возможен выбор другого прозаика или поэта).</w:t>
            </w:r>
          </w:p>
        </w:tc>
        <w:tc>
          <w:tcPr>
            <w:tcW w:w="709" w:type="dxa"/>
          </w:tcPr>
          <w:p w:rsidR="00276FAA" w:rsidRPr="008A35EF" w:rsidRDefault="006711C6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6FAA" w:rsidRPr="008A35EF" w:rsidTr="002F6066">
        <w:tc>
          <w:tcPr>
            <w:tcW w:w="7763" w:type="dxa"/>
            <w:gridSpan w:val="3"/>
          </w:tcPr>
          <w:p w:rsidR="00276FAA" w:rsidRPr="008A35EF" w:rsidRDefault="007C006D" w:rsidP="00276F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709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A" w:rsidRPr="008A35EF" w:rsidTr="002F6066">
        <w:tc>
          <w:tcPr>
            <w:tcW w:w="7763" w:type="dxa"/>
            <w:gridSpan w:val="3"/>
          </w:tcPr>
          <w:p w:rsidR="00276FAA" w:rsidRPr="008A35EF" w:rsidRDefault="00276FAA" w:rsidP="00276F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Литература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XX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709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A" w:rsidRPr="008A35EF" w:rsidTr="00C567F2">
        <w:trPr>
          <w:trHeight w:val="323"/>
        </w:trPr>
        <w:tc>
          <w:tcPr>
            <w:tcW w:w="2122" w:type="dxa"/>
            <w:gridSpan w:val="2"/>
            <w:vMerge w:val="restart"/>
            <w:tcBorders>
              <w:right w:val="single" w:sz="4" w:space="0" w:color="auto"/>
            </w:tcBorders>
          </w:tcPr>
          <w:p w:rsidR="00C567F2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Тема 2.1.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="00C567F2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Особенности ра</w:t>
            </w:r>
            <w:r w:rsidR="00C567F2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</w:t>
            </w:r>
            <w:r w:rsidR="00C567F2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вития литературы и других видов </w:t>
            </w:r>
            <w:r w:rsidR="00DE2D88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искусства в начале 20 века.</w:t>
            </w:r>
          </w:p>
        </w:tc>
        <w:tc>
          <w:tcPr>
            <w:tcW w:w="5641" w:type="dxa"/>
            <w:tcBorders>
              <w:left w:val="single" w:sz="4" w:space="0" w:color="auto"/>
              <w:bottom w:val="single" w:sz="4" w:space="0" w:color="auto"/>
            </w:tcBorders>
          </w:tcPr>
          <w:p w:rsidR="00F27EB8" w:rsidRPr="008A35EF" w:rsidRDefault="00F27EB8" w:rsidP="00F27EB8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ЛИТЕРАТУРА ХХ ВЕКА.</w:t>
            </w:r>
            <w:r w:rsidR="00EA1917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F27EB8" w:rsidRPr="008A35EF" w:rsidRDefault="00F27EB8" w:rsidP="00F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развития литературы и других видов искусства в начале XX века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7EB8" w:rsidRPr="008A35EF" w:rsidRDefault="00F27EB8" w:rsidP="00F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Серебряный век как культурно-историческая эпоха. Идеологический и эстетический плюрализм эпохи. Расцвет русской религиозно-философской мысли. Кризис гуманизма и религиозные искания в русской философии.</w:t>
            </w:r>
          </w:p>
          <w:p w:rsidR="00F27EB8" w:rsidRPr="008A35EF" w:rsidRDefault="00F27EB8" w:rsidP="00F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тенденции развития прозы. Реализм и модернизм в литературном процессе рубежа веков. Стилевая дифференциация реализма (Л. Н. Толстой, В. Г. Короленко, А. П. Чехов, И. С. Шмелев). Ди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куссия о кризисе реализма.</w:t>
            </w:r>
          </w:p>
          <w:p w:rsidR="00F27EB8" w:rsidRPr="008A35EF" w:rsidRDefault="00F27EB8" w:rsidP="00F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Обращение к малым эпическим формам. Моде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низм как реакция на кризис реализма. Журналы 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тирического направления («Сатирикон», «Новый Сатирикон»).</w:t>
            </w:r>
          </w:p>
          <w:p w:rsidR="00153E27" w:rsidRPr="008A35EF" w:rsidRDefault="00153E27" w:rsidP="00F27E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И.А. Бунин. 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Сведения из биографии. Рас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сказы: «Деревня», «Антоновские яблоки», «Чаша жизни», «Легкое дыхание», «Грамматика любви»,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«Чистый понедельник», «Митина любовь», «Господин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из Сан-Франциско», «Темные аллеи». Философич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ность л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рики Бунина. Тонкость восприятия психоло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гии чел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века и мира природы; поэтизация историче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ского прошлого. Осуждение бездуховности существо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вания. Изображение «мгновения» жизни. Реалистиче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 xml:space="preserve">ское и символическое в прозе и поэзии. Слово, подробность, деталь в поэзии и прозе. Поэтика И.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А. Бунина</w:t>
            </w:r>
          </w:p>
          <w:p w:rsidR="00F27EB8" w:rsidRPr="008A35EF" w:rsidRDefault="00F27EB8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76FAA" w:rsidRPr="008A35EF" w:rsidRDefault="00153E2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rPr>
          <w:trHeight w:val="1808"/>
        </w:trPr>
        <w:tc>
          <w:tcPr>
            <w:tcW w:w="21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</w:tcBorders>
          </w:tcPr>
          <w:p w:rsidR="00982E86" w:rsidRPr="008A35EF" w:rsidRDefault="00982E86" w:rsidP="00982E8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Проза И. А. Бунина. «Живопись словом» — хара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терная особенность стиля И. А. Бунина. Судьбы м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 и цивилизации в творчестве И. А. Бунина. Ру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ский национальный характер в изображении Бун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на. Общая характеристика цикла рассказов «Темные аллеи». </w:t>
            </w:r>
          </w:p>
          <w:p w:rsidR="00DF37D4" w:rsidRPr="008A35EF" w:rsidRDefault="00DF37D4" w:rsidP="00DF37D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любви в творчестве И. А. Бунина, новизна ее в сравнении с классической традицией.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Слово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дробность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деталь в поэзии и прозе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Тема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дворя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ского гнезда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на рубеже XIX—XX веков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ее решение в рассказе 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Бунина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Антоновские яблоки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»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 пьесе 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Чехова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Вишневый сад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 Реалистическое и символическое в прозе и поэзии.</w:t>
            </w:r>
          </w:p>
          <w:p w:rsidR="00423F01" w:rsidRDefault="00DF37D4" w:rsidP="00423F0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Критики о Бунине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Брюсов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Ю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Айхенвальд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З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Шаховская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Михайлов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 (по выбору преподават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ля).</w:t>
            </w:r>
          </w:p>
          <w:p w:rsidR="00423F01" w:rsidRDefault="00423F01" w:rsidP="00423F0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Рефераты:</w:t>
            </w:r>
          </w:p>
          <w:p w:rsidR="00423F01" w:rsidRPr="00D774EB" w:rsidRDefault="00423F01" w:rsidP="00423F01">
            <w:r w:rsidRPr="00D774EB">
              <w:t>Слово, подробность, деталь в поэзии и прозе.</w:t>
            </w:r>
          </w:p>
          <w:p w:rsidR="00982E86" w:rsidRPr="00423F01" w:rsidRDefault="00423F01" w:rsidP="00423F0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Поэтика И. А. Бунина.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(1час.)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FAA" w:rsidRPr="008A35EF" w:rsidRDefault="00F27EB8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c>
          <w:tcPr>
            <w:tcW w:w="2122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left w:val="single" w:sz="4" w:space="0" w:color="auto"/>
              <w:bottom w:val="single" w:sz="4" w:space="0" w:color="auto"/>
            </w:tcBorders>
          </w:tcPr>
          <w:p w:rsidR="00FD6DE1" w:rsidRPr="008A35EF" w:rsidRDefault="00DE2D88" w:rsidP="007B4F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А.И. Куприн.</w:t>
            </w:r>
            <w:r w:rsidR="00276FAA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Рассказы</w:t>
            </w:r>
            <w:r w:rsidR="007B4F72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и повести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: «Олеся», «Поед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нок»,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«Гранатовый   браслет».   Поэтическое   изо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б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ражение 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природы,  богатство духовного мира гер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ев.  Нрав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ственные и социальные проблемы в расск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зах Купри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на. Осуждение пороков современного о</w:t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б</w:t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щества. По</w:t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весть «Олеся» Смысл названия повести, </w:t>
            </w:r>
            <w:r w:rsidR="00276FAA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спор о сильной, бескорыстной любви, тема неравен</w:t>
            </w:r>
            <w:r w:rsidR="00276FAA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ства в повести.   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Символическое и реалистическое в творчестве Купри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на.</w:t>
            </w:r>
          </w:p>
          <w:p w:rsidR="00245A3F" w:rsidRPr="008A35EF" w:rsidRDefault="007B4F72" w:rsidP="00A404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Традиции романтизма и их влияние на творчество А. И. Куприна. Трагизм любви в творчестве А. И. Куприн</w:t>
            </w:r>
            <w:r w:rsidR="00245A3F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A40412" w:rsidRPr="008A35EF" w:rsidRDefault="002E202F" w:rsidP="00A404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Повесть «Гранатовый браслет». Смысл названия повести, спор о сильной, бескорыстной любви, тема неравенства в повести. Трагический смысл произв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дения. Любовь как великая и вечная духовная це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ность. Трагическая история любви «маленького ч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ловека». Столкновение высоты чувства и низости жизни как лейтмотив произведений А. И. Куприна о любви.</w:t>
            </w:r>
          </w:p>
          <w:p w:rsidR="00A40412" w:rsidRDefault="00A40412" w:rsidP="00A404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Обличительные мотивы в творчестве 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Купр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Образ русского офицера в литературной трад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ции («Поединок»). Армия как модель русского 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щества рубежа XIX—XX веков. Изображение оф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церской среды, строевой и казарменно жизни со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дат, личных отношений между людьми. Освещение проблемы личности как «нравственного воскрес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ния» героя. Ситуация дуэли: преломление традиции как отражение времени. Социальные и нравстве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ные проблемы в повести. Традиции психологизма Л. Н. Толстого в творчестве Куприна.</w:t>
            </w:r>
          </w:p>
          <w:p w:rsidR="00423F01" w:rsidRDefault="00423F01" w:rsidP="00A404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работа.</w:t>
            </w:r>
          </w:p>
          <w:p w:rsidR="00423F01" w:rsidRPr="00D774EB" w:rsidRDefault="00423F01" w:rsidP="00423F01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276FAA" w:rsidRPr="008A35EF" w:rsidRDefault="00423F01" w:rsidP="002E20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74EB">
              <w:t>Символическое и реалистическое в творчестве А.И. Ку</w:t>
            </w:r>
            <w:r w:rsidRPr="00D774EB">
              <w:t>п</w:t>
            </w:r>
            <w:r w:rsidRPr="00D774EB">
              <w:t>рина.</w:t>
            </w:r>
            <w:r>
              <w:t xml:space="preserve"> (2часа).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rPr>
          <w:trHeight w:val="2026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lastRenderedPageBreak/>
              <w:t>Тема 2.2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Русская ли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тература на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руб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же ве</w:t>
            </w:r>
            <w:r w:rsidR="00DE2D88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ков. Поэзия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начала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  <w:t>XX</w:t>
            </w:r>
            <w:r w:rsidR="00DE2D88" w:rsidRPr="008A35EF">
              <w:rPr>
                <w:rFonts w:ascii="Times New Roman" w:eastAsia="Times New Roman" w:hAnsi="Times New Roman"/>
                <w:sz w:val="24"/>
                <w:szCs w:val="24"/>
              </w:rPr>
              <w:t>века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45A3F" w:rsidP="00433A8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Серебряный век русской поэзии. </w:t>
            </w:r>
            <w:r w:rsidR="00433A85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276FAA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Обзор 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русской п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эзии </w:t>
            </w:r>
            <w:r w:rsidR="00276FAA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 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поэзии народов </w:t>
            </w:r>
            <w:r w:rsidR="00276FAA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России </w:t>
            </w:r>
            <w:r w:rsidR="00276FAA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конца </w:t>
            </w:r>
            <w:r w:rsidR="00276FAA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  <w:lang w:val="en-US"/>
              </w:rPr>
              <w:t>XIX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- начала </w:t>
            </w:r>
            <w:r w:rsidR="00276FAA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  <w:lang w:val="en-US"/>
              </w:rPr>
              <w:t>XX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в.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Константин Бальмонт, Ва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лерий Брюсов, Ник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о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лай Гумилев, Осип Мандельштам, </w:t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Марина Цветаева, Георгий Иванов, Владислав Хода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севич, Игорь Сев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>рянин, Михаил Кузмин, Габдулла</w:t>
            </w:r>
            <w:r w:rsidR="00866736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Тукай и др.; общая характеристика творчества (стихо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творения не менее трех авторов по выбору).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Проблема традиций и нов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торства в литературе нача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ла 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  <w:lang w:val="en-US"/>
              </w:rPr>
              <w:t>XX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века; формы ее ра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з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решения в творчестве реали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стов, символистов, акме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стов, фут</w:t>
            </w:r>
            <w:r w:rsidR="00DE2D88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уристов.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DE2D88" w:rsidP="00276FAA">
            <w:pPr>
              <w:shd w:val="clear" w:color="auto" w:fill="FFFFFF"/>
              <w:spacing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DB368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rPr>
          <w:trHeight w:val="921"/>
        </w:trPr>
        <w:tc>
          <w:tcPr>
            <w:tcW w:w="212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423F01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Серебряный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век 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как своеобразный «русский ре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нессанс».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Литературные течения поэзии русского мо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дернизма:   символизм,   акмеизм,   футуризм.   Поэты,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творившие вне литературных течений: И.</w:t>
            </w:r>
            <w:r w:rsidR="00DE2D88" w:rsidRPr="008A35EF">
              <w:rPr>
                <w:rFonts w:ascii="Times New Roman" w:eastAsia="Times New Roman" w:hAnsi="Times New Roman"/>
                <w:sz w:val="24"/>
                <w:szCs w:val="24"/>
              </w:rPr>
              <w:t>Ф. Анне</w:t>
            </w:r>
            <w:r w:rsidR="00DE2D88" w:rsidRPr="008A35EF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DE2D88" w:rsidRPr="008A35EF">
              <w:rPr>
                <w:rFonts w:ascii="Times New Roman" w:eastAsia="Times New Roman" w:hAnsi="Times New Roman"/>
                <w:sz w:val="24"/>
                <w:szCs w:val="24"/>
              </w:rPr>
              <w:t>ский, М.И. Цветаева.</w:t>
            </w:r>
          </w:p>
          <w:p w:rsidR="00423F01" w:rsidRDefault="00423F01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D4150B" w:rsidRPr="00D4150B" w:rsidRDefault="00423F01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Доклад.</w:t>
            </w:r>
            <w:r w:rsidRPr="00D774EB">
              <w:rPr>
                <w:bCs/>
                <w:iCs/>
                <w:color w:val="000000"/>
              </w:rPr>
              <w:t xml:space="preserve"> Футуризм. Манифесты футуризма, их пафос и проблематика</w:t>
            </w:r>
            <w:r w:rsidR="00D4150B">
              <w:rPr>
                <w:rFonts w:ascii="Times New Roman" w:eastAsia="Times New Roman" w:hAnsi="Times New Roman"/>
                <w:sz w:val="24"/>
                <w:szCs w:val="24"/>
              </w:rPr>
              <w:t>. (1 час.)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A" w:rsidRPr="008A35EF" w:rsidTr="00C567F2">
        <w:trPr>
          <w:trHeight w:val="2132"/>
        </w:trPr>
        <w:tc>
          <w:tcPr>
            <w:tcW w:w="2122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A0295D" w:rsidRPr="008A35EF" w:rsidRDefault="00276FAA" w:rsidP="00A029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Символизм.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Истоки русского символизма. Влияние западноевропейской философии и поэзии на творче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ство русских символистов. Связь с романтизмом. По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нимание символа символистами (задача предельного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расширения значения слова, открытие тайн как цель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нового искусства). Конструирование мира в процессе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творчества, идея «творимой легенды». Музыкальность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стиха.  «Старшие символисты» (В.Я. Брюсов,  К.Д. Бальмонт, Ф.К. Сологуб) и «младосимволи</w:t>
            </w:r>
            <w:r w:rsidR="00EA5B37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сты» </w:t>
            </w:r>
            <w:r w:rsidR="00EA5B3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(А. Белый, А. А. Блок). Философские основы и эстет</w:t>
            </w:r>
            <w:r w:rsidR="00EA5B3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="00EA5B3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ческие принципы символизма, его связь с рома</w:t>
            </w:r>
            <w:r w:rsidR="00EA5B3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EA5B37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тизм</w:t>
            </w:r>
            <w:r w:rsidR="00A0295D"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A0295D" w:rsidRPr="008A35EF" w:rsidRDefault="00A0295D" w:rsidP="00A029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Валерий Яковлевич Брюсов</w:t>
            </w:r>
          </w:p>
          <w:p w:rsidR="00A0295D" w:rsidRPr="008A35EF" w:rsidRDefault="00A0295D" w:rsidP="00A029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Основные темы и мотивы поэзии Брюсова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Своеобразие решения темы поэта и поэзии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Культ формы в лирике Брюсова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A0295D" w:rsidRPr="008A35EF" w:rsidRDefault="00A0295D" w:rsidP="00A029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. Стихотворения: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Сонет к форме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Юному поэту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Грядущие гунны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(во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можен выбор трех других стихотворений).</w:t>
            </w:r>
          </w:p>
          <w:p w:rsidR="00626A8F" w:rsidRPr="008A35EF" w:rsidRDefault="00626A8F" w:rsidP="00626A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Константин Дмитриевич Бальмонт</w:t>
            </w:r>
          </w:p>
          <w:p w:rsidR="00626A8F" w:rsidRPr="008A35EF" w:rsidRDefault="00626A8F" w:rsidP="00626A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Основные темы и мотивы поэзии Бальмонта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Музыкальность стиха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изящ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ство образов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Стремление к утонченным способам выражения чувств и мыслей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626A8F" w:rsidRPr="008A35EF" w:rsidRDefault="00626A8F" w:rsidP="00626A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чтения и изучения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. Стихотворения: 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 ме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ч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тою ловил уходящие тени…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</w:t>
            </w:r>
          </w:p>
          <w:p w:rsidR="00626A8F" w:rsidRPr="008A35EF" w:rsidRDefault="00626A8F" w:rsidP="00626A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Безглагольность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 в этот мир пришел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чтоб видеть солнце…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(возможен выбор трех других стихотворений).</w:t>
            </w:r>
          </w:p>
          <w:p w:rsidR="002464DC" w:rsidRPr="008A35EF" w:rsidRDefault="002464DC" w:rsidP="00246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Андрей Белый</w:t>
            </w:r>
          </w:p>
          <w:p w:rsidR="002464DC" w:rsidRPr="008A35EF" w:rsidRDefault="002464DC" w:rsidP="00246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Интуитивное постижение действительности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Тема</w:t>
            </w:r>
          </w:p>
          <w:p w:rsidR="002464DC" w:rsidRPr="008A35EF" w:rsidRDefault="002464DC" w:rsidP="00246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родины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боль и тревога за судьбы России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Воспри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тие революционных событий как пришествия нов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го Мессии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2464DC" w:rsidRPr="008A35EF" w:rsidRDefault="002464DC" w:rsidP="00246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Для чтения и изучения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. Стихотворения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Разд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мье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Русь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», «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Родине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 (возможен выбор трех др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гих стихотворений).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B60256" w:rsidRPr="008A35EF" w:rsidRDefault="00B60256" w:rsidP="00B60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Николай Степанович Гумилев</w:t>
            </w:r>
          </w:p>
          <w:p w:rsidR="00B60256" w:rsidRPr="008A35EF" w:rsidRDefault="00B60256" w:rsidP="00B60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биографии. Героизация действител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ь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ности в поэзии Гумилева, романтическая традиция в его лирике. Своеобразие лирических сюжетов. Э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зотическое, фантастическое и прозаическое в по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зии Гумилева.</w:t>
            </w:r>
          </w:p>
          <w:p w:rsidR="00B60256" w:rsidRPr="008A35EF" w:rsidRDefault="00B60256" w:rsidP="00B60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Для чтения и изучения. Стихотворения: «Жираф», «Волшебная скрипка», «Заблудившийся трамвай» (возможен выбор трех других стихотворений). Статья «Наследие символизма и акмеизма».</w:t>
            </w:r>
          </w:p>
          <w:p w:rsidR="00B60256" w:rsidRPr="008A35EF" w:rsidRDefault="00B60256" w:rsidP="00B60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Футуризм. Манифесты футуризма, их пафос и проблематика. Поэт как миссионер “нового иску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ства”. Декларация о разрыве с традицией, абсол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ю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тизация “самовитого” слова, приоритет формы над содержанием, вторжение грубой лексики в п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этический язык, неологизмы, эпатаж. Звуковые и графические эксперименты футуристов.</w:t>
            </w:r>
          </w:p>
          <w:p w:rsidR="00B60256" w:rsidRPr="008A35EF" w:rsidRDefault="00B60256" w:rsidP="00B60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Группы футуристов: эгофутуристы (И. Север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нин), кубофутуристы (В. В. Маяковский, В. Хлебн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ков), «Центрифуга» (Б. Л. Пастернак).</w:t>
            </w:r>
          </w:p>
          <w:p w:rsidR="007A433D" w:rsidRPr="008A35EF" w:rsidRDefault="007A433D" w:rsidP="007A43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Игорь Северянин.</w:t>
            </w:r>
          </w:p>
          <w:p w:rsidR="007A433D" w:rsidRPr="008A35EF" w:rsidRDefault="007A433D" w:rsidP="007A43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биографии. Эмоциональная взволнова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ность и ироничность поэзии Северянина, ориг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нальность его словотворчества.</w:t>
            </w:r>
          </w:p>
          <w:p w:rsidR="00276FAA" w:rsidRPr="008A35EF" w:rsidRDefault="007A433D" w:rsidP="007A433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Для чтения и изучения. Стихотворения: «Интр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дукция», «Эпилог» («Я, гений Игорь-Северянин…»), «Двусмысленная слава» (возможен выбор трех др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гих стихотворе</w:t>
            </w:r>
            <w:r w:rsidR="00072491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ний Заклятие смехом»,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«Еще раз, еще раз…» (возможен выбор трех других стих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творений</w:t>
            </w:r>
            <w:r w:rsidR="00053BBF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).</w:t>
            </w:r>
          </w:p>
          <w:p w:rsidR="00053BBF" w:rsidRPr="008A35EF" w:rsidRDefault="00053BBF" w:rsidP="00053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Новокрестьянская поэзия.</w:t>
            </w:r>
          </w:p>
          <w:p w:rsidR="00053BBF" w:rsidRPr="008A35EF" w:rsidRDefault="00053BBF" w:rsidP="00053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Особое место в литературе начала века крестья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ской поэзии. Продолжение традиций русской реал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стической крестьянской поэзии XIX века в творч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стве Н. А. Клюева, С. А. Есенина.</w:t>
            </w:r>
          </w:p>
          <w:p w:rsidR="00053BBF" w:rsidRPr="008A35EF" w:rsidRDefault="00053BBF" w:rsidP="00053BB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Николай Алексеевич Клюев.</w:t>
            </w:r>
          </w:p>
          <w:p w:rsidR="00A0295D" w:rsidRPr="008A35EF" w:rsidRDefault="00053BBF" w:rsidP="00053BB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3493" w:rsidRPr="008A35EF" w:rsidRDefault="00AF3493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778C" w:rsidRPr="008A35EF" w:rsidRDefault="00BA778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778C" w:rsidRPr="008A35EF" w:rsidRDefault="00BA778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778C" w:rsidRPr="008A35EF" w:rsidRDefault="00BA778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BA778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66D7" w:rsidRPr="008A35EF" w:rsidRDefault="00DF66D7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072" w:rsidRPr="008A35EF" w:rsidRDefault="00636072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0295D" w:rsidRPr="008A35EF" w:rsidRDefault="00A0295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626A8F" w:rsidRPr="008A35EF" w:rsidRDefault="00626A8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464DC" w:rsidRPr="008A35EF" w:rsidRDefault="002464DC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B60256" w:rsidRPr="008A35EF" w:rsidRDefault="00B60256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A433D" w:rsidRPr="008A35EF" w:rsidRDefault="007A433D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53BBF" w:rsidRPr="008A35EF" w:rsidRDefault="00053BBF" w:rsidP="00276FAA">
            <w:pPr>
              <w:shd w:val="clear" w:color="auto" w:fill="FFFFFF"/>
              <w:spacing w:line="240" w:lineRule="auto"/>
              <w:ind w:right="31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276FAA" w:rsidRPr="008A35EF" w:rsidTr="0057089C">
        <w:trPr>
          <w:trHeight w:val="274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  <w:bottom w:val="single" w:sz="4" w:space="0" w:color="auto"/>
            </w:tcBorders>
          </w:tcPr>
          <w:p w:rsidR="008E11D8" w:rsidRPr="008A35EF" w:rsidRDefault="00276FAA" w:rsidP="008E1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М. 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Горький.</w:t>
            </w:r>
            <w:r w:rsidR="008E11D8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(1868—1936)</w:t>
            </w:r>
          </w:p>
          <w:p w:rsidR="008E11D8" w:rsidRPr="008A35EF" w:rsidRDefault="008E11D8" w:rsidP="008E11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Сведения из биографии (с обобщением ранее из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ченного). М. Горький как ранний образец социал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стического реализма. </w:t>
            </w:r>
          </w:p>
          <w:p w:rsidR="00E6128C" w:rsidRPr="008A35EF" w:rsidRDefault="008E11D8" w:rsidP="00E6128C">
            <w:pPr>
              <w:shd w:val="clear" w:color="auto" w:fill="FFFFFF"/>
              <w:spacing w:line="240" w:lineRule="auto"/>
              <w:ind w:firstLine="4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Для чтения и изучения. Пьеса «На дне» (обзор с чтением фрагментов). «Несвоевременные мысли». Рассказы «Челкаш», «Коновалов», «Старуха Изе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гиль».</w:t>
            </w:r>
          </w:p>
          <w:p w:rsidR="00936DAB" w:rsidRPr="008A35EF" w:rsidRDefault="00276FAA" w:rsidP="00936D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Ранние рассказы: «Челкаш», «Коновалов», «Ст</w:t>
            </w:r>
            <w:r w:rsidR="00E6128C" w:rsidRPr="008A35EF">
              <w:rPr>
                <w:rFonts w:ascii="Times New Roman" w:eastAsia="Times New Roman" w:hAnsi="Times New Roman"/>
                <w:sz w:val="24"/>
                <w:szCs w:val="24"/>
              </w:rPr>
              <w:t>аруха Изергиль».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Правда жизни в рассказах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Горького. Т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lastRenderedPageBreak/>
              <w:t>пы персонажей в романтических расска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зах писателя. Тематика и проблематика романтичес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кого творч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ства Горького. Поэтизация гордых и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сильных людей. Авторская позиция и способ ее воплощения.</w:t>
            </w:r>
            <w:r w:rsidR="00936DAB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Пьеса «На дне». Изображение правды жизни в пьесе и ее философский смысл. Герои пьесы. Спор о назнач</w:t>
            </w:r>
            <w:r w:rsidR="00936DAB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="00936DAB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нии человека. Авторская позиция и способы ее в</w:t>
            </w:r>
            <w:r w:rsidR="00936DAB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ы</w:t>
            </w:r>
            <w:r w:rsidR="00936DAB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ражения.</w:t>
            </w:r>
          </w:p>
          <w:p w:rsidR="0057089C" w:rsidRPr="008A35EF" w:rsidRDefault="0057089C" w:rsidP="005708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Новаторство Горького-драматурга. Горький и МХАТ. Горький-романист.</w:t>
            </w:r>
          </w:p>
          <w:p w:rsidR="0057089C" w:rsidRPr="008A35EF" w:rsidRDefault="0057089C" w:rsidP="005708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Публицистика М. Горького: «Несвоевременные мысли». Поэтика заглавия. Выражение неприятия М. Горьким революционной действительности 1917—1918 годов как источник разногласий между М. Горьким и большевиками. Цикл публицистич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ских статей М. Горького в связи с художественными произведениями писателя. Проблемы книги «Н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своевременные мысли».</w:t>
            </w:r>
          </w:p>
          <w:p w:rsidR="0057089C" w:rsidRDefault="0057089C" w:rsidP="005708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Критики о Горьком. (А. Луначарский, В. Ходасевич, Ю. Анненский).</w:t>
            </w:r>
          </w:p>
          <w:p w:rsidR="00D4150B" w:rsidRDefault="00D4150B" w:rsidP="005708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Самостоятельная работа.</w:t>
            </w:r>
          </w:p>
          <w:p w:rsidR="00D4150B" w:rsidRPr="00D774EB" w:rsidRDefault="00D4150B" w:rsidP="00D4150B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D4150B" w:rsidRPr="00D774EB" w:rsidRDefault="00D4150B" w:rsidP="00D4150B">
            <w:r w:rsidRPr="00D774EB">
              <w:t>Новаторство Горького – драматурга. Горький и МХАТ. Горький – романист.</w:t>
            </w:r>
          </w:p>
          <w:p w:rsidR="00D4150B" w:rsidRPr="00D774EB" w:rsidRDefault="00D4150B" w:rsidP="00D4150B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Теория литературы: </w:t>
            </w:r>
          </w:p>
          <w:p w:rsidR="00397565" w:rsidRPr="00D4150B" w:rsidRDefault="00D4150B" w:rsidP="00D4150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774EB">
              <w:t>развитие понятия о драме.</w:t>
            </w:r>
            <w:r>
              <w:t xml:space="preserve"> (1час.)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053BBF" w:rsidP="00276FAA">
            <w:pPr>
              <w:shd w:val="clear" w:color="auto" w:fill="FFFFFF"/>
              <w:spacing w:line="240" w:lineRule="auto"/>
              <w:ind w:right="382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D6C8A"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ind w:right="382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rPr>
          <w:trHeight w:val="2059"/>
        </w:trPr>
        <w:tc>
          <w:tcPr>
            <w:tcW w:w="2122" w:type="dxa"/>
            <w:gridSpan w:val="2"/>
            <w:vMerge/>
            <w:tcBorders>
              <w:top w:val="single" w:sz="4" w:space="0" w:color="auto"/>
            </w:tcBorders>
          </w:tcPr>
          <w:p w:rsidR="00276FAA" w:rsidRPr="008A35EF" w:rsidRDefault="00276FAA" w:rsidP="00276FAA">
            <w:pPr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auto"/>
            </w:tcBorders>
          </w:tcPr>
          <w:p w:rsidR="001F59A1" w:rsidRPr="008A35EF" w:rsidRDefault="00276FAA" w:rsidP="001F59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А.А. Блок.</w:t>
            </w:r>
            <w:r w:rsidR="001F59A1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Александр Александрович Блок (1880—1921)</w:t>
            </w:r>
          </w:p>
          <w:p w:rsidR="001F59A1" w:rsidRPr="008A35EF" w:rsidRDefault="001F59A1" w:rsidP="001F59A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Сведения из биографии (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 обобщением ранее из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ченного). 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Природа социальных противоречий в изображении поэта. Тема исторического прошлого в лирике Блока. Тема родины, тревога за судьбу Ро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сии в лирике Блока.</w:t>
            </w:r>
          </w:p>
          <w:p w:rsidR="00D030E4" w:rsidRPr="008A35EF" w:rsidRDefault="001F59A1" w:rsidP="00D030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Для чтения и изучения. Стихотворения: «Вхожу я в темные храмы», «Незнакомка», «Россия», «В р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сторане», «Ночь, улица, фонарь, аптека…», «На железной дороге», «Река раскинулась. Течет…». Поэма «Двенадцать» (обзор с чтением фрагме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тов).</w:t>
            </w:r>
          </w:p>
          <w:p w:rsidR="00D030E4" w:rsidRPr="008A35EF" w:rsidRDefault="00276FAA" w:rsidP="00D030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Поэма «Двенадцать». Сложность восприятия Бл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ком социального характера революции. Сюжет по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э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мы и ее герои. Борьба миров. Изображение «мир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вого пожара», неоднозначность финала, образ Хр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ста в поэме. Композиция, лексика, ритмика, интон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D030E4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ционное разнообразие поэмы</w:t>
            </w:r>
            <w:r w:rsidR="00D030E4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:rsidR="00D4150B" w:rsidRDefault="00276FAA" w:rsidP="00D4150B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Теория литературы: развитие понятия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 худож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ственной образности (образ-символ), разви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тие пон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тия о поэме. Для самостоятельного чтения: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поэма «Соловьиный сад», драматургия Блока, стихи</w:t>
            </w:r>
            <w:r w:rsidR="00D4150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.</w:t>
            </w:r>
          </w:p>
          <w:p w:rsidR="00D4150B" w:rsidRDefault="00D4150B" w:rsidP="00D4150B">
            <w:pP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Самостоятельная работа.</w:t>
            </w:r>
          </w:p>
          <w:p w:rsidR="00D4150B" w:rsidRPr="00D774EB" w:rsidRDefault="00D4150B" w:rsidP="00D4150B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Рефераты:</w:t>
            </w:r>
          </w:p>
          <w:p w:rsidR="00D4150B" w:rsidRPr="00D774EB" w:rsidRDefault="00D4150B" w:rsidP="00D4150B">
            <w:r w:rsidRPr="00D774EB">
              <w:t xml:space="preserve">Тема исторического прошлого в лирике Блока. </w:t>
            </w:r>
          </w:p>
          <w:p w:rsidR="00B80D42" w:rsidRPr="00B80D42" w:rsidRDefault="00D4150B" w:rsidP="00D030E4">
            <w:pPr>
              <w:shd w:val="clear" w:color="auto" w:fill="FFFFFF"/>
              <w:spacing w:line="240" w:lineRule="auto"/>
              <w:ind w:right="40"/>
            </w:pPr>
            <w:r w:rsidRPr="00D774EB">
              <w:t xml:space="preserve">Поэма «Двенадцать»: лексика, ритмика, интонационное </w:t>
            </w:r>
            <w:r w:rsidR="00840F09">
              <w:lastRenderedPageBreak/>
              <w:t>разнообразие поэмы (1час.)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76FAA" w:rsidRPr="008A35EF" w:rsidRDefault="009A1FAD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ind w:right="382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c>
          <w:tcPr>
            <w:tcW w:w="2122" w:type="dxa"/>
            <w:gridSpan w:val="2"/>
          </w:tcPr>
          <w:p w:rsidR="00276FAA" w:rsidRPr="008A35EF" w:rsidRDefault="007715B1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lastRenderedPageBreak/>
              <w:t xml:space="preserve">Тема 2.3.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Литер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тура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20-х годов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(обзор).</w:t>
            </w:r>
          </w:p>
        </w:tc>
        <w:tc>
          <w:tcPr>
            <w:tcW w:w="5641" w:type="dxa"/>
          </w:tcPr>
          <w:p w:rsidR="00842613" w:rsidRPr="008A35EF" w:rsidRDefault="00842613" w:rsidP="008426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i/>
                <w:spacing w:val="-4"/>
                <w:sz w:val="24"/>
                <w:szCs w:val="24"/>
              </w:rPr>
              <w:t xml:space="preserve">Особенности 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развития литературы 1920-х годов.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Противоречивость развития культуры в 20-е годы.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Литературный процесс 20-х годов. Литературные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группировки и журналы (РАПП, Перевал, Конструк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  <w:t xml:space="preserve">тивизм; «На посту», «Красная новь», «Новый мир» и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др.). Политика партии в области литературы в 20-е го</w:t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ды.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firstLine="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Тема России и революции в творчестве поэтов ра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ных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поколений и мировоззрений (А. Блок, А. Белый, М. Волошин, А. Ахматова, М. Цветаева, О. Ма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дельш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там, В. Ходасевич, В. Луговской, Н. Тихонов, Э. Баг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рицкий, М. Светлов и др.).</w:t>
            </w:r>
          </w:p>
          <w:p w:rsidR="00276FAA" w:rsidRPr="008A35EF" w:rsidRDefault="00443838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Крестьянская </w:t>
            </w:r>
            <w:r w:rsidR="00276FA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поэзия 20-х годов. Беспокойство за </w:t>
            </w:r>
            <w:r w:rsidR="00276FA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судьбу родной земли человека, живущего на ней, в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творчестве С. Есенина, Н. Клюева, С. Клычкова, П. Васильева. Эксперименты со словом в поисках по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этического языка новой эпохи (В. Хлебников, А. Кру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ченых, </w:t>
            </w:r>
            <w:r w:rsidR="00C10178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поэты-обериуты).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Разнообразие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художестве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ных позиций советских писателей в 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освещении темы революции и гражданской войны 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(«Железный поток» А. Серафимовича, «Бронепоезд 14-69» Вс. Иванова, «Тихий Дон» М. Шолохова, «Ко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нармия» И. Бабеля, «Голый год» Б. Пильняка, «Рос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сия, кровью умытая» А. Веселого и др.). Гражданская 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война в литературе русского Зарубежья (Р. Гуль, П. </w:t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Краснов, А Ден</w:t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кин).</w:t>
            </w:r>
          </w:p>
          <w:p w:rsidR="00C10178" w:rsidRPr="008A35EF" w:rsidRDefault="00276FAA" w:rsidP="00276FAA">
            <w:pPr>
              <w:shd w:val="clear" w:color="auto" w:fill="FFFFFF"/>
              <w:spacing w:line="240" w:lineRule="auto"/>
              <w:ind w:firstLine="4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Поиски нового героя эпохи («Чапаев» Д. Фурманова,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  <w:t>«Разгром» А. Фадеева, «Повесть непогашенной луны»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  <w:t>Б. Пильняка, «Аэлита» А. Толстого). Интеллигенция и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революция в литературе 20-х годов («Города и годы»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К. Федина, «Хождение по мукам» А. Толстого, «В ту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пике» В. Вересаева, поэма «1905 год» Б. Пастернака).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Объекты сатирического изображения в прозе 20-х г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дов (творчество М. Зощенко, И. Ильфа и Е. Петрова,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М. Бул</w:t>
            </w:r>
            <w:r w:rsidR="00C10178" w:rsidRPr="008A35EF">
              <w:rPr>
                <w:rFonts w:ascii="Times New Roman" w:eastAsia="Times New Roman" w:hAnsi="Times New Roman"/>
                <w:sz w:val="24"/>
                <w:szCs w:val="24"/>
              </w:rPr>
              <w:t>гакова, А. Аверченко и др.).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Становление жанра романа-антиутопии в 20-е годы -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становление нарастающей тревоги за будущее («Мы»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Е. Замятина, «Чевенгур» А. Платонова).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Альтернативная публицистика 20-х годов («Грядущие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перспективы» М. Булгакова, «Несвоевременные мыс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ли» М. Горького, «Письма Луначарскому» В. Кор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ленко, «Ока</w:t>
            </w:r>
            <w:r w:rsidR="00C10178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янные дни» И. Бунина и др.).</w:t>
            </w:r>
          </w:p>
          <w:p w:rsidR="00D4150B" w:rsidRDefault="00276FAA" w:rsidP="00D41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В.В. Маяков</w:t>
            </w:r>
            <w:r w:rsidR="00C10178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ский. Сведения из биографии.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Стихо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тв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рения: «А вы могли бы?», «Нате!», «Послушайте!»,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Скрипка и немножко нервно...», «Разговор с фини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lastRenderedPageBreak/>
              <w:t>спектором о поэзии», «Юбилейное», «Письмо това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рищу Кострову из Парижа о сущности любви», «Про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заседавшиеся», поэма «Во весь голос», «Облако в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штанах», «Флейта-позвоночник», «Лиличка!», «Лю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б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лю», «Письмо Татьяне Яковлевой», «Про это». Пьесы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«Клоп», «Баня». Поэтическая новизна ранней лирики: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необычное содержание, гиперболичность и пластика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  <w:t>образов, яркость метафор, контрасты и противоречия.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Тема несоответствия мечты и действительности, несо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>вершенства мира в лирике поэта. Проблемы духовной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жизни. Характер и личность автора в стихах о любви.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Сатира Маяковского. Обличение мещанства и «нов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обращенных». Поэма «Во весь голос»*. Тема поэта 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поэзии. Новаторство поэзии Маяковского. Образ п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эта-гражданина. Теория литературы: традиции и нов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торство в литературе.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Новая система стихосложения. Тоническое стихосло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жение.</w:t>
            </w:r>
          </w:p>
          <w:p w:rsidR="00D4150B" w:rsidRDefault="00D4150B" w:rsidP="00D415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D4150B" w:rsidRPr="00D774EB" w:rsidRDefault="00D4150B" w:rsidP="00D4150B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 Рефераты:</w:t>
            </w:r>
          </w:p>
          <w:p w:rsidR="00D4150B" w:rsidRPr="00D774EB" w:rsidRDefault="00D4150B" w:rsidP="00D4150B">
            <w:r w:rsidRPr="00D774EB">
              <w:t xml:space="preserve">Поэтическая новизна ранней лирики В.В. Маяковского: необычное содержание, гиперболичность и пластика образов, яркость метафор, контрасты и противоречия. </w:t>
            </w:r>
          </w:p>
          <w:p w:rsidR="00D4150B" w:rsidRPr="00D774EB" w:rsidRDefault="00D4150B" w:rsidP="00D4150B">
            <w:r w:rsidRPr="00D774EB">
              <w:t>Тема несоответствия мечты и действительности, нес</w:t>
            </w:r>
            <w:r w:rsidRPr="00D774EB">
              <w:t>о</w:t>
            </w:r>
            <w:r w:rsidRPr="00D774EB">
              <w:t xml:space="preserve">вершенства мира в лирике поэта. </w:t>
            </w:r>
          </w:p>
          <w:p w:rsidR="00D4150B" w:rsidRPr="00D774EB" w:rsidRDefault="00D4150B" w:rsidP="00D4150B">
            <w:r w:rsidRPr="00D774EB">
              <w:t xml:space="preserve">Проблемы духовной жизни. </w:t>
            </w:r>
          </w:p>
          <w:p w:rsidR="00D4150B" w:rsidRPr="00D774EB" w:rsidRDefault="00D4150B" w:rsidP="00D4150B">
            <w:r w:rsidRPr="00D774EB">
              <w:t xml:space="preserve">Характер и личность автора в стихах о любви. </w:t>
            </w:r>
          </w:p>
          <w:p w:rsidR="00276FAA" w:rsidRDefault="00D4150B" w:rsidP="00D4150B">
            <w:pPr>
              <w:shd w:val="clear" w:color="auto" w:fill="FFFFFF"/>
              <w:spacing w:line="240" w:lineRule="auto"/>
              <w:ind w:firstLine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t>Сатира Маяковского. Обличение мещанства и «новоо</w:t>
            </w:r>
            <w:r w:rsidRPr="00D774EB">
              <w:t>б</w:t>
            </w:r>
            <w:r w:rsidRPr="00D774EB">
              <w:t>ращенных».</w:t>
            </w:r>
            <w:r>
              <w:t xml:space="preserve"> (2часа).</w:t>
            </w:r>
          </w:p>
          <w:p w:rsidR="00D4150B" w:rsidRPr="008A35EF" w:rsidRDefault="00D4150B" w:rsidP="00276FAA">
            <w:pPr>
              <w:shd w:val="clear" w:color="auto" w:fill="FFFFFF"/>
              <w:spacing w:line="240" w:lineRule="auto"/>
              <w:ind w:firstLine="4"/>
              <w:rPr>
                <w:rFonts w:ascii="Times New Roman" w:hAnsi="Times New Roman"/>
                <w:sz w:val="24"/>
                <w:szCs w:val="24"/>
              </w:rPr>
            </w:pPr>
          </w:p>
          <w:p w:rsidR="00F20BCA" w:rsidRPr="008A35EF" w:rsidRDefault="00276FAA" w:rsidP="00F20B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С.А. Есенин.</w:t>
            </w:r>
            <w:r w:rsidR="00F20BCA"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(1895—1925)</w:t>
            </w:r>
          </w:p>
          <w:p w:rsidR="00F20BCA" w:rsidRPr="008A35EF" w:rsidRDefault="00F20BCA" w:rsidP="00F20B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Сведения из биографии (с обобщением раннее из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ченного). Поэтизация русской природы, русской д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ревни. Развитие темы родины как выражение любви к России.</w:t>
            </w:r>
          </w:p>
          <w:p w:rsidR="00F20BCA" w:rsidRPr="008A35EF" w:rsidRDefault="00F20BCA" w:rsidP="00F20BCA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Для чтения и изучения. Стихотворения: «Гой ты, Русь моя родная!», «Письмо матери», «Не бродить, не мять в кустах багряных…», «Спит ковыль. Ра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нина дорогая…», «Письмо к женщине», «Собаке Качалова», «Я покинул родимый дом…», «Неую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ная, жидкая лунность…», «Не жалею, не зову, не плачу…», «Шаганэ, ты моя, Шаганэ…». </w:t>
            </w:r>
          </w:p>
          <w:p w:rsidR="00514D66" w:rsidRPr="008A35EF" w:rsidRDefault="00514D66" w:rsidP="00514D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. Поэма «Анна Снегина» — поэма о судьбе человека и Родины. Лирическое и эпическое в поэме.</w:t>
            </w:r>
          </w:p>
          <w:p w:rsidR="00276FAA" w:rsidRDefault="00276FAA" w:rsidP="00D00D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Художественное своеобразие творчества Есенина: глубокий лиризм, необычайная образность, зр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тельность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впечатлений, цветопись, принцип пейза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ж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ной живопи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си, народно-песенная основа стихов. </w:t>
            </w:r>
          </w:p>
          <w:p w:rsidR="00D4150B" w:rsidRDefault="00D4150B" w:rsidP="00D00D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D4150B" w:rsidRPr="00D774EB" w:rsidRDefault="00D4150B" w:rsidP="00D4150B">
            <w:pPr>
              <w:rPr>
                <w:u w:val="single"/>
              </w:rPr>
            </w:pPr>
            <w:r w:rsidRPr="00D774EB">
              <w:rPr>
                <w:u w:val="single"/>
              </w:rPr>
              <w:t>Домашнее сочинение:</w:t>
            </w:r>
          </w:p>
          <w:p w:rsidR="00D4150B" w:rsidRPr="00D774EB" w:rsidRDefault="00D4150B" w:rsidP="00D4150B">
            <w:r w:rsidRPr="00D774EB">
              <w:t>Поэтизация русской природы, русской деревни. Разв</w:t>
            </w:r>
            <w:r w:rsidRPr="00D774EB">
              <w:t>и</w:t>
            </w:r>
            <w:r w:rsidRPr="00D774EB">
              <w:lastRenderedPageBreak/>
              <w:t xml:space="preserve">тие темы родины как выражение любви к России. </w:t>
            </w:r>
            <w:r w:rsidRPr="00D774EB">
              <w:rPr>
                <w:u w:val="single"/>
              </w:rPr>
              <w:t>Реф</w:t>
            </w:r>
            <w:r w:rsidRPr="00D774EB">
              <w:rPr>
                <w:u w:val="single"/>
              </w:rPr>
              <w:t>е</w:t>
            </w:r>
            <w:r w:rsidRPr="00D774EB">
              <w:rPr>
                <w:u w:val="single"/>
              </w:rPr>
              <w:t>рат:</w:t>
            </w:r>
          </w:p>
          <w:p w:rsidR="00D4150B" w:rsidRDefault="00D4150B" w:rsidP="00D4150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t>Художественное своеобразие творчества Есенина: гл</w:t>
            </w:r>
            <w:r w:rsidRPr="00D774EB">
              <w:t>у</w:t>
            </w:r>
            <w:r w:rsidRPr="00D774EB">
              <w:t>бокий лиризм, необычайная образность, зрительность впечатлений, цветопись, принцип пейзажной живописи, народно-песенная основа стихов.</w:t>
            </w:r>
            <w:r>
              <w:t xml:space="preserve"> (1час).</w:t>
            </w:r>
          </w:p>
          <w:p w:rsidR="00D4150B" w:rsidRPr="008A35EF" w:rsidRDefault="00D4150B" w:rsidP="00D00D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0D8B" w:rsidRPr="008A35EF" w:rsidRDefault="00D00D8B" w:rsidP="00D00D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Александр Александрович Фадеев (1901—1956)</w:t>
            </w:r>
          </w:p>
          <w:p w:rsidR="00D00D8B" w:rsidRPr="008A35EF" w:rsidRDefault="00D00D8B" w:rsidP="00D00D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Сведения из биографии (с обобщением ранее из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ченного).</w:t>
            </w:r>
          </w:p>
          <w:p w:rsidR="00D4150B" w:rsidRDefault="00D00D8B" w:rsidP="00D00D8B">
            <w:pPr>
              <w:spacing w:line="240" w:lineRule="auto"/>
              <w:rPr>
                <w:bCs/>
                <w:iCs/>
                <w:color w:val="000000"/>
              </w:rPr>
            </w:pPr>
            <w:r w:rsidRPr="008A35EF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Роман «Разгром». 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Гуманистическая направленность романа. Долг и преданность идее. Проблема челов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ка и революции.</w:t>
            </w:r>
            <w:r w:rsidR="002D242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Новаторский характер романа. Психологическая глубина изображения характеров. Революционная романтика. Полемика вокруг ром</w:t>
            </w:r>
            <w:r w:rsidR="002D242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2D242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на.</w:t>
            </w:r>
            <w:r w:rsidR="00D4150B" w:rsidRPr="00D774EB">
              <w:rPr>
                <w:bCs/>
                <w:iCs/>
                <w:color w:val="000000"/>
              </w:rPr>
              <w:t xml:space="preserve"> </w:t>
            </w:r>
          </w:p>
          <w:p w:rsidR="00D4150B" w:rsidRPr="00D4150B" w:rsidRDefault="00D4150B" w:rsidP="00D00D8B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774EB">
              <w:rPr>
                <w:bCs/>
                <w:iCs/>
                <w:color w:val="000000"/>
              </w:rPr>
              <w:t>Роман «Разгром». Гуманистическая направленность р</w:t>
            </w:r>
            <w:r w:rsidRPr="00D774EB">
              <w:rPr>
                <w:bCs/>
                <w:iCs/>
                <w:color w:val="000000"/>
              </w:rPr>
              <w:t>о</w:t>
            </w:r>
            <w:r w:rsidRPr="00D774EB">
              <w:rPr>
                <w:bCs/>
                <w:iCs/>
                <w:color w:val="000000"/>
              </w:rPr>
              <w:t>мана</w:t>
            </w:r>
            <w:r>
              <w:rPr>
                <w:bCs/>
                <w:iCs/>
                <w:color w:val="000000"/>
              </w:rPr>
              <w:t>. (1час).</w:t>
            </w:r>
          </w:p>
        </w:tc>
        <w:tc>
          <w:tcPr>
            <w:tcW w:w="709" w:type="dxa"/>
          </w:tcPr>
          <w:p w:rsidR="00276FAA" w:rsidRPr="008A35EF" w:rsidRDefault="009A1FA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178" w:rsidRPr="008A35EF" w:rsidRDefault="00C1017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13" w:rsidRPr="008A35EF" w:rsidRDefault="0084261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1FE" w:rsidRPr="008A35EF" w:rsidRDefault="002F71F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D8B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00D8B" w:rsidRDefault="00D00D8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77B8F" w:rsidRPr="008A35EF" w:rsidTr="00C567F2">
        <w:tc>
          <w:tcPr>
            <w:tcW w:w="2122" w:type="dxa"/>
            <w:gridSpan w:val="2"/>
          </w:tcPr>
          <w:p w:rsidR="00B77B8F" w:rsidRPr="008A35EF" w:rsidRDefault="00B77B8F" w:rsidP="00276FAA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41" w:type="dxa"/>
          </w:tcPr>
          <w:p w:rsidR="00B77B8F" w:rsidRPr="008A35EF" w:rsidRDefault="00B77B8F" w:rsidP="0084261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i/>
                <w:spacing w:val="-4"/>
                <w:sz w:val="24"/>
                <w:szCs w:val="24"/>
              </w:rPr>
              <w:t>Дифференцированный зачет по изученному курсу.</w:t>
            </w:r>
          </w:p>
        </w:tc>
        <w:tc>
          <w:tcPr>
            <w:tcW w:w="709" w:type="dxa"/>
          </w:tcPr>
          <w:p w:rsidR="00443838" w:rsidRPr="008A35EF" w:rsidRDefault="00B77B8F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77B8F" w:rsidRPr="008A35EF" w:rsidRDefault="00B77B8F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A" w:rsidRPr="008A35EF" w:rsidTr="00C567F2">
        <w:tc>
          <w:tcPr>
            <w:tcW w:w="2122" w:type="dxa"/>
            <w:gridSpan w:val="2"/>
          </w:tcPr>
          <w:p w:rsidR="00276FAA" w:rsidRPr="008A35EF" w:rsidRDefault="001F36A8" w:rsidP="00276FAA">
            <w:pPr>
              <w:spacing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Тема 2.4. Литер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тура 30-х - начала 40-х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годов.</w:t>
            </w:r>
          </w:p>
        </w:tc>
        <w:tc>
          <w:tcPr>
            <w:tcW w:w="5641" w:type="dxa"/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Литература 30-х - начала 40-х годов (обзор). Ста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новление новой культуры в 30-е годы. Поворот к пат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риотизму в середине 30-х годов (в культуре, искусстве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 литературе). Единство и многообразие русской ли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тературы («Серапионовы братья», «Кузница» и др.). Первый съезд советских писателей и его значение. Социалистический реализм как новый художествен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ный метод. Противоречия в его развитии и вопл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ще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нии.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Отражение индустриализации и коллективизации; по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этизация социалистического идеала в творчестве Н. Островского, Л. Леонова, В. Катаева, М. Шол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хова,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Ф. Гладкова, М. Шагинян, Вс. Вишневского, Н. Пого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дина, Э. Багрицкого, М. Светлова, В. Луговск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го, Н. </w:t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>Тихонова, П. Васильева и др.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Интеллигенция и революция в романах М. Булгакова, </w:t>
            </w: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А. Толстого. Развитие жанра антиутопии в творчестве Е.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Замятина, М. Бул</w:t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>гакова.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Историческая тема в творчестве А. Толстого, Ю. Ты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>нянова, А. Чапыгина.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Сатирическое обличение нового быта (М. Зощенко, И.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Иль</w:t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>ф и Е. Петров, М. Булгаков).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Сложность творческих поисков и трагичность судеб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русских писателей и поэтов: А. Ахматова, Б. П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стер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нак, О. Мандельштам, Н. Заболоцкий и др.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М.И. Цветаева.</w:t>
            </w:r>
            <w:r w:rsidR="009A1FAD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Сведения из биографии.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Стихо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творения: «Моим стихам, написанным так рано...»,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«Стихи к Блоку» («Имя твое - птица в руке...»), «Кто создан из камня, кто создан из глины...», «Тоска по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родине! Давно...», « Генералам 12 года», «Плач мате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 xml:space="preserve">ри по новобранцу...». Основные темы творчества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Цв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таевой. Конфликт быта и бытия, времени и вечно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  <w:t>сти. Поэзия как напряженный монолог-исповедь. Фоль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к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лорные и литературные образы и мотивы в ли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  <w:t xml:space="preserve">рике Цветаевой. Своеобразие стиля поэтессы. Теория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лит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lastRenderedPageBreak/>
              <w:t>ратуры: развитие понятия о средствах поэтиче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ской выразительности.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О.Э. Мандельштам.</w:t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Сведения из биографии.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«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  <w:lang w:val="en-US"/>
              </w:rPr>
              <w:t>NotreDame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», «Бессонница. Гомер. Тугие паруса...», «За гремучую доблесть грядущих веков...», «Я ве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нулся в мой город, знакомый до слез...», «Петербур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г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ские строфы», «Концерт на вокзале», «Рим». Проти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 xml:space="preserve">востояние поэта «веку-волкодаву». Поиски духовных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опор в искусстве и природе. Петербургские мотивы в 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поэзии. Теория поэтического слова О. Мандельштама.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Теория литературы: развитие понятия о средствах по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этической выразительности.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25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А.П. Платонов.</w:t>
            </w:r>
            <w:r w:rsidR="009A1FAD"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Сведения из биографии.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Рассказ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«В прекрасном и яростном мире». Повесть «Котло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ван». Поиски положительного героя писателем. Един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ство нравственного и эстетического. Труд как основа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нра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в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ственности человека. Принципы создания харак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теров. Социально-философское содержание творче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ства А. Платонова, своеобразие художественных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средств (переплетение реального и фантастического в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хара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терах героев-правдоискателей, метафоричность обр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зов, язык произведений Платонова). Традиции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ру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ской сатиры в творчестве писателя.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Теория литер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туры: развитие понятия о стиле писате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ля.</w:t>
            </w:r>
          </w:p>
          <w:p w:rsidR="00D4150B" w:rsidRDefault="00276FAA" w:rsidP="00D415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И.Э. Бабель.</w:t>
            </w:r>
            <w:r w:rsidR="009A1FAD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Сведения из биографии.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Рассказы: «Мой первый гусь», «Соль». Проблематика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 особе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ности поэтики прозы Бабеля. Изображение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событий гражданской войны в книге рассказов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«Конармия». Сочетание трагического и комического, прекрасного и безобразного в рассказах Бабеля.</w:t>
            </w:r>
          </w:p>
          <w:p w:rsidR="00D4150B" w:rsidRDefault="00D4150B" w:rsidP="00D415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Самостоятельная работа.</w:t>
            </w:r>
          </w:p>
          <w:p w:rsidR="00D4150B" w:rsidRPr="00D774EB" w:rsidRDefault="00D4150B" w:rsidP="00D4150B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 xml:space="preserve"> М.И. Цветаева. Своеобразие поэтического стиля.</w:t>
            </w:r>
          </w:p>
          <w:p w:rsidR="00D4150B" w:rsidRPr="00D774EB" w:rsidRDefault="00D4150B" w:rsidP="00D4150B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Противостояние О. Э. Мандельштама  «веку-волкодаву».</w:t>
            </w:r>
          </w:p>
          <w:p w:rsidR="00D4150B" w:rsidRPr="00D774EB" w:rsidRDefault="00D4150B" w:rsidP="00D4150B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Традиции русской сатиры в творчестве А. Платонова.</w:t>
            </w:r>
          </w:p>
          <w:p w:rsidR="00D4150B" w:rsidRPr="00D774EB" w:rsidRDefault="00D4150B" w:rsidP="00D4150B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Сочетание трагического и комического, прекрасного и безобразного в рассказах Бабеля.</w:t>
            </w:r>
            <w:r>
              <w:rPr>
                <w:bCs/>
                <w:iCs/>
                <w:color w:val="000000"/>
              </w:rPr>
              <w:t xml:space="preserve"> (</w:t>
            </w:r>
            <w:r w:rsidR="00580873">
              <w:rPr>
                <w:bCs/>
                <w:iCs/>
                <w:color w:val="000000"/>
              </w:rPr>
              <w:t>2часа).</w:t>
            </w:r>
          </w:p>
          <w:p w:rsidR="00D4150B" w:rsidRPr="008A35EF" w:rsidRDefault="00D4150B" w:rsidP="00276FAA">
            <w:pPr>
              <w:shd w:val="clear" w:color="auto" w:fill="FFFFFF"/>
              <w:spacing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Теория литературы: развитие понятия о рассказе. </w:t>
            </w:r>
          </w:p>
          <w:p w:rsidR="00276FAA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М.А. Булгаков.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Сведения из биографии. Романы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«Белая гвардия», «Мастер и Маргарита» (одно пр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из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ведение по выбору). «Белая гвардия». Судьба л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ю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дей в годы Гражданской войны. Изображение войны и офи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церов белой гвардии как обычных людей. О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ношение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автора к героям романа. Честь - лейтмотив произве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дения. Тема Дома как основы миропорядка. Женские образы на страницах романа. Сценическая жизнь пье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  <w:t>сы «Дни Турбиных». «Мастер и Маргар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та». Своеоб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разие жанра. Многоплановость романа. Система обра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зов. Ершалаимские главы. Москва 30-х годов. Тайны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психологии человека: страх сильных мира перед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правдой жизни. Воланд и его окружение. Фантастическое и реалистическое в романе. Любовь и судьба Ма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стера. Традиции русской литературы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(творчество Н.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Гоголя) в творчестве М. Булгакова. Своеобразие писа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тельской манеры. Теория литер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туры: разнообразие типов романа в советской лит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ратуре. Для самостоятельного  чтения: фельетоны 20-х годов, «Записки юного врача», «Морфий», «З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писки на манжетах», «Театральный роман».</w:t>
            </w:r>
          </w:p>
          <w:p w:rsidR="00580873" w:rsidRDefault="00580873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580873" w:rsidRPr="00D774EB" w:rsidRDefault="00580873" w:rsidP="00580873">
            <w:r w:rsidRPr="00D774EB">
              <w:rPr>
                <w:u w:val="single"/>
              </w:rPr>
              <w:t>Домашнее чтение</w:t>
            </w:r>
            <w:r w:rsidRPr="00D774EB">
              <w:rPr>
                <w:i/>
              </w:rPr>
              <w:t xml:space="preserve"> </w:t>
            </w:r>
            <w:r w:rsidRPr="00D774EB">
              <w:t>романа М. Булгакова «Мастер и Ма</w:t>
            </w:r>
            <w:r w:rsidRPr="00D774EB">
              <w:t>р</w:t>
            </w:r>
            <w:r w:rsidRPr="00D774EB">
              <w:t>гарита»</w:t>
            </w:r>
          </w:p>
          <w:p w:rsidR="00580873" w:rsidRPr="00D774EB" w:rsidRDefault="00580873" w:rsidP="00580873">
            <w:pPr>
              <w:rPr>
                <w:u w:val="single"/>
              </w:rPr>
            </w:pPr>
            <w:r w:rsidRPr="00D774EB">
              <w:rPr>
                <w:u w:val="single"/>
              </w:rPr>
              <w:t>Рефераты:</w:t>
            </w:r>
          </w:p>
          <w:p w:rsidR="00580873" w:rsidRPr="00D774EB" w:rsidRDefault="00580873" w:rsidP="00580873">
            <w:r w:rsidRPr="00D774EB">
              <w:t xml:space="preserve">Традиции русской литературы (творчество Н. Гоголя) в творчестве М. Булгакова. </w:t>
            </w:r>
          </w:p>
          <w:p w:rsidR="00580873" w:rsidRDefault="00580873" w:rsidP="00580873">
            <w:pPr>
              <w:shd w:val="clear" w:color="auto" w:fill="FFFFFF"/>
              <w:spacing w:line="240" w:lineRule="auto"/>
              <w:rPr>
                <w:bCs/>
                <w:iCs/>
                <w:color w:val="000000"/>
              </w:rPr>
            </w:pPr>
            <w:r w:rsidRPr="00D774EB">
              <w:t>Своеобразие писательской манеры М.Булгакова.</w:t>
            </w:r>
            <w:r>
              <w:t>(2часа).</w:t>
            </w:r>
          </w:p>
          <w:p w:rsidR="00580873" w:rsidRDefault="00580873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80873" w:rsidRPr="008A35EF" w:rsidRDefault="00580873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D4E94" w:rsidRPr="008A35EF" w:rsidRDefault="003D4E94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А. Н. Толстой. Сведения из биографии. Тема ру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ской истории в творчестве писателя. Роман «Петр Первый»-художественная история России 18 века. Образ Петра.Проблема личности и ее роль в судьбе страны. Народ в романе. Художественное своеобр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зие романа (обзор).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М.А. Шолохов. </w:t>
            </w:r>
            <w:r w:rsidR="009A1FAD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Сведения из биографии.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Мир и ч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ловек в рассказах М. Шолохова. Глубина реалисти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ческих обобщений. Трагический пафос «Донских рас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сказов». Поэтика раннего творчества М. Шол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хова. «Тихий Дон». Роман-эпопея о судьбах русск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го наро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да и казачества в годы Гражданской войны. Своеобра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зие жанра. Особенности композиции. Столкновение старого и нового мира в романе. М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стерство психоло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 xml:space="preserve">гического анализа. Патриотизм и гуманизм романа.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Образ Григория Мелехова. Тр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гедия человека из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народа в поворотный момент 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тории, ее смысл и зна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чение. Женские судьбы. Л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ю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бовь на страницах романа.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Многоплановость повес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вования. Традиции Л.Н. Тол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стого в романе М. Ш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лохова. Своеобразие художе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ственной манеры пис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теля.</w:t>
            </w:r>
          </w:p>
          <w:p w:rsidR="00580873" w:rsidRDefault="00276FAA" w:rsidP="00580873">
            <w:pP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Теория литературы: развитие понятия о стиле пис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те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ля.</w:t>
            </w:r>
          </w:p>
          <w:p w:rsidR="00580873" w:rsidRDefault="00580873" w:rsidP="00580873">
            <w:pP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Самостоятельная работа.</w:t>
            </w:r>
          </w:p>
          <w:p w:rsidR="00580873" w:rsidRPr="00D774EB" w:rsidRDefault="00580873" w:rsidP="00580873">
            <w:r w:rsidRPr="00D774EB">
              <w:rPr>
                <w:u w:val="single"/>
              </w:rPr>
              <w:t xml:space="preserve"> Домашнее чтение</w:t>
            </w:r>
            <w:r w:rsidRPr="00D774EB">
              <w:t xml:space="preserve"> романа М.Шолохова «Тихий Дон»</w:t>
            </w:r>
          </w:p>
          <w:p w:rsidR="00580873" w:rsidRPr="00D774EB" w:rsidRDefault="00580873" w:rsidP="00580873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580873" w:rsidRPr="00580873" w:rsidRDefault="00580873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D774EB">
              <w:t>Традиции Л.Н. Толстого в романе М. Шолохова. Своео</w:t>
            </w:r>
            <w:r w:rsidRPr="00D774EB">
              <w:t>б</w:t>
            </w:r>
            <w:r w:rsidRPr="00D774EB">
              <w:t>разие художественной манеры писателя.</w:t>
            </w:r>
            <w:r>
              <w:t xml:space="preserve"> (2часа).</w:t>
            </w:r>
          </w:p>
        </w:tc>
        <w:tc>
          <w:tcPr>
            <w:tcW w:w="709" w:type="dxa"/>
          </w:tcPr>
          <w:p w:rsidR="00276FAA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5E3" w:rsidRPr="008A35EF" w:rsidRDefault="00E015E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E94" w:rsidRPr="008A35EF" w:rsidRDefault="003D4E9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4E94" w:rsidRPr="008A35EF" w:rsidRDefault="003D4E9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7253" w:rsidRPr="008A35EF" w:rsidRDefault="008B725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FAD" w:rsidRPr="008A35EF" w:rsidRDefault="009A1FA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FAD" w:rsidRPr="008A35EF" w:rsidRDefault="009A1FA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685E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838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Pr="008A35EF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85E" w:rsidRDefault="00E4685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6FAA" w:rsidRPr="008A35EF" w:rsidTr="00C567F2">
        <w:tc>
          <w:tcPr>
            <w:tcW w:w="2122" w:type="dxa"/>
            <w:gridSpan w:val="2"/>
          </w:tcPr>
          <w:p w:rsidR="00846B51" w:rsidRPr="008A35EF" w:rsidRDefault="000140A9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lastRenderedPageBreak/>
              <w:t>Тема 2.5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.</w:t>
            </w:r>
            <w:r w:rsidR="00DC573C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Особе</w:t>
            </w:r>
            <w:r w:rsidR="00DC573C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н</w:t>
            </w:r>
            <w:r w:rsidR="00DC573C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ности развития л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итерату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softHyphen/>
            </w:r>
            <w:r w:rsidR="00DC573C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ры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пер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ода </w:t>
            </w:r>
            <w:r w:rsidR="00846B51" w:rsidRPr="008A35E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Великой 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От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че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</w:r>
            <w:r w:rsidR="00846B51"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 xml:space="preserve">ственной 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войны и 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первых по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</w:r>
            <w:r w:rsidR="00846B51"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>слевоен</w:t>
            </w:r>
            <w:r w:rsidR="00846B51"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softHyphen/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ных лет.</w:t>
            </w: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6B51" w:rsidRPr="008A35EF" w:rsidRDefault="00846B51" w:rsidP="00846B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276FAA" w:rsidRPr="008A35EF" w:rsidRDefault="000140A9" w:rsidP="00276FA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Тема 2.6</w:t>
            </w:r>
            <w:r w:rsidR="00276FAA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. Лите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р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а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тура 50 – 80-х г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о</w:t>
            </w:r>
            <w:r w:rsidR="00846B51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дов (обзор).</w:t>
            </w:r>
          </w:p>
        </w:tc>
        <w:tc>
          <w:tcPr>
            <w:tcW w:w="5641" w:type="dxa"/>
          </w:tcPr>
          <w:p w:rsidR="00276FAA" w:rsidRPr="008A35EF" w:rsidRDefault="00DC573C" w:rsidP="00276FAA">
            <w:pPr>
              <w:shd w:val="clear" w:color="auto" w:fill="FFFFFF"/>
              <w:spacing w:line="240" w:lineRule="auto"/>
              <w:ind w:right="79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lastRenderedPageBreak/>
              <w:t xml:space="preserve">Литература периода Великой Отечественной войны и первых послевоенных лет. </w:t>
            </w:r>
            <w:r w:rsidR="00276FAA"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Лирический герой в 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ст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и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хах поэтов-фронтовиков: О. Берггольц, К. Симо</w:t>
            </w:r>
            <w:r w:rsidR="00276FAA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нов, А. Твардовский, А. Сурков, М. Исаковский, М. 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Ал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гер</w:t>
            </w:r>
            <w:r w:rsidR="00846B51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, Ю. Друнина, М. Джалиль и др.</w:t>
            </w:r>
            <w:r w:rsidR="00276FAA"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79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Публицистика военных лет: М. Шолохов, И. Эрен-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бург, А. Толстой.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54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Реалистическое и романтическое изображение </w:t>
            </w: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>во</w:t>
            </w: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>й</w:t>
            </w:r>
            <w:r w:rsidRPr="008A35EF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 xml:space="preserve">ны в прозе: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рассказы Л. Соболева, В. Кожевнико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  <w:t xml:space="preserve">ва, К.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lastRenderedPageBreak/>
              <w:t xml:space="preserve">Паустовского, М. Шолохова и др.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Повести и романы Б. Горбатова, А. Бека, А. Фадее</w:t>
            </w:r>
            <w:r w:rsidRPr="008A35E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ва. Пьесы: «Русские люди» К. Симонова, «Фронт» </w:t>
            </w:r>
            <w:r w:rsidR="00846B51"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>А. Корнейчука и др.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Произведения первых послевоенных лет. 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Проблемы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человеческого бытия, добра и зла, эгоизма и жизне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ного подвига, противоборства созидающих и разр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шающих сил в произведениях Э. Казакевича, В.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Некрас</w:t>
            </w:r>
            <w:r w:rsidR="00846B51" w:rsidRPr="008A35EF">
              <w:rPr>
                <w:rFonts w:ascii="Times New Roman" w:eastAsia="Times New Roman" w:hAnsi="Times New Roman"/>
                <w:sz w:val="24"/>
                <w:szCs w:val="24"/>
              </w:rPr>
              <w:t>ова, А. Бека, В. Ажаева и др.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А.А.Ахматова. </w:t>
            </w:r>
            <w:r w:rsidR="00BD07AB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Жизненный и творческий путь.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Ст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хотворения: «Смятение», «Молюсь оконному лу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  <w:t xml:space="preserve">чу..», «Пахнут липы сладко...», «Сероглазый король»,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«Пе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ня последней встречи», «Мне ни к чему одиче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ские рати», «Сжала руки под темной вуалью...», «Не с теми я, кто бросил земли..», «Родная земля», «Мне голос был», «Клятва», «Мужество», «Победителям», «М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за», «Поэма без героя». Поэма «Реквием». Статьи о Пушкине. Ранняя лирика Ахматовой: глубина, я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кость переживаний поэта, его радость, скорбь,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трев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га. </w:t>
            </w:r>
          </w:p>
          <w:p w:rsidR="00580873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Тематика и тональность лирики периода первой миро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вой войны: судьба страны и народа. Личная и общ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ственная темы в стихах революционных и первых по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слереволюционных лет. Темы любви к родной земле,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к Родине, к России. Пушкинские темы в творчестве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Ахматовой. Тема любви к Родине и гражданского му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жества в лирике военных лет. Тема поэтического мастерства в творчестве поэтессы. Поэма «Рекв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ем».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Исторический масштаб и трагизм поэмы. Трагизм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жизни и судьбы лирической героини и поэтессы.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Своеобразие лирики Ахматовой.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Теория литературы: проблема традиций и новато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="00DC573C"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ства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 поэзии. Поэтическое мастерство</w:t>
            </w:r>
            <w:r w:rsidR="0058087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80873" w:rsidRDefault="00580873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580873" w:rsidRPr="00D774EB" w:rsidRDefault="00580873" w:rsidP="00580873">
            <w:pPr>
              <w:rPr>
                <w:u w:val="single"/>
              </w:rPr>
            </w:pPr>
            <w:r w:rsidRPr="00D774EB">
              <w:rPr>
                <w:u w:val="single"/>
              </w:rPr>
              <w:t>Домашнее сочинение:</w:t>
            </w:r>
          </w:p>
          <w:p w:rsidR="00580873" w:rsidRDefault="00580873" w:rsidP="005808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t>Ранняя лирика Ахматовой: глубина, яркость пережив</w:t>
            </w:r>
            <w:r w:rsidRPr="00D774EB">
              <w:t>а</w:t>
            </w:r>
            <w:r w:rsidRPr="00D774EB">
              <w:t>ний поэта, его радость, скорбь, тревога. Тематика и т</w:t>
            </w:r>
            <w:r w:rsidRPr="00D774EB">
              <w:t>о</w:t>
            </w:r>
            <w:r w:rsidRPr="00D774EB">
              <w:t>нальность лирики периода первой мировой войны: судьба страны и народа.</w:t>
            </w:r>
            <w:r>
              <w:t xml:space="preserve"> (2часа).</w:t>
            </w:r>
          </w:p>
          <w:p w:rsidR="00580873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БЛ. Пастернак. </w:t>
            </w:r>
            <w:r w:rsidR="00BD07AB" w:rsidRPr="008A35EF">
              <w:rPr>
                <w:rFonts w:ascii="Times New Roman" w:eastAsia="Times New Roman" w:hAnsi="Times New Roman"/>
                <w:sz w:val="24"/>
                <w:szCs w:val="24"/>
              </w:rPr>
              <w:t>Сведения из биографии.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Стихотв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рения:  «Февраль. Достать чернил и плакать...»,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«Про эти стихи», «Определение поэзии», «Гамлет»,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«Быть знаменитым некрасиво», «Во всем мне хоче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ся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дойти до самой сути...», «Зимняя ночь». Поэмы «Де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вятьсот пятый год» и «Лейтенант Шмидт». Эст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тиче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ские поиски и эксперименты в ранней лирике. Философичность лирики. Тема пути - ведущая в п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эзии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Пастернака. Особенности поэтического восприятия.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Простота и легкость поздней лирики. Своеобразие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lastRenderedPageBreak/>
              <w:t>ху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  <w:t>д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ожественной формы стихотворений. </w:t>
            </w:r>
          </w:p>
          <w:p w:rsidR="00580873" w:rsidRDefault="00276FAA" w:rsidP="00580873">
            <w:pP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Для самостоя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тельного чтения. Роман «Доктор Жив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го»</w:t>
            </w:r>
            <w:r w:rsidR="00580873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.</w:t>
            </w:r>
          </w:p>
          <w:p w:rsidR="00580873" w:rsidRDefault="00580873" w:rsidP="00580873">
            <w:pP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Самостоятельная работа.</w:t>
            </w:r>
          </w:p>
          <w:p w:rsidR="00580873" w:rsidRPr="00D774EB" w:rsidRDefault="00580873" w:rsidP="00580873">
            <w:pPr>
              <w:rPr>
                <w:u w:val="single"/>
              </w:rPr>
            </w:pPr>
            <w:r w:rsidRPr="00D774EB">
              <w:rPr>
                <w:u w:val="single"/>
              </w:rPr>
              <w:t>Рефераты:</w:t>
            </w:r>
          </w:p>
          <w:p w:rsidR="00580873" w:rsidRPr="00D774EB" w:rsidRDefault="00580873" w:rsidP="00580873">
            <w:r w:rsidRPr="00D774EB">
              <w:t xml:space="preserve">Эстетические поиски и эксперименты в ранней лирике. Особенности поэтического восприятия. </w:t>
            </w:r>
          </w:p>
          <w:p w:rsidR="00580873" w:rsidRPr="00D774EB" w:rsidRDefault="00580873" w:rsidP="00580873">
            <w:r w:rsidRPr="00D774EB">
              <w:t xml:space="preserve">Простота и легкость поздней лирики. </w:t>
            </w:r>
          </w:p>
          <w:p w:rsidR="00580873" w:rsidRPr="00D774EB" w:rsidRDefault="00580873" w:rsidP="00580873">
            <w:r w:rsidRPr="00D774EB">
              <w:t xml:space="preserve">Своеобразие художественной формы стихотворений. </w:t>
            </w:r>
          </w:p>
          <w:p w:rsidR="00580873" w:rsidRDefault="00580873" w:rsidP="00580873">
            <w:pPr>
              <w:shd w:val="clear" w:color="auto" w:fill="FFFFFF"/>
              <w:spacing w:line="240" w:lineRule="auto"/>
            </w:pPr>
            <w:r w:rsidRPr="00D774EB">
              <w:rPr>
                <w:u w:val="single"/>
              </w:rPr>
              <w:t>Самостоятельное чтение</w:t>
            </w:r>
            <w:r w:rsidRPr="00D774EB">
              <w:t xml:space="preserve"> романа «Доктор Живаго».</w:t>
            </w:r>
          </w:p>
          <w:p w:rsidR="00580873" w:rsidRDefault="00F96024" w:rsidP="00580873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(2часа).</w:t>
            </w:r>
          </w:p>
          <w:p w:rsidR="00276FAA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i/>
                <w:iCs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А.Т. Твардовский.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Сведения из биографии.  Сти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творения: «Вся суть в одном-единственном завете»,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«Памяти матери», «Я знаю: никакой моей вины...»,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«К обидам горьким собственной персоны...», «В тот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день, когда кончилась война...», «Ты, дура смерть,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  <w:t>грозишься людям». Поэма «По праву памяти». Тема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войны и памяти в лирике А. Твардовского. Утве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жде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ние нравственных ценностей.  </w:t>
            </w:r>
            <w:r w:rsidR="00443838"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Теория литер</w:t>
            </w:r>
            <w:r w:rsidR="00443838"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</w:t>
            </w:r>
            <w:r w:rsidR="00443838"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туры: </w:t>
            </w:r>
            <w:r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традиции ру</w:t>
            </w:r>
            <w:r w:rsidR="00443838"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сской классической литературы  и нова</w:t>
            </w:r>
            <w:r w:rsidR="00443838"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softHyphen/>
              <w:t xml:space="preserve">торство </w:t>
            </w:r>
            <w:r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 поэзии.</w:t>
            </w:r>
            <w:r w:rsidRPr="008A35E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br/>
            </w:r>
            <w:r w:rsidRPr="008A35EF">
              <w:rPr>
                <w:rFonts w:ascii="Times New Roman" w:eastAsia="Times New Roman" w:hAnsi="Times New Roman"/>
                <w:i/>
                <w:iCs/>
                <w:spacing w:val="-3"/>
                <w:sz w:val="24"/>
                <w:szCs w:val="24"/>
              </w:rPr>
              <w:t>Для самостоятельного чтения: стихи, поэмы.</w:t>
            </w:r>
          </w:p>
          <w:p w:rsidR="00F5308C" w:rsidRPr="008A35EF" w:rsidRDefault="00F5308C" w:rsidP="00276FAA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08C" w:rsidRPr="00D774EB" w:rsidRDefault="00F5308C" w:rsidP="00F5308C">
            <w:pPr>
              <w:rPr>
                <w:u w:val="single"/>
              </w:rPr>
            </w:pPr>
            <w:r w:rsidRPr="00D774EB">
              <w:rPr>
                <w:u w:val="single"/>
              </w:rPr>
              <w:t>Домашнее сочинение:</w:t>
            </w:r>
          </w:p>
          <w:p w:rsidR="00F5308C" w:rsidRPr="00D774EB" w:rsidRDefault="00F5308C" w:rsidP="00F5308C">
            <w:r w:rsidRPr="00D774EB">
              <w:t xml:space="preserve">Тема войны и памяти в лирике А. Твардовского. </w:t>
            </w:r>
          </w:p>
          <w:p w:rsidR="00F5308C" w:rsidRPr="00D774EB" w:rsidRDefault="00F5308C" w:rsidP="00F5308C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F5308C" w:rsidRPr="00D774EB" w:rsidRDefault="00F5308C" w:rsidP="00F5308C">
            <w:r w:rsidRPr="00D774EB">
              <w:t>Поэма «По праву памяти» – искупление и предостер</w:t>
            </w:r>
            <w:r w:rsidRPr="00D774EB">
              <w:t>е</w:t>
            </w:r>
            <w:r w:rsidRPr="00D774EB">
              <w:t>жение, поэтическое и гражданское осмысление трагич</w:t>
            </w:r>
            <w:r w:rsidRPr="00D774EB">
              <w:t>е</w:t>
            </w:r>
            <w:r w:rsidRPr="00D774EB">
              <w:t>ского прошлого.</w:t>
            </w:r>
          </w:p>
          <w:p w:rsidR="00F5308C" w:rsidRPr="00D774EB" w:rsidRDefault="00F5308C" w:rsidP="00F5308C">
            <w:r w:rsidRPr="00D774EB">
              <w:t xml:space="preserve">Лирический герой поэмы, его жизненная позиция. </w:t>
            </w:r>
          </w:p>
          <w:p w:rsidR="00F5308C" w:rsidRPr="00D774EB" w:rsidRDefault="00F5308C" w:rsidP="00F5308C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276FAA" w:rsidRPr="008A35EF" w:rsidRDefault="00F5308C" w:rsidP="00F5308C">
            <w:pPr>
              <w:shd w:val="clear" w:color="auto" w:fill="FFFFFF"/>
              <w:spacing w:line="240" w:lineRule="auto"/>
              <w:ind w:right="194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D774EB">
              <w:t>Художественное своеобразие творчества А. Т. Тва</w:t>
            </w:r>
            <w:r w:rsidRPr="00D774EB">
              <w:t>р</w:t>
            </w:r>
            <w:r w:rsidRPr="00D774EB">
              <w:t>довского</w:t>
            </w:r>
            <w:r>
              <w:t>. (2часа).</w:t>
            </w:r>
          </w:p>
        </w:tc>
        <w:tc>
          <w:tcPr>
            <w:tcW w:w="709" w:type="dxa"/>
          </w:tcPr>
          <w:p w:rsidR="00276FAA" w:rsidRPr="008A35EF" w:rsidRDefault="001C1541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DC573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789E" w:rsidRPr="008A35EF" w:rsidRDefault="0024789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58087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C21B2" w:rsidRPr="008A35EF" w:rsidRDefault="00DC21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1B2" w:rsidRPr="008A35EF" w:rsidRDefault="00DC21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73C" w:rsidRPr="008A35EF" w:rsidRDefault="00DC573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0A9" w:rsidRPr="008A35EF" w:rsidRDefault="000140A9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580873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019D" w:rsidRPr="008A35EF" w:rsidRDefault="008D019D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6FAA" w:rsidRPr="008A35EF" w:rsidTr="00802A42">
        <w:trPr>
          <w:trHeight w:val="274"/>
        </w:trPr>
        <w:tc>
          <w:tcPr>
            <w:tcW w:w="2122" w:type="dxa"/>
            <w:gridSpan w:val="2"/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E97DA2" w:rsidRDefault="004E06C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E97DA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>Тема 2.7</w:t>
            </w:r>
          </w:p>
          <w:p w:rsidR="00324A77" w:rsidRPr="00E97DA2" w:rsidRDefault="004E06C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E97DA2">
              <w:rPr>
                <w:rFonts w:ascii="Times New Roman" w:hAnsi="Times New Roman"/>
                <w:sz w:val="24"/>
                <w:szCs w:val="24"/>
              </w:rPr>
              <w:t>Русское литер</w:t>
            </w:r>
            <w:r w:rsidRPr="00E97DA2">
              <w:rPr>
                <w:rFonts w:ascii="Times New Roman" w:hAnsi="Times New Roman"/>
                <w:sz w:val="24"/>
                <w:szCs w:val="24"/>
              </w:rPr>
              <w:t>а</w:t>
            </w:r>
            <w:r w:rsidRPr="00E97DA2">
              <w:rPr>
                <w:rFonts w:ascii="Times New Roman" w:hAnsi="Times New Roman"/>
                <w:sz w:val="24"/>
                <w:szCs w:val="24"/>
              </w:rPr>
              <w:t>турное заруб</w:t>
            </w:r>
            <w:r w:rsidRPr="00E97DA2">
              <w:rPr>
                <w:rFonts w:ascii="Times New Roman" w:hAnsi="Times New Roman"/>
                <w:sz w:val="24"/>
                <w:szCs w:val="24"/>
              </w:rPr>
              <w:t>е</w:t>
            </w:r>
            <w:r w:rsidRPr="00E97DA2">
              <w:rPr>
                <w:rFonts w:ascii="Times New Roman" w:hAnsi="Times New Roman"/>
                <w:sz w:val="24"/>
                <w:szCs w:val="24"/>
              </w:rPr>
              <w:t>жье1920-1990-х годов (три волны эмиграции).</w:t>
            </w: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  <w:p w:rsidR="00324A77" w:rsidRPr="008A35EF" w:rsidRDefault="004E06C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Тема 2.8 </w:t>
            </w:r>
          </w:p>
          <w:p w:rsidR="004E06CA" w:rsidRPr="008A35EF" w:rsidRDefault="00FE483F" w:rsidP="004E06C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Зарубежная лит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ратура (обзор).</w:t>
            </w:r>
          </w:p>
          <w:p w:rsidR="00324A77" w:rsidRPr="008A35EF" w:rsidRDefault="004E06CA" w:rsidP="004E06C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Тема 2.9</w:t>
            </w:r>
          </w:p>
          <w:p w:rsidR="00324A77" w:rsidRPr="008A35EF" w:rsidRDefault="00324A77" w:rsidP="00324A7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Особенности ра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вития литературы конца 1980-2000-х 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годов (обзор).</w:t>
            </w:r>
          </w:p>
          <w:p w:rsidR="00324A77" w:rsidRPr="008A35EF" w:rsidRDefault="00324A77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41" w:type="dxa"/>
          </w:tcPr>
          <w:p w:rsidR="00E43BDA" w:rsidRPr="008A35EF" w:rsidRDefault="00E178DC" w:rsidP="00E43BDA">
            <w:pPr>
              <w:shd w:val="clear" w:color="auto" w:fill="FFFFFF"/>
              <w:spacing w:line="240" w:lineRule="auto"/>
              <w:ind w:right="169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lastRenderedPageBreak/>
              <w:t>Общественно-культурная обстановка в стране во второй половине 20 века. Развитие литературы 1950-1980-х годов в контексте культуры</w:t>
            </w:r>
            <w:r w:rsidR="00276FAA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. </w:t>
            </w:r>
            <w:r w:rsidR="00276FAA"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Новые </w:t>
            </w:r>
            <w:r w:rsidR="00276FAA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>тенденции в литературе.</w:t>
            </w:r>
            <w:r w:rsidR="00E43BDA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Отражение конфликтов  истории  в  судьбах героев: </w:t>
            </w:r>
            <w:r w:rsidR="00E43BD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П. Нилин «Жест</w:t>
            </w:r>
            <w:r w:rsidR="00E43BD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</w:t>
            </w:r>
            <w:r w:rsidR="00E43BDA"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кость», А. Солженицын «Один день </w:t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t>Ивана Денис</w:t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t>вича», В.Дудинцев «Не хлебом еди</w:t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ным...» и др.</w:t>
            </w:r>
          </w:p>
          <w:p w:rsidR="002C3221" w:rsidRPr="008A35EF" w:rsidRDefault="002C3221" w:rsidP="002C3221">
            <w:pPr>
              <w:shd w:val="clear" w:color="auto" w:fill="FFFFFF"/>
              <w:spacing w:line="240" w:lineRule="auto"/>
              <w:ind w:right="112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</w:p>
          <w:p w:rsidR="002C3221" w:rsidRPr="008A35EF" w:rsidRDefault="002C3221" w:rsidP="002C3221">
            <w:pPr>
              <w:shd w:val="clear" w:color="auto" w:fill="FFFFFF"/>
              <w:spacing w:line="240" w:lineRule="auto"/>
              <w:ind w:right="112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Поэзия 60-х годов (обзор).  Мир и человек в лирике поэтов-шестидесятников. 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Поиски нового поэтич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ского язы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ка, формы, жанра в поэзии Б.Ахмадуллиной,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Е.Винокурова, Р.Рождественского, А.Вознесенского, Е.Евтушенко, Б.Окуджавы и др. Развитие традиций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русской классики в поэзии Н.Федорова, Н.Рубцова,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С.Наровчатова, Д.Самойлова, Л.Мартынова, Е.Винокурова, Н. Старшинова, Ю.Друниной, Б.Слуцкого, С.Орлова, И.Бродского, Р.Гамзатова и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др. </w:t>
            </w:r>
          </w:p>
          <w:p w:rsidR="002C3221" w:rsidRPr="008A35EF" w:rsidRDefault="00E43BDA" w:rsidP="002C3221">
            <w:pPr>
              <w:shd w:val="clear" w:color="auto" w:fill="FFFFFF"/>
              <w:spacing w:line="240" w:lineRule="auto"/>
              <w:ind w:right="7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А.И. Солженицын.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Сведения из биографии. Тема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трагической судьбы человека в тоталитарном гос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дарстве. Новый подход к изображению прошлого в творчестве писателя.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«Один день Ивана Денисов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ча», «Матренин двор», «Архипелаг ГУЛАГ».  Пр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блема ответственности поколений. Размышления п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сателя о возможных путях развития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человечества в повести.</w:t>
            </w:r>
          </w:p>
          <w:p w:rsidR="006C3B56" w:rsidRDefault="002C3221" w:rsidP="00EE6781">
            <w:pPr>
              <w:shd w:val="clear" w:color="auto" w:fill="FFFFFF"/>
              <w:spacing w:line="240" w:lineRule="auto"/>
              <w:ind w:right="7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Мастерство А. Солженицына - психолога: глубина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характеров, историко-философское обобщение в твор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="00E43BDA" w:rsidRPr="008A35EF">
              <w:rPr>
                <w:rFonts w:ascii="Times New Roman" w:eastAsia="Times New Roman" w:hAnsi="Times New Roman"/>
                <w:sz w:val="24"/>
                <w:szCs w:val="24"/>
              </w:rPr>
              <w:t>честве писателя. А. И. Солженицын- писатель и гражданин. Система творческих координат.</w:t>
            </w:r>
            <w:r w:rsidR="00EE6781"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</w:p>
          <w:p w:rsidR="00F5308C" w:rsidRDefault="00F5308C" w:rsidP="00EE6781">
            <w:pPr>
              <w:shd w:val="clear" w:color="auto" w:fill="FFFFFF"/>
              <w:spacing w:line="240" w:lineRule="auto"/>
              <w:ind w:right="7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Самостоятельная работа. </w:t>
            </w:r>
          </w:p>
          <w:p w:rsidR="00F5308C" w:rsidRPr="00D774EB" w:rsidRDefault="00F5308C" w:rsidP="00F5308C">
            <w:pPr>
              <w:rPr>
                <w:u w:val="single"/>
              </w:rPr>
            </w:pPr>
            <w:r w:rsidRPr="00D774EB">
              <w:rPr>
                <w:u w:val="single"/>
              </w:rPr>
              <w:t xml:space="preserve">Самостоятельное чтение: </w:t>
            </w:r>
          </w:p>
          <w:p w:rsidR="00F5308C" w:rsidRPr="00D774EB" w:rsidRDefault="00F5308C" w:rsidP="00F5308C">
            <w:r w:rsidRPr="00D774EB">
              <w:t>Роман А.И. Солженицына «В круге первом» - отзыв.</w:t>
            </w:r>
          </w:p>
          <w:p w:rsidR="00F5308C" w:rsidRPr="008A35EF" w:rsidRDefault="00F5308C" w:rsidP="00F5308C">
            <w:pPr>
              <w:shd w:val="clear" w:color="auto" w:fill="FFFFFF"/>
              <w:spacing w:line="240" w:lineRule="auto"/>
              <w:ind w:right="7"/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</w:pPr>
            <w:r w:rsidRPr="00D774EB">
              <w:t>Рассказ «Матренин двор» - отзыв.</w:t>
            </w:r>
            <w:r>
              <w:t xml:space="preserve"> (2часа.)</w:t>
            </w:r>
          </w:p>
          <w:p w:rsidR="00EE6781" w:rsidRPr="008A35EF" w:rsidRDefault="00EE6781" w:rsidP="00EE6781">
            <w:pPr>
              <w:shd w:val="clear" w:color="auto" w:fill="FFFFFF"/>
              <w:spacing w:line="240" w:lineRule="auto"/>
              <w:ind w:right="7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В.Т. Шаламов.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Сведения из биографии. «Колым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ские рассказы» (два рассказа по выбору). Художе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 xml:space="preserve">ственное своеобразие прозы Шаламова: отсутствие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деклар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ций, простота, ясность.</w:t>
            </w:r>
          </w:p>
          <w:p w:rsidR="00F24D9F" w:rsidRPr="008A35EF" w:rsidRDefault="00F24D9F" w:rsidP="00276FAA">
            <w:pPr>
              <w:shd w:val="clear" w:color="auto" w:fill="FFFFFF"/>
              <w:spacing w:line="240" w:lineRule="auto"/>
              <w:ind w:right="11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11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Новое осмысление проблемы человека на войне: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Ю.Бондарев «Горячий снег», В.Богомолов «Момент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истины», В.Кондратьев «Сашка» и др.</w:t>
            </w:r>
            <w:r w:rsidR="00F24D9F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Проблема нравственного выбора в рассказе В. Быкова «Сотн</w:t>
            </w:r>
            <w:r w:rsidR="00F24D9F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и</w:t>
            </w:r>
            <w:r w:rsidR="00F24D9F"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ков».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Исследование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природы подвига и предател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ь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ства, философский ана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  <w:t>лиз поведения человека в эк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с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тремальной ситуации в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произведениях В.Быкова «Сотников», Б.Окуджавы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«Будь здоров, школяр» и др. Роль произведений о Ве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ликой Отечественной войне в воспитании патриотиче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softHyphen/>
            </w:r>
            <w:r w:rsidR="00F24D9F" w:rsidRPr="008A35EF">
              <w:rPr>
                <w:rFonts w:ascii="Times New Roman" w:eastAsia="Times New Roman" w:hAnsi="Times New Roman"/>
                <w:sz w:val="24"/>
                <w:szCs w:val="24"/>
              </w:rPr>
              <w:t>ских чувств молод</w:t>
            </w:r>
            <w:r w:rsidR="00F24D9F" w:rsidRPr="008A35E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24D9F" w:rsidRPr="008A35EF">
              <w:rPr>
                <w:rFonts w:ascii="Times New Roman" w:eastAsia="Times New Roman" w:hAnsi="Times New Roman"/>
                <w:sz w:val="24"/>
                <w:szCs w:val="24"/>
              </w:rPr>
              <w:t>го поколения.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C3221" w:rsidRPr="008A35EF" w:rsidRDefault="00F24D9F" w:rsidP="00276FAA">
            <w:pPr>
              <w:shd w:val="clear" w:color="auto" w:fill="FFFFFF"/>
              <w:spacing w:line="240" w:lineRule="auto"/>
              <w:ind w:right="112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В Л. Кондратьев. Сведения из биографии. Повесть «Сашка».</w:t>
            </w:r>
          </w:p>
          <w:p w:rsidR="00276FAA" w:rsidRPr="008A35EF" w:rsidRDefault="00276FAA" w:rsidP="00276FAA">
            <w:pPr>
              <w:shd w:val="clear" w:color="auto" w:fill="FFFFFF"/>
              <w:spacing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«Городская проза».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Тематика, нравственная пробле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матика, художественные особенности произведений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В. Аксенова, Д. Гранина, Ю. Трифонова, В. Дуди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це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ва и др.-1ч.</w:t>
            </w:r>
          </w:p>
          <w:p w:rsidR="00F24D9F" w:rsidRPr="008A35EF" w:rsidRDefault="00276FAA" w:rsidP="00276FAA">
            <w:pPr>
              <w:shd w:val="clear" w:color="auto" w:fill="FFFFFF"/>
              <w:spacing w:line="240" w:lineRule="auto"/>
              <w:ind w:right="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 xml:space="preserve">«Деревенская проза». 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Изображение жизни советской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деревни. Глубина, цельность духовного мира челове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ка, связанного жизнью своей с землей, в произведени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ях Ф. Абрамова, М. Алексеева, С. Белова, С. Залыги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  <w:t>на, В. Крупина, П. Проскурина, Б. Можаева, В. Шук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="00F24D9F" w:rsidRPr="008A35EF">
              <w:rPr>
                <w:rFonts w:ascii="Times New Roman" w:eastAsia="Times New Roman" w:hAnsi="Times New Roman"/>
                <w:sz w:val="24"/>
                <w:szCs w:val="24"/>
              </w:rPr>
              <w:t>шина и др.</w:t>
            </w:r>
          </w:p>
          <w:p w:rsidR="00F24D9F" w:rsidRDefault="00F24D9F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В.М. Шукшин.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Сведения из биографии. Рассказы: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«Чудик», «Выбираю деревню на жительство», «Мат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ринское сердце», «Микроскоп», «Ораторский прием».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br/>
              <w:t>Изображение жизни русской деревни: глубина и цель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ность духовного мира русского человека. Кин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сцена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рии. «Калина красная». Художественные ос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бенности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прозы В. Шукшина.</w:t>
            </w:r>
            <w:r w:rsidR="00F530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F5308C" w:rsidRDefault="00F5308C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F5308C" w:rsidRPr="00D774EB" w:rsidRDefault="00F5308C" w:rsidP="00F5308C">
            <w:pPr>
              <w:rPr>
                <w:i/>
              </w:rPr>
            </w:pPr>
            <w:r w:rsidRPr="00D774EB">
              <w:rPr>
                <w:u w:val="single"/>
              </w:rPr>
              <w:t>Самостоятельное чтение</w:t>
            </w:r>
            <w:r w:rsidRPr="00D774EB">
              <w:t>:</w:t>
            </w:r>
            <w:r w:rsidRPr="00D774EB">
              <w:rPr>
                <w:i/>
              </w:rPr>
              <w:t xml:space="preserve"> </w:t>
            </w:r>
          </w:p>
          <w:p w:rsidR="00F5308C" w:rsidRPr="00D774EB" w:rsidRDefault="00F5308C" w:rsidP="00F5308C">
            <w:r w:rsidRPr="00D774EB">
              <w:t xml:space="preserve">К. Воробьев «Убиты под Москвой» - отзыв. </w:t>
            </w:r>
          </w:p>
          <w:p w:rsidR="00F5308C" w:rsidRPr="00D774EB" w:rsidRDefault="00F5308C" w:rsidP="00F5308C">
            <w:r w:rsidRPr="00D774EB">
              <w:t>В. Некрасов «В окопах Сталинграда» - отзыв.</w:t>
            </w:r>
          </w:p>
          <w:p w:rsidR="00F5308C" w:rsidRPr="00D774EB" w:rsidRDefault="00F5308C" w:rsidP="00F5308C">
            <w:r w:rsidRPr="00D774EB">
              <w:lastRenderedPageBreak/>
              <w:t>В. Кондратьев «Сашка»</w:t>
            </w:r>
          </w:p>
          <w:p w:rsidR="00F5308C" w:rsidRPr="008A35EF" w:rsidRDefault="00F5308C" w:rsidP="00F5308C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rPr>
                <w:bCs/>
                <w:iCs/>
                <w:color w:val="000000"/>
              </w:rPr>
              <w:t>В. Набоков. Машенька.</w:t>
            </w:r>
            <w:r>
              <w:rPr>
                <w:bCs/>
                <w:iCs/>
                <w:color w:val="000000"/>
              </w:rPr>
              <w:t xml:space="preserve"> (2часа).</w:t>
            </w:r>
          </w:p>
          <w:p w:rsidR="001955C2" w:rsidRPr="008A35EF" w:rsidRDefault="001955C2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24D9F" w:rsidRPr="008A35EF" w:rsidRDefault="00F24D9F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В. Г. Распутин. «Прощание с Матерой»</w:t>
            </w:r>
            <w:r w:rsidR="004761E1" w:rsidRPr="008A35EF">
              <w:rPr>
                <w:rFonts w:ascii="Times New Roman" w:eastAsia="Times New Roman" w:hAnsi="Times New Roman"/>
                <w:sz w:val="24"/>
                <w:szCs w:val="24"/>
              </w:rPr>
              <w:t>: герои и время, нравственно- философское звучание повести.</w:t>
            </w:r>
          </w:p>
          <w:p w:rsidR="004761E1" w:rsidRPr="008A35EF" w:rsidRDefault="004761E1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Творческий практикум: рассказ В. Распутина «В ту же землю». (Как читать современную прозу).</w:t>
            </w:r>
          </w:p>
          <w:p w:rsidR="007C6C06" w:rsidRPr="008A35EF" w:rsidRDefault="007C6C06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761E1" w:rsidRPr="008A35EF" w:rsidRDefault="004761E1" w:rsidP="00F24D9F">
            <w:pPr>
              <w:shd w:val="clear" w:color="auto" w:fill="FFFFFF"/>
              <w:tabs>
                <w:tab w:val="left" w:leader="underscore" w:pos="1732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Человек и природа в повествовании в рассказах В П. Астафьева «Царь- рыба».</w:t>
            </w:r>
          </w:p>
          <w:p w:rsidR="00A77652" w:rsidRDefault="007C6C06" w:rsidP="00276FAA">
            <w:pPr>
              <w:shd w:val="clear" w:color="auto" w:fill="FFFFFF"/>
              <w:spacing w:line="240" w:lineRule="auto"/>
              <w:ind w:right="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Н.М. Рубцов. Художественные особенности « тихой лирики».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Сведения из биографии. Стихотворения: «Видения на холме», «Листья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осенние» (возможен выбор других стихотворений).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Тема родины в лир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ке поэта, острая боль за ее судьбу,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вера в ее неисче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паемые духовные силы. Гармония 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человека и пр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роды. Есенинские традиции в лирике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Рубцова</w:t>
            </w:r>
            <w:r w:rsidR="00A77652" w:rsidRPr="008A35E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80873" w:rsidRDefault="00580873" w:rsidP="00276FAA">
            <w:pPr>
              <w:shd w:val="clear" w:color="auto" w:fill="FFFFFF"/>
              <w:spacing w:line="240" w:lineRule="auto"/>
              <w:ind w:right="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  <w:p w:rsidR="00580873" w:rsidRPr="00D774EB" w:rsidRDefault="00580873" w:rsidP="00580873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580873" w:rsidRPr="00D774EB" w:rsidRDefault="00580873" w:rsidP="00580873">
            <w:pPr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Литература периода «оттепели». Журналы «Иностранная литература», «Новый мир», «Наш современник».</w:t>
            </w:r>
          </w:p>
          <w:p w:rsidR="00580873" w:rsidRPr="00D774EB" w:rsidRDefault="00580873" w:rsidP="00580873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Творчество писателей-прозаиков в 1950—1980-е годы</w:t>
            </w:r>
          </w:p>
          <w:p w:rsidR="00580873" w:rsidRPr="00D774EB" w:rsidRDefault="00580873" w:rsidP="00580873">
            <w:pPr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Основные направления и течения художественной пр</w:t>
            </w:r>
            <w:r w:rsidRPr="00D774EB">
              <w:rPr>
                <w:bCs/>
                <w:iCs/>
                <w:color w:val="000000"/>
              </w:rPr>
              <w:t>о</w:t>
            </w:r>
            <w:r w:rsidRPr="00D774EB">
              <w:rPr>
                <w:bCs/>
                <w:iCs/>
                <w:color w:val="000000"/>
              </w:rPr>
              <w:t>зы 1950—1980-х годов.</w:t>
            </w:r>
          </w:p>
          <w:p w:rsidR="00580873" w:rsidRPr="00D774EB" w:rsidRDefault="00580873" w:rsidP="00580873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Художественное своеобразие прозы В. Шаламова, В. Шукшина, В. Быкова, В. Распутина.</w:t>
            </w:r>
          </w:p>
          <w:p w:rsidR="00580873" w:rsidRPr="00D774EB" w:rsidRDefault="00580873" w:rsidP="00580873">
            <w:pPr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Роль произведений о Великой Отечественной войне в воспитании патриотических чувств молодого поколения</w:t>
            </w:r>
          </w:p>
          <w:p w:rsidR="00BE2F13" w:rsidRPr="00D774EB" w:rsidRDefault="00580873" w:rsidP="00BE2F13">
            <w:pPr>
              <w:rPr>
                <w:u w:val="single"/>
              </w:rPr>
            </w:pPr>
            <w:r w:rsidRPr="00D774EB">
              <w:rPr>
                <w:bCs/>
                <w:iCs/>
                <w:color w:val="000000"/>
              </w:rPr>
              <w:t>Развитие жанра фантастики. Многонациональность с</w:t>
            </w:r>
            <w:r w:rsidRPr="00D774EB">
              <w:rPr>
                <w:bCs/>
                <w:iCs/>
                <w:color w:val="000000"/>
              </w:rPr>
              <w:t>о</w:t>
            </w:r>
            <w:r w:rsidRPr="00D774EB">
              <w:rPr>
                <w:bCs/>
                <w:iCs/>
                <w:color w:val="000000"/>
              </w:rPr>
              <w:t>ветской литературы.</w:t>
            </w:r>
            <w:r w:rsidR="00F5308C">
              <w:rPr>
                <w:bCs/>
                <w:iCs/>
                <w:color w:val="000000"/>
              </w:rPr>
              <w:t xml:space="preserve"> (3часа)</w:t>
            </w:r>
            <w:r w:rsidR="00840F09">
              <w:rPr>
                <w:bCs/>
                <w:iCs/>
                <w:color w:val="000000"/>
              </w:rPr>
              <w:t xml:space="preserve">        </w:t>
            </w:r>
            <w:r w:rsidR="00BE2F13" w:rsidRPr="00D774EB">
              <w:rPr>
                <w:u w:val="single"/>
              </w:rPr>
              <w:t>Домашнее сочинение:</w:t>
            </w:r>
          </w:p>
          <w:p w:rsidR="00BE2F13" w:rsidRPr="00D774EB" w:rsidRDefault="00BE2F13" w:rsidP="00BE2F13">
            <w:r w:rsidRPr="00D774EB">
              <w:t xml:space="preserve">Тема войны и памяти в лирике А. Твардовского. </w:t>
            </w:r>
          </w:p>
          <w:p w:rsidR="00BE2F13" w:rsidRPr="00D774EB" w:rsidRDefault="00BE2F13" w:rsidP="00BE2F13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BE2F13" w:rsidRPr="00D774EB" w:rsidRDefault="00BE2F13" w:rsidP="00BE2F13">
            <w:r w:rsidRPr="00D774EB">
              <w:t>Поэма «По праву памяти» – искупление и предостер</w:t>
            </w:r>
            <w:r w:rsidRPr="00D774EB">
              <w:t>е</w:t>
            </w:r>
            <w:r w:rsidRPr="00D774EB">
              <w:t>жение, поэтическое и гражданское осмысление трагич</w:t>
            </w:r>
            <w:r w:rsidRPr="00D774EB">
              <w:t>е</w:t>
            </w:r>
            <w:r w:rsidRPr="00D774EB">
              <w:t>ского прошлого.</w:t>
            </w:r>
          </w:p>
          <w:p w:rsidR="00BE2F13" w:rsidRPr="00D774EB" w:rsidRDefault="00BE2F13" w:rsidP="00BE2F13">
            <w:r w:rsidRPr="00D774EB">
              <w:t xml:space="preserve">Лирический герой поэмы, его жизненная позиция. </w:t>
            </w:r>
          </w:p>
          <w:p w:rsidR="00BE2F13" w:rsidRPr="00D774EB" w:rsidRDefault="00BE2F13" w:rsidP="00BE2F13">
            <w:pPr>
              <w:rPr>
                <w:u w:val="single"/>
              </w:rPr>
            </w:pPr>
            <w:r w:rsidRPr="00D774EB">
              <w:rPr>
                <w:u w:val="single"/>
              </w:rPr>
              <w:t>Доклад:</w:t>
            </w:r>
          </w:p>
          <w:p w:rsidR="00F24D9F" w:rsidRDefault="00BE2F13" w:rsidP="00BE2F13">
            <w:pPr>
              <w:shd w:val="clear" w:color="auto" w:fill="FFFFFF"/>
              <w:spacing w:line="240" w:lineRule="auto"/>
              <w:ind w:right="83"/>
              <w:rPr>
                <w:bCs/>
                <w:iCs/>
                <w:color w:val="000000"/>
              </w:rPr>
            </w:pPr>
            <w:r w:rsidRPr="00D774EB">
              <w:t>Художественное своеобразие творчества А. Т. Твардо</w:t>
            </w:r>
            <w:r w:rsidRPr="00D774EB">
              <w:t>в</w:t>
            </w:r>
            <w:r w:rsidRPr="00D774EB">
              <w:t>ского</w:t>
            </w:r>
            <w:r>
              <w:t xml:space="preserve"> (2часа).</w:t>
            </w:r>
          </w:p>
          <w:p w:rsidR="00BE2F13" w:rsidRPr="008A35EF" w:rsidRDefault="00BE2F13" w:rsidP="00580873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sz w:val="24"/>
                <w:szCs w:val="24"/>
              </w:rPr>
            </w:pPr>
          </w:p>
          <w:p w:rsidR="00952DBC" w:rsidRPr="008A35EF" w:rsidRDefault="00952DBC" w:rsidP="00952DBC">
            <w:pPr>
              <w:shd w:val="clear" w:color="auto" w:fill="FFFFFF"/>
              <w:spacing w:line="240" w:lineRule="auto"/>
              <w:ind w:right="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Авторская песня.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Ее место в историко-культурном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процессе (содержательность, искренность, внимание к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личности). Значение творчества А. Галича, В. Высоц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кого, Ю. Визбора, Б. Окуджавы и др. в развитии жан</w:t>
            </w:r>
            <w:r w:rsidRPr="008A35EF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ра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авторской песни.</w:t>
            </w:r>
          </w:p>
          <w:p w:rsidR="00B122F9" w:rsidRPr="008A35EF" w:rsidRDefault="00B122F9" w:rsidP="00952DBC">
            <w:pPr>
              <w:shd w:val="clear" w:color="auto" w:fill="FFFFFF"/>
              <w:spacing w:line="240" w:lineRule="auto"/>
              <w:ind w:right="7"/>
              <w:rPr>
                <w:rFonts w:ascii="Times New Roman" w:hAnsi="Times New Roman"/>
                <w:sz w:val="24"/>
                <w:szCs w:val="24"/>
              </w:rPr>
            </w:pPr>
          </w:p>
          <w:p w:rsidR="001955C2" w:rsidRDefault="001955C2" w:rsidP="001955C2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А.В. </w:t>
            </w:r>
            <w:r w:rsidRPr="008A35E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Вампилов.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Сведения из биографии.</w:t>
            </w:r>
            <w:r w:rsidR="000A5F13"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Мотив д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ховного падения в пьесе «Утиная охота». Композ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ция драмы. Характер главного героя. Нравственная проблематика пьесы «Старший сын».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Утверждение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добра, любви и милосердия. Гоголевские традиции в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драматургии Вампилова. </w:t>
            </w:r>
          </w:p>
          <w:p w:rsidR="00F5308C" w:rsidRDefault="00F5308C" w:rsidP="001955C2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F5308C" w:rsidRPr="00D774EB" w:rsidRDefault="00F5308C" w:rsidP="00F5308C">
            <w:pPr>
              <w:rPr>
                <w:bCs/>
                <w:iCs/>
                <w:color w:val="000000"/>
              </w:rPr>
            </w:pPr>
            <w:r w:rsidRPr="00D774EB">
              <w:rPr>
                <w:u w:val="single"/>
              </w:rPr>
              <w:t>Доклад</w:t>
            </w:r>
          </w:p>
          <w:p w:rsidR="00F5308C" w:rsidRPr="008A35EF" w:rsidRDefault="00F5308C" w:rsidP="00F5308C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4EB">
              <w:rPr>
                <w:bCs/>
                <w:iCs/>
                <w:color w:val="000000"/>
              </w:rPr>
              <w:t>Утверждение добра, любви и милосердия — главный пафос драматургии А. Вампилова.</w:t>
            </w:r>
            <w:r>
              <w:rPr>
                <w:bCs/>
                <w:iCs/>
                <w:color w:val="000000"/>
              </w:rPr>
              <w:t xml:space="preserve"> (1час).</w:t>
            </w:r>
          </w:p>
          <w:p w:rsidR="00B122F9" w:rsidRPr="008A35EF" w:rsidRDefault="00B122F9" w:rsidP="00B122F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Расул Гамзатов. Сведения из биографии. 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Стихотв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</w:t>
            </w:r>
            <w:r w:rsidRPr="008A35E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рения: «Журавли», «В горах джигиты 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ссорились, б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ы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вало...» (возможен выбор других стихотворений). Проникновенное звучание темы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 xml:space="preserve">родины в лирике Гамзатова. Прием параллелизма, 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усиливающий смысловое значение восьмистиший. 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Соотношение национального и общечеловеческого в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творчестве Гамзатова.</w:t>
            </w:r>
          </w:p>
          <w:p w:rsidR="00B122F9" w:rsidRPr="008A35EF" w:rsidRDefault="00B122F9" w:rsidP="00B122F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М Карим. Сведения из биографии. Соотношение национального и общечеловеческого в творчестве М. Карима.</w:t>
            </w:r>
          </w:p>
          <w:p w:rsidR="00295F7C" w:rsidRPr="008A35EF" w:rsidRDefault="00295F7C" w:rsidP="00295F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Первая волна эмиграции русских писателей. Хара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терные черты литературы русского зарубежья 1920—1930-х годов. Творчество И.Шмелева, Б. Зайцева, В. Набокова, Г. Газданова, Б. Поплавского. Вторая волна эмиграции русских писателей. Осмысление опыта сталинских репрессий и Вел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кой Отечественной войны в литературе. Творчество Б. Ширяева, Д. Кленовского, И. Елагина. Третья волна эмиграции. Возникновение диссидентского движения в СССР. Творчество И. Бродского, А. С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нявского, Г. Владимова.</w:t>
            </w:r>
          </w:p>
          <w:p w:rsidR="00295F7C" w:rsidRPr="008A35EF" w:rsidRDefault="00295F7C" w:rsidP="00295F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И. А. Бродский. Судьба. Личность. Творчество. О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новные темы и мотивы лирики.</w:t>
            </w:r>
          </w:p>
          <w:p w:rsidR="00295F7C" w:rsidRPr="008A35EF" w:rsidRDefault="00295F7C" w:rsidP="00295F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В. В. Набоков. Сведения из биографии. Роман «М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шенька». Тема России в творчестве Набокова.</w:t>
            </w:r>
            <w:r w:rsidR="007F531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Пр</w:t>
            </w:r>
            <w:r w:rsidR="007F531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</w:t>
            </w:r>
            <w:r w:rsidR="007F531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блематика и система образов в романе. Образ М</w:t>
            </w:r>
            <w:r w:rsidR="007F531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7F5310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шеньки. Смысл финала романа.</w:t>
            </w:r>
          </w:p>
          <w:p w:rsidR="00802A42" w:rsidRDefault="00A850A4" w:rsidP="00802A42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Зарубежная литература (обзор)</w:t>
            </w:r>
            <w:r w:rsidR="00802A42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="00BF5958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П. Коэльо. «Алх</w:t>
            </w:r>
            <w:r w:rsidR="00BF5958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="00BF5958"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мик».</w:t>
            </w:r>
          </w:p>
          <w:p w:rsidR="00F96024" w:rsidRDefault="00F96024" w:rsidP="00802A42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Самостоятельная работа.</w:t>
            </w:r>
          </w:p>
          <w:p w:rsidR="00F96024" w:rsidRPr="00D774EB" w:rsidRDefault="00F96024" w:rsidP="00F96024">
            <w:pPr>
              <w:rPr>
                <w:u w:val="single"/>
              </w:rPr>
            </w:pPr>
            <w:r w:rsidRPr="00D774EB">
              <w:rPr>
                <w:u w:val="single"/>
              </w:rPr>
              <w:t>Сообщение:</w:t>
            </w:r>
          </w:p>
          <w:p w:rsidR="00F96024" w:rsidRPr="00D774EB" w:rsidRDefault="00F96024" w:rsidP="00F96024">
            <w:pPr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Общественно-культурная ситуация в России конца ХХ — начала ХХI века.</w:t>
            </w:r>
          </w:p>
          <w:p w:rsidR="00F96024" w:rsidRPr="00D774EB" w:rsidRDefault="00F96024" w:rsidP="00F96024">
            <w:pPr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Отражение постмодернистского мироощущения в с</w:t>
            </w:r>
            <w:r w:rsidRPr="00D774EB">
              <w:rPr>
                <w:bCs/>
                <w:iCs/>
                <w:color w:val="000000"/>
              </w:rPr>
              <w:t>о</w:t>
            </w:r>
            <w:r w:rsidRPr="00D774EB">
              <w:rPr>
                <w:bCs/>
                <w:iCs/>
                <w:color w:val="000000"/>
              </w:rPr>
              <w:t>временной литературе.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Проза А. Солженицына, В. Распутина, Ф. Искандера, Ю. Коваля, В. Маканина, С. Алексиевич, О. Ермакова, В. Астафьева, Г. Владимова, Л. Петрушевской, В. Пьецуха, Т. Толстой и др. Развитие разных традиций в поэзии Б. А</w:t>
            </w:r>
            <w:r w:rsidRPr="00D774EB">
              <w:rPr>
                <w:bCs/>
                <w:iCs/>
                <w:color w:val="000000"/>
              </w:rPr>
              <w:t>х</w:t>
            </w:r>
            <w:r w:rsidRPr="00D774EB">
              <w:rPr>
                <w:bCs/>
                <w:iCs/>
                <w:color w:val="000000"/>
              </w:rPr>
              <w:t>мадулиной, Т. Бек, Н. Горбаневской, А. Жигулина,</w:t>
            </w:r>
          </w:p>
          <w:p w:rsidR="00F96024" w:rsidRDefault="00F96024" w:rsidP="00F96024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774EB">
              <w:rPr>
                <w:bCs/>
                <w:iCs/>
                <w:color w:val="000000"/>
              </w:rPr>
              <w:t>В. Соколова, О. Чухонцева, А. Вознесенского, Н. Искре</w:t>
            </w:r>
            <w:r w:rsidRPr="00D774EB">
              <w:rPr>
                <w:bCs/>
                <w:iCs/>
                <w:color w:val="000000"/>
              </w:rPr>
              <w:t>н</w:t>
            </w:r>
            <w:r w:rsidRPr="00D774EB">
              <w:rPr>
                <w:bCs/>
                <w:iCs/>
                <w:color w:val="000000"/>
              </w:rPr>
              <w:t>ко, Т. Кибирова, М. Сухотина и др.</w:t>
            </w:r>
            <w:r>
              <w:rPr>
                <w:bCs/>
                <w:iCs/>
                <w:color w:val="000000"/>
              </w:rPr>
              <w:t xml:space="preserve"> (2часа).</w:t>
            </w:r>
          </w:p>
          <w:p w:rsidR="00F96024" w:rsidRPr="008A35EF" w:rsidRDefault="00F96024" w:rsidP="00802A42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4E06CA" w:rsidRPr="008A35EF" w:rsidRDefault="004E06CA" w:rsidP="00802A42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  <w:p w:rsidR="00F96024" w:rsidRDefault="00802A42" w:rsidP="00DC7AD4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Особенности развития литературы конца 1980-2000-х годов (обзор). Общественно-культурная с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туация в России конца 20-начала 21 века. Споры о путях развития культуры. «Задержанная»  и «во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з</w:t>
            </w:r>
            <w:r w:rsidRPr="008A35E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lastRenderedPageBreak/>
              <w:t>вращенная» литература.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 xml:space="preserve"> Литературные итоги 20 века: основные имена и направления. Постмоде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низм. Литература последнего десятилетия (обзор).</w:t>
            </w:r>
          </w:p>
          <w:p w:rsidR="00F96024" w:rsidRDefault="00F96024" w:rsidP="00DC7AD4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F96024" w:rsidRPr="00D774EB" w:rsidRDefault="00802A42" w:rsidP="00F96024">
            <w:pPr>
              <w:rPr>
                <w:u w:val="single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6024" w:rsidRPr="00D774EB">
              <w:rPr>
                <w:u w:val="single"/>
              </w:rPr>
              <w:t xml:space="preserve"> Самостоятельное чтение: 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В. Войнович. «Москва-2042».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В. Маканин. «Лаз».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А. Ким. «Белка».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О. Ермаков. «Афганские рассказы».</w:t>
            </w:r>
          </w:p>
          <w:p w:rsidR="00F96024" w:rsidRPr="00D774EB" w:rsidRDefault="00F96024" w:rsidP="00F96024">
            <w:pPr>
              <w:autoSpaceDE w:val="0"/>
              <w:autoSpaceDN w:val="0"/>
              <w:adjustRightInd w:val="0"/>
              <w:rPr>
                <w:bCs/>
                <w:iCs/>
                <w:color w:val="000000"/>
              </w:rPr>
            </w:pPr>
            <w:r w:rsidRPr="00D774EB">
              <w:rPr>
                <w:bCs/>
                <w:iCs/>
                <w:color w:val="000000"/>
              </w:rPr>
              <w:t>В. Астафьев. «Прокляты и убиты».</w:t>
            </w:r>
          </w:p>
          <w:p w:rsidR="00276FAA" w:rsidRPr="008A35EF" w:rsidRDefault="00F96024" w:rsidP="00F96024">
            <w:pPr>
              <w:shd w:val="clear" w:color="auto" w:fill="FFFFFF"/>
              <w:spacing w:line="240" w:lineRule="auto"/>
              <w:ind w:right="83"/>
              <w:rPr>
                <w:rFonts w:ascii="Times New Roman" w:hAnsi="Times New Roman"/>
                <w:sz w:val="24"/>
                <w:szCs w:val="24"/>
              </w:rPr>
            </w:pPr>
            <w:r w:rsidRPr="00D774EB">
              <w:rPr>
                <w:bCs/>
                <w:iCs/>
                <w:color w:val="000000"/>
              </w:rPr>
              <w:t>Г. Владимов. «Генерал и его армия».</w:t>
            </w:r>
            <w:r>
              <w:rPr>
                <w:bCs/>
                <w:iCs/>
                <w:color w:val="000000"/>
              </w:rPr>
              <w:t xml:space="preserve"> (2часа)</w:t>
            </w:r>
          </w:p>
        </w:tc>
        <w:tc>
          <w:tcPr>
            <w:tcW w:w="709" w:type="dxa"/>
          </w:tcPr>
          <w:p w:rsidR="00276FAA" w:rsidRPr="008A35EF" w:rsidRDefault="00E178D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BDA" w:rsidRPr="008A35EF" w:rsidRDefault="00E43BD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BDA" w:rsidRPr="008A35EF" w:rsidRDefault="00E43BD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BDA" w:rsidRPr="008A35EF" w:rsidRDefault="00E43BD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BDA" w:rsidRPr="008A35EF" w:rsidRDefault="00E43BD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1B2" w:rsidRPr="008A35EF" w:rsidRDefault="00966A0F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D9F" w:rsidRPr="008A35EF" w:rsidRDefault="00F24D9F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D9F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5C2" w:rsidRPr="008A35EF" w:rsidRDefault="001955C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55C2" w:rsidRPr="008A35EF" w:rsidRDefault="001955C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6C06" w:rsidRPr="008A35EF" w:rsidRDefault="007C6C06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CF1" w:rsidRPr="008A35EF" w:rsidRDefault="00E17CF1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802A4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1C1541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FA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C21B2" w:rsidRPr="008A35EF" w:rsidRDefault="00DC21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F7C" w:rsidRPr="008A35EF" w:rsidRDefault="00295F7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F7C" w:rsidRPr="008A35EF" w:rsidRDefault="00295F7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F7C" w:rsidRPr="008A35EF" w:rsidRDefault="00295F7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5F7C" w:rsidRDefault="00295F7C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F5310" w:rsidRPr="008A35EF" w:rsidRDefault="007F5310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D14" w:rsidRPr="008A35EF" w:rsidRDefault="00626D1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D14" w:rsidRPr="008A35EF" w:rsidRDefault="00626D1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D14" w:rsidRPr="008A35EF" w:rsidRDefault="00626D1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6D14" w:rsidRPr="008A35EF" w:rsidRDefault="00626D1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5958" w:rsidRPr="008A35EF" w:rsidRDefault="00BF595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CA" w:rsidRDefault="004E06C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Pr="008A35EF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9BA" w:rsidRPr="008A35EF" w:rsidRDefault="00B769B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44383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0702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02B2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955C2" w:rsidRPr="008A35EF" w:rsidRDefault="001955C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802A4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06CA" w:rsidRPr="008A35EF" w:rsidRDefault="004E06C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5958" w:rsidRPr="008A35EF" w:rsidRDefault="00BF5958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Pr="008A35EF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5EA" w:rsidRDefault="00E765E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2EE" w:rsidRDefault="007D12EE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DDB" w:rsidRPr="008A35EF" w:rsidRDefault="008E5DDB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FAA" w:rsidRPr="008A35EF" w:rsidTr="00C567F2">
        <w:tc>
          <w:tcPr>
            <w:tcW w:w="2122" w:type="dxa"/>
            <w:gridSpan w:val="2"/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5641" w:type="dxa"/>
          </w:tcPr>
          <w:p w:rsidR="00276FAA" w:rsidRPr="008A35EF" w:rsidRDefault="00DC21B2" w:rsidP="00276FAA">
            <w:pPr>
              <w:shd w:val="clear" w:color="auto" w:fill="FFFFFF"/>
              <w:spacing w:line="240" w:lineRule="auto"/>
              <w:ind w:left="7" w:right="191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709" w:type="dxa"/>
          </w:tcPr>
          <w:p w:rsidR="00276FAA" w:rsidRPr="008A35EF" w:rsidRDefault="00626D14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FAA" w:rsidRPr="008A35EF" w:rsidTr="00C567F2">
        <w:tc>
          <w:tcPr>
            <w:tcW w:w="2122" w:type="dxa"/>
            <w:gridSpan w:val="2"/>
          </w:tcPr>
          <w:p w:rsidR="00276FAA" w:rsidRPr="008A35EF" w:rsidRDefault="00276FAA" w:rsidP="00276FA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5641" w:type="dxa"/>
          </w:tcPr>
          <w:p w:rsidR="00276FAA" w:rsidRPr="008A35EF" w:rsidRDefault="00791045" w:rsidP="00276FAA">
            <w:pPr>
              <w:shd w:val="clear" w:color="auto" w:fill="FFFFFF"/>
              <w:spacing w:line="240" w:lineRule="auto"/>
              <w:ind w:left="7" w:right="191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276FAA" w:rsidRPr="008A35EF" w:rsidRDefault="00DC21B2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</w:tcPr>
          <w:p w:rsidR="00276FAA" w:rsidRPr="008A35EF" w:rsidRDefault="00276FAA" w:rsidP="00276F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6D03" w:rsidRPr="008A35EF" w:rsidRDefault="00D16D03" w:rsidP="00FF42F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65606" w:rsidRDefault="00B33DAC" w:rsidP="00B33D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565606">
        <w:rPr>
          <w:rFonts w:ascii="Times New Roman" w:hAnsi="Times New Roman"/>
          <w:b/>
          <w:sz w:val="28"/>
          <w:szCs w:val="28"/>
        </w:rPr>
        <w:t>2.4.</w:t>
      </w:r>
      <w:r w:rsidRPr="00565606">
        <w:rPr>
          <w:rFonts w:ascii="Times New Roman" w:hAnsi="Times New Roman"/>
          <w:b/>
        </w:rPr>
        <w:t>ХАРАКТЕРИСТИКА ОСНОВНЫХ ВИДОВ УЧЕБНОЙ ДЕЯТЕЛЬНОСТИ</w:t>
      </w:r>
    </w:p>
    <w:p w:rsidR="00B33DAC" w:rsidRPr="00565606" w:rsidRDefault="00B33DAC" w:rsidP="00B33D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606">
        <w:rPr>
          <w:rFonts w:ascii="Times New Roman" w:hAnsi="Times New Roman"/>
          <w:b/>
        </w:rPr>
        <w:t xml:space="preserve"> СТУДЕНТОВ</w:t>
      </w:r>
    </w:p>
    <w:p w:rsidR="00B33DAC" w:rsidRPr="00F64C7F" w:rsidRDefault="00B33DAC" w:rsidP="00B33D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B33DAC" w:rsidRPr="008A35EF" w:rsidTr="00AE0D34">
        <w:tc>
          <w:tcPr>
            <w:tcW w:w="2802" w:type="dxa"/>
            <w:vAlign w:val="center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769" w:type="dxa"/>
            <w:vAlign w:val="center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Характеристика основных видов учебной деятельности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z w:val="24"/>
                <w:szCs w:val="24"/>
              </w:rPr>
              <w:t>студентов (на уровне учебных действий)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участие в беседе, ответы на вопросы; чтение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Развитие русской лит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ратуры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 культуры в первой п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ловине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XIX века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 w:right="42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работа с источниками информации (допо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нительная литература, энциклопедии, словари, в том числе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 w:right="42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интернет-источники); участие в беседе, ответы на вопр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сы;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 w:right="42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чтение; комментированное чтение; аналитическая работа с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 w:right="42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текстами художественных произведений; подготовка д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кладов и сообщений; самостоятельная и групповая работа по заданиям учебника; подготовка к семинару (в том числе подготовка компьютерных презентаций); выступления на семинаре; выразительное чтение стихотворений наизусть; конспектирование; написание сочинения; работа с илл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ю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стративным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 w:right="424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материалом; самооценивание и взаимооценивание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русской литературы во второй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половине XIX века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конспектирование; чтение; комментированное чтение; подготовка сообщений и докладов; самостоятельная работа с источниками информации (дополнительная литерат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ра, энциклопедии, словари, в том числе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интернет-источники); устные и письменные ответы на вопр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сы; участие в беседе; аналитическая работа с текстами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художественных произведений и критических статей; на-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писание различных видов планов; реферирование; участие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в беседе; работа с иллюстративным материалом; написание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сочинения; редактирование текста; реферирование текста;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проектная и учебно-исследовательская работа; подготовка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к семинару (в том числе подготовка компьютерных презент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ций); самооценивание и взаимооценивание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Поэзия второй половины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XIX века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чтение и комментированное чтение; выраз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тельное чтение и чтение наизусть; участие в беседе; самосто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я</w:t>
            </w: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тельная работа с учебником; аналитическая работа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с текстами стихотворений; составление тезисного плана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выступления и сочинения; подготовка сообщения; выступл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на семинаре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развития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литературы и других в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дов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искусства в начале XX века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Аудирование, участие в эвристической беседе; работа с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источниками информации (дополнительная литература,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энциклопедии, словари, в том числе интернет-источники),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составление тезисного плана; составление плана сочинения; аналитическая работа с текстом художественного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произведения; чтение; подготовка докладов и выступлений на семинаре (в том числе подготовка компьютерных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презентаций); выразительное чтение и чтение наизусть;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составление тезисного и цитатного планов; работа в группах по подготовке ответов на проблемные вопросы; проектная и учебно-исследовательская работа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литературы 1920-х годов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Аудирование, участие в эвристической беседе, ответы на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проблемные вопросы; конспектирование; индивидуальная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 групповая аналитическая работа с текстами художественных произведений и учебника; составление систематизирующей таблицы; составление тезисного и цитатного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планов сочинения; написание сочинения; чтение и коммент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рованное чтение; выразительное чтение и чтение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наизусть; работа с иллюстративным материалом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литературы 1930 — начала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1940-х годов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чтение и комментированное чтение; самосто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я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тельная и групповая работа с текстом учебника; индивидуал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ная и групповая аналитическая работа с текстами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художественных произведений (устная и письменная); выраз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тельное чтение и чтение наизусть; подготовка докладов и с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общений; составление тезисного и цитатного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планов сочинения; работа с иллюстративным материалом;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проектная и учебно-исследовательская работа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 литера-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туры периода Великой Отечественной войны и первых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послевоенных лет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чтение и комментированное чтение; подготовка литературной композиции; подготовка сообщений и докладов; выразительное чтение и чтение наизусть;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групповая и индивидуальная работа с текстами художестве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ных произведений; реферирование текста; написание сочин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 литературы 1950—1980-х годов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групповая аналитическая работа с текстами 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тературных произведений; выразительное чтение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и чтение наизусть; самооценивание и взаимооценивание;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составление тезисного плана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Русское литературное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зарубежье 1920—1990-х годов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(три волны эмиграции)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Аудирование; участие в эвристической беседе; чтение; сам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стоятельная аналитическая работа с текстами художественных произведений</w:t>
            </w:r>
          </w:p>
        </w:tc>
      </w:tr>
      <w:tr w:rsidR="00B33DAC" w:rsidRPr="008A35EF" w:rsidTr="00AE0D34">
        <w:tc>
          <w:tcPr>
            <w:tcW w:w="2802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Особенности развития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 конца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1980—2000-х годов</w:t>
            </w:r>
          </w:p>
        </w:tc>
        <w:tc>
          <w:tcPr>
            <w:tcW w:w="6769" w:type="dxa"/>
          </w:tcPr>
          <w:p w:rsidR="00B33DAC" w:rsidRPr="008A35EF" w:rsidRDefault="00B33DAC" w:rsidP="00AE0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Аудирование; чтение; самостоятельная аналитическая</w:t>
            </w:r>
          </w:p>
          <w:p w:rsidR="00B33DAC" w:rsidRPr="008A35EF" w:rsidRDefault="00B33DAC" w:rsidP="00AE0D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lastRenderedPageBreak/>
              <w:t>работа с текстами художественных произведений, аннотиров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ние; подготовка докладов и сообщений</w:t>
            </w:r>
          </w:p>
        </w:tc>
      </w:tr>
    </w:tbl>
    <w:p w:rsidR="00CE46A4" w:rsidRDefault="00CE46A4" w:rsidP="00CE46A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bookmarkStart w:id="5" w:name="_Toc334470634"/>
      <w:bookmarkStart w:id="6" w:name="_Toc334471202"/>
      <w:bookmarkStart w:id="7" w:name="_Toc334480752"/>
    </w:p>
    <w:p w:rsidR="00CE46A4" w:rsidRDefault="00CE46A4" w:rsidP="00CE46A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900EB2" w:rsidRPr="00CE46A4" w:rsidRDefault="00900EB2" w:rsidP="00CE46A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52E9E">
        <w:rPr>
          <w:rFonts w:ascii="Times New Roman" w:hAnsi="Times New Roman"/>
          <w:sz w:val="24"/>
          <w:szCs w:val="24"/>
        </w:rPr>
        <w:t>3. УСЛОВИЯ РЕАЛИЗАЦИИ ПРОГРАММЫ УЧЕБНОЙ ДИСЦИПЛИ</w:t>
      </w:r>
      <w:r w:rsidR="00E655C0" w:rsidRPr="00F52E9E">
        <w:rPr>
          <w:rFonts w:ascii="Times New Roman" w:hAnsi="Times New Roman"/>
          <w:sz w:val="24"/>
          <w:szCs w:val="24"/>
        </w:rPr>
        <w:t xml:space="preserve"> </w:t>
      </w:r>
      <w:r w:rsidRPr="00F52E9E">
        <w:rPr>
          <w:rFonts w:ascii="Times New Roman" w:hAnsi="Times New Roman"/>
          <w:sz w:val="24"/>
          <w:szCs w:val="24"/>
        </w:rPr>
        <w:t>НЫ</w:t>
      </w:r>
      <w:bookmarkEnd w:id="5"/>
      <w:bookmarkEnd w:id="6"/>
      <w:bookmarkEnd w:id="7"/>
    </w:p>
    <w:p w:rsidR="00BD1B68" w:rsidRDefault="00BD1B68" w:rsidP="00BD1B68">
      <w:pPr>
        <w:shd w:val="clear" w:color="auto" w:fill="FFFFFF"/>
        <w:tabs>
          <w:tab w:val="left" w:pos="850"/>
        </w:tabs>
        <w:spacing w:line="230" w:lineRule="exact"/>
        <w:ind w:left="4" w:right="40" w:firstLine="4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3.1.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Требования к минимальному материально-техническому обеспе</w:t>
      </w:r>
      <w:r>
        <w:rPr>
          <w:rFonts w:ascii="Times New Roman" w:eastAsia="Times New Roman" w:hAnsi="Times New Roman"/>
          <w:b/>
          <w:bCs/>
          <w:sz w:val="28"/>
          <w:szCs w:val="28"/>
        </w:rPr>
        <w:t>ч</w:t>
      </w:r>
      <w:r>
        <w:rPr>
          <w:rFonts w:ascii="Times New Roman" w:eastAsia="Times New Roman" w:hAnsi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</w:rPr>
        <w:t>нию.</w:t>
      </w:r>
    </w:p>
    <w:p w:rsidR="00BD1B68" w:rsidRDefault="00BD1B68" w:rsidP="00BD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</w:p>
    <w:p w:rsidR="00BD1B68" w:rsidRDefault="00BD1B68" w:rsidP="00BD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«Русский язык и литература».</w:t>
      </w:r>
    </w:p>
    <w:p w:rsidR="00F034D9" w:rsidRDefault="00BD1B68" w:rsidP="00BD1B68">
      <w:pPr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Оборудование учебного кабинета </w:t>
      </w:r>
      <w:r>
        <w:rPr>
          <w:rFonts w:ascii="Times New Roman" w:eastAsia="Times New Roman" w:hAnsi="Times New Roman"/>
          <w:bCs/>
          <w:i/>
          <w:sz w:val="24"/>
          <w:szCs w:val="24"/>
        </w:rPr>
        <w:t>(указать название по паспорту</w:t>
      </w:r>
      <w:r w:rsidR="00331813">
        <w:rPr>
          <w:rFonts w:ascii="Times New Roman" w:eastAsia="Times New Roman" w:hAnsi="Times New Roman"/>
          <w:bCs/>
          <w:i/>
          <w:sz w:val="24"/>
          <w:szCs w:val="24"/>
        </w:rPr>
        <w:t xml:space="preserve"> кабинета</w:t>
      </w:r>
      <w:r>
        <w:rPr>
          <w:rFonts w:ascii="Times New Roman" w:eastAsia="Times New Roman" w:hAnsi="Times New Roman"/>
          <w:bCs/>
          <w:i/>
          <w:sz w:val="24"/>
          <w:szCs w:val="24"/>
        </w:rPr>
        <w:t>):</w:t>
      </w:r>
    </w:p>
    <w:p w:rsidR="00F034D9" w:rsidRDefault="00F034D9" w:rsidP="00BD1B68">
      <w:pPr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F034D9" w:rsidRDefault="00F034D9" w:rsidP="00F034D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Интерактивная система </w:t>
      </w:r>
      <w:r>
        <w:rPr>
          <w:rFonts w:ascii="Times New Roman" w:hAnsi="Times New Roman"/>
          <w:sz w:val="24"/>
          <w:szCs w:val="24"/>
          <w:lang w:val="en-US"/>
        </w:rPr>
        <w:t>Smart board</w:t>
      </w:r>
      <w:r>
        <w:rPr>
          <w:rFonts w:ascii="Times New Roman" w:hAnsi="Times New Roman"/>
          <w:sz w:val="24"/>
          <w:szCs w:val="24"/>
        </w:rPr>
        <w:t>;</w:t>
      </w:r>
    </w:p>
    <w:p w:rsidR="00F034D9" w:rsidRDefault="00F034D9" w:rsidP="00F034D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Документ камера </w:t>
      </w:r>
      <w:r>
        <w:rPr>
          <w:rFonts w:ascii="Times New Roman" w:hAnsi="Times New Roman"/>
          <w:sz w:val="24"/>
          <w:szCs w:val="24"/>
          <w:lang w:val="en-US"/>
        </w:rPr>
        <w:t>Avervision</w:t>
      </w:r>
      <w:r>
        <w:rPr>
          <w:rFonts w:ascii="Times New Roman" w:hAnsi="Times New Roman"/>
          <w:sz w:val="24"/>
          <w:szCs w:val="24"/>
        </w:rPr>
        <w:t>;</w:t>
      </w:r>
    </w:p>
    <w:p w:rsidR="00F034D9" w:rsidRDefault="00F034D9" w:rsidP="00F034D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Громкоговорители к интерактивной доске </w:t>
      </w:r>
      <w:r>
        <w:rPr>
          <w:rFonts w:ascii="Times New Roman" w:hAnsi="Times New Roman"/>
          <w:sz w:val="24"/>
          <w:szCs w:val="24"/>
          <w:lang w:val="en-US"/>
        </w:rPr>
        <w:t>Smart</w:t>
      </w:r>
      <w:r w:rsidRPr="00F034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board</w:t>
      </w:r>
      <w:r>
        <w:rPr>
          <w:rFonts w:ascii="Times New Roman" w:hAnsi="Times New Roman"/>
          <w:sz w:val="24"/>
          <w:szCs w:val="24"/>
        </w:rPr>
        <w:t>;</w:t>
      </w:r>
    </w:p>
    <w:p w:rsidR="00F034D9" w:rsidRDefault="00F034D9" w:rsidP="00F034D9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Компьютер </w:t>
      </w:r>
      <w:r>
        <w:rPr>
          <w:rFonts w:ascii="Times New Roman" w:hAnsi="Times New Roman"/>
          <w:sz w:val="24"/>
          <w:szCs w:val="24"/>
          <w:lang w:val="en-US"/>
        </w:rPr>
        <w:t>Core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Core</w:t>
      </w:r>
      <w:r w:rsidRPr="00F034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is</w:t>
      </w:r>
      <w:r>
        <w:rPr>
          <w:rFonts w:ascii="Times New Roman" w:hAnsi="Times New Roman"/>
          <w:sz w:val="24"/>
          <w:szCs w:val="24"/>
        </w:rPr>
        <w:t xml:space="preserve"> 2100 (сист. блок, монитор, клавиатура, мышь);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Столы ученические -15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Стулья ученические 6 р. г.-30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Стол преподавателя эргономичный с тумбой -1.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Шкаф для документов закрытый -2.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Шкаф угловой -1.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Доска аудиторная- 1.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Тумба под классную доску -1.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Плакатница-1.</w:t>
      </w:r>
    </w:p>
    <w:p w:rsidR="00F034D9" w:rsidRDefault="00F034D9" w:rsidP="00F034D9">
      <w:pPr>
        <w:pStyle w:val="a8"/>
        <w:numPr>
          <w:ilvl w:val="0"/>
          <w:numId w:val="1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Стул ИСО-1.</w:t>
      </w:r>
    </w:p>
    <w:p w:rsidR="00F034D9" w:rsidRDefault="00F034D9" w:rsidP="00BD1B68">
      <w:pPr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BD1B68" w:rsidRDefault="00BD1B68" w:rsidP="00331813">
      <w:pPr>
        <w:spacing w:line="360" w:lineRule="auto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</w:p>
    <w:p w:rsidR="00EB0690" w:rsidRPr="00EB0690" w:rsidRDefault="00EB0690" w:rsidP="00EB06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5606">
        <w:rPr>
          <w:rFonts w:ascii="Times New Roman" w:hAnsi="Times New Roman"/>
          <w:b/>
          <w:bCs/>
          <w:sz w:val="24"/>
          <w:szCs w:val="24"/>
        </w:rPr>
        <w:t>3.2</w:t>
      </w:r>
      <w:r>
        <w:rPr>
          <w:rFonts w:ascii="Times New Roman" w:hAnsi="Times New Roman"/>
          <w:bCs/>
          <w:sz w:val="24"/>
          <w:szCs w:val="24"/>
        </w:rPr>
        <w:t>.</w:t>
      </w:r>
      <w:r w:rsidR="009F3C5B">
        <w:rPr>
          <w:rFonts w:ascii="Times New Roman" w:hAnsi="Times New Roman"/>
          <w:bCs/>
          <w:sz w:val="24"/>
          <w:szCs w:val="24"/>
        </w:rPr>
        <w:t xml:space="preserve">  </w:t>
      </w:r>
      <w:r w:rsidRPr="00EB069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Информационное обеспечение обучения.</w:t>
      </w:r>
    </w:p>
    <w:p w:rsidR="00EB0690" w:rsidRPr="00EB0690" w:rsidRDefault="00EB0690" w:rsidP="00EB06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0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</w:t>
      </w:r>
      <w:r w:rsidRPr="00EB0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</w:t>
      </w:r>
      <w:r w:rsidRPr="00EB0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нительной литературы.</w:t>
      </w:r>
    </w:p>
    <w:p w:rsidR="00EB0690" w:rsidRPr="00EB0690" w:rsidRDefault="00EB0690" w:rsidP="00EB069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30" w:lineRule="exact"/>
        <w:ind w:right="-1" w:firstLine="567"/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ru-RU"/>
        </w:rPr>
      </w:pPr>
      <w:r w:rsidRPr="00EB0690"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ru-RU"/>
        </w:rPr>
        <w:t>Для обучающихся</w:t>
      </w:r>
    </w:p>
    <w:p w:rsidR="00EB0690" w:rsidRPr="009F3C5B" w:rsidRDefault="00EB0690" w:rsidP="009F3C5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30" w:lineRule="exact"/>
        <w:ind w:right="-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B0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Основные источники:</w:t>
      </w:r>
    </w:p>
    <w:p w:rsidR="003B7746" w:rsidRPr="008A35EF" w:rsidRDefault="003B7746" w:rsidP="003B7746">
      <w:pPr>
        <w:ind w:firstLine="284"/>
        <w:rPr>
          <w:rFonts w:ascii="Times New Roman" w:hAnsi="Times New Roman"/>
          <w:spacing w:val="-3"/>
          <w:sz w:val="24"/>
          <w:szCs w:val="24"/>
        </w:rPr>
      </w:pPr>
      <w:r w:rsidRPr="008A35EF">
        <w:rPr>
          <w:rFonts w:ascii="Times New Roman" w:hAnsi="Times New Roman"/>
          <w:spacing w:val="-3"/>
          <w:sz w:val="24"/>
          <w:szCs w:val="24"/>
        </w:rPr>
        <w:t>Русский язык и литература. Литература: учебник для студ. учреждений сред. проф. обр</w:t>
      </w:r>
      <w:r w:rsidRPr="008A35EF">
        <w:rPr>
          <w:rFonts w:ascii="Times New Roman" w:hAnsi="Times New Roman"/>
          <w:spacing w:val="-3"/>
          <w:sz w:val="24"/>
          <w:szCs w:val="24"/>
        </w:rPr>
        <w:t>а</w:t>
      </w:r>
      <w:r w:rsidRPr="008A35EF">
        <w:rPr>
          <w:rFonts w:ascii="Times New Roman" w:hAnsi="Times New Roman"/>
          <w:spacing w:val="-3"/>
          <w:sz w:val="24"/>
          <w:szCs w:val="24"/>
        </w:rPr>
        <w:t xml:space="preserve">зования: в 2ч. / (Г.А.Обернихина,  А. Г.  Антонова, И. Л. Вольнова и др.); под ред. Г. А. Обернихиной.-М.: 2015. </w:t>
      </w:r>
    </w:p>
    <w:p w:rsidR="00E31938" w:rsidRPr="008A35EF" w:rsidRDefault="00E31938" w:rsidP="00E31938">
      <w:pPr>
        <w:ind w:firstLine="284"/>
        <w:rPr>
          <w:rFonts w:ascii="Times New Roman" w:hAnsi="Times New Roman"/>
          <w:i/>
          <w:spacing w:val="-3"/>
          <w:sz w:val="24"/>
          <w:szCs w:val="24"/>
        </w:rPr>
      </w:pPr>
      <w:r w:rsidRPr="008A35EF">
        <w:rPr>
          <w:rFonts w:ascii="Times New Roman" w:hAnsi="Times New Roman"/>
          <w:i/>
          <w:spacing w:val="-2"/>
          <w:sz w:val="24"/>
          <w:szCs w:val="24"/>
        </w:rPr>
        <w:t xml:space="preserve"> Обернихина Г.А., Антонова А.Г., Вольнова И.Л. и др. Литература. </w:t>
      </w:r>
      <w:r w:rsidRPr="008A35EF">
        <w:rPr>
          <w:rFonts w:ascii="Times New Roman" w:hAnsi="Times New Roman"/>
          <w:i/>
          <w:spacing w:val="-3"/>
          <w:sz w:val="24"/>
          <w:szCs w:val="24"/>
        </w:rPr>
        <w:t>Практикум: учеб. п</w:t>
      </w:r>
      <w:r w:rsidRPr="008A35EF">
        <w:rPr>
          <w:rFonts w:ascii="Times New Roman" w:hAnsi="Times New Roman"/>
          <w:i/>
          <w:spacing w:val="-3"/>
          <w:sz w:val="24"/>
          <w:szCs w:val="24"/>
        </w:rPr>
        <w:t>о</w:t>
      </w:r>
      <w:r w:rsidRPr="008A35EF">
        <w:rPr>
          <w:rFonts w:ascii="Times New Roman" w:hAnsi="Times New Roman"/>
          <w:i/>
          <w:spacing w:val="-3"/>
          <w:sz w:val="24"/>
          <w:szCs w:val="24"/>
        </w:rPr>
        <w:t>собие. /Под ред. Г.А. Обернихиной. - М., 2015.</w:t>
      </w:r>
    </w:p>
    <w:p w:rsidR="00E31938" w:rsidRPr="008A35EF" w:rsidRDefault="00E31938" w:rsidP="00E31938">
      <w:pPr>
        <w:ind w:firstLine="284"/>
        <w:rPr>
          <w:rFonts w:ascii="Times New Roman" w:hAnsi="Times New Roman"/>
          <w:i/>
          <w:spacing w:val="-3"/>
          <w:sz w:val="24"/>
          <w:szCs w:val="24"/>
        </w:rPr>
      </w:pPr>
      <w:r w:rsidRPr="008A35EF">
        <w:rPr>
          <w:rFonts w:ascii="Times New Roman" w:hAnsi="Times New Roman"/>
          <w:i/>
          <w:spacing w:val="-3"/>
          <w:sz w:val="24"/>
          <w:szCs w:val="24"/>
        </w:rPr>
        <w:t xml:space="preserve"> Обернихина Г. А., Антонова А. Г., Вольнова И. Л. и др. Литература: учебник для учр</w:t>
      </w:r>
      <w:r w:rsidRPr="008A35EF">
        <w:rPr>
          <w:rFonts w:ascii="Times New Roman" w:hAnsi="Times New Roman"/>
          <w:i/>
          <w:spacing w:val="-3"/>
          <w:sz w:val="24"/>
          <w:szCs w:val="24"/>
        </w:rPr>
        <w:t>е</w:t>
      </w:r>
      <w:r w:rsidRPr="008A35EF">
        <w:rPr>
          <w:rFonts w:ascii="Times New Roman" w:hAnsi="Times New Roman"/>
          <w:i/>
          <w:spacing w:val="-3"/>
          <w:sz w:val="24"/>
          <w:szCs w:val="24"/>
        </w:rPr>
        <w:t>ждений среднего профессионального образования: в 2-х ч. / Под ред. Г. А. Обернихиной.-М., 2015.</w:t>
      </w:r>
    </w:p>
    <w:p w:rsidR="00D25B7D" w:rsidRPr="008A35EF" w:rsidRDefault="00D25B7D" w:rsidP="00D25B7D">
      <w:pPr>
        <w:ind w:firstLine="284"/>
        <w:rPr>
          <w:rFonts w:ascii="Times New Roman" w:hAnsi="Times New Roman"/>
          <w:spacing w:val="-3"/>
          <w:sz w:val="24"/>
          <w:szCs w:val="24"/>
        </w:rPr>
      </w:pPr>
    </w:p>
    <w:p w:rsidR="00CA67F8" w:rsidRPr="008A35EF" w:rsidRDefault="00CA67F8" w:rsidP="00CA67F8">
      <w:pPr>
        <w:rPr>
          <w:rFonts w:ascii="Times New Roman" w:hAnsi="Times New Roman"/>
          <w:bCs/>
          <w:sz w:val="24"/>
          <w:szCs w:val="24"/>
        </w:rPr>
      </w:pPr>
      <w:r w:rsidRPr="008A35EF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25B7D" w:rsidRPr="008A35EF">
        <w:rPr>
          <w:rFonts w:ascii="Times New Roman" w:hAnsi="Times New Roman"/>
          <w:bCs/>
          <w:sz w:val="24"/>
          <w:szCs w:val="24"/>
        </w:rPr>
        <w:t>Дополнительная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Агеносов В.В. и др. Русская литература </w:t>
      </w:r>
      <w:r w:rsidRPr="008A35EF">
        <w:rPr>
          <w:rFonts w:ascii="Times New Roman" w:hAnsi="Times New Roman"/>
          <w:sz w:val="24"/>
          <w:szCs w:val="24"/>
          <w:lang w:val="en-US"/>
        </w:rPr>
        <w:t>XX</w:t>
      </w:r>
      <w:r w:rsidRPr="008A35EF">
        <w:rPr>
          <w:rFonts w:ascii="Times New Roman" w:hAnsi="Times New Roman"/>
          <w:sz w:val="24"/>
          <w:szCs w:val="24"/>
        </w:rPr>
        <w:t xml:space="preserve"> в. (ч. 1, 2).11кл. - М, 2015.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Белокурова С. П., Дорофеева М. Г., Ежова И. В. И др. Русский язык и литература. Л</w:t>
      </w:r>
      <w:r w:rsidRPr="008A35EF">
        <w:rPr>
          <w:rFonts w:ascii="Times New Roman" w:hAnsi="Times New Roman"/>
          <w:sz w:val="24"/>
          <w:szCs w:val="24"/>
        </w:rPr>
        <w:t>и</w:t>
      </w:r>
      <w:r w:rsidRPr="008A35EF">
        <w:rPr>
          <w:rFonts w:ascii="Times New Roman" w:hAnsi="Times New Roman"/>
          <w:sz w:val="24"/>
          <w:szCs w:val="24"/>
        </w:rPr>
        <w:t>тература (базовый уровень). 11 класс. Практикум / Под ред. И. Н. Сухих.-М.,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Белокурова С. П., Сухих И. Н. Русский язык и литература. Литература (базовый ур</w:t>
      </w:r>
      <w:r w:rsidRPr="008A35EF">
        <w:rPr>
          <w:rFonts w:ascii="Times New Roman" w:hAnsi="Times New Roman"/>
          <w:sz w:val="24"/>
          <w:szCs w:val="24"/>
        </w:rPr>
        <w:t>о</w:t>
      </w:r>
      <w:r w:rsidRPr="008A35EF">
        <w:rPr>
          <w:rFonts w:ascii="Times New Roman" w:hAnsi="Times New Roman"/>
          <w:sz w:val="24"/>
          <w:szCs w:val="24"/>
        </w:rPr>
        <w:t>вень). 10 класс. Практикум / Под ред. И. Н. Сухих.-М., 2015.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Зинин С. А., Сахаров В. И. Русский язык и литература. Литература (базовый уровень). 10 класс: в 2 ч.-М., 2015.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lastRenderedPageBreak/>
        <w:t>Зинин С. А., Чалмаев В. А. Русский язык и литература. Литература (базовый уровень). 11 класс: в 2 ч.-М.,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pacing w:val="-3"/>
          <w:sz w:val="24"/>
          <w:szCs w:val="24"/>
        </w:rPr>
        <w:t xml:space="preserve">История русской литературы </w:t>
      </w:r>
      <w:r w:rsidRPr="008A35EF">
        <w:rPr>
          <w:rFonts w:ascii="Times New Roman" w:hAnsi="Times New Roman"/>
          <w:spacing w:val="-3"/>
          <w:sz w:val="24"/>
          <w:szCs w:val="24"/>
          <w:lang w:val="en-US"/>
        </w:rPr>
        <w:t>XI</w:t>
      </w:r>
      <w:r w:rsidRPr="008A35EF">
        <w:rPr>
          <w:rFonts w:ascii="Times New Roman" w:hAnsi="Times New Roman"/>
          <w:spacing w:val="-3"/>
          <w:sz w:val="24"/>
          <w:szCs w:val="24"/>
        </w:rPr>
        <w:t>-</w:t>
      </w:r>
      <w:r w:rsidRPr="008A35EF">
        <w:rPr>
          <w:rFonts w:ascii="Times New Roman" w:hAnsi="Times New Roman"/>
          <w:spacing w:val="-3"/>
          <w:sz w:val="24"/>
          <w:szCs w:val="24"/>
          <w:lang w:val="en-US"/>
        </w:rPr>
        <w:t>XIX</w:t>
      </w:r>
      <w:r w:rsidRPr="008A35EF">
        <w:rPr>
          <w:rFonts w:ascii="Times New Roman" w:hAnsi="Times New Roman"/>
          <w:spacing w:val="-3"/>
          <w:sz w:val="24"/>
          <w:szCs w:val="24"/>
        </w:rPr>
        <w:t xml:space="preserve"> вв. / Под ред. В.И. Коровина, </w:t>
      </w:r>
      <w:r w:rsidRPr="008A35EF">
        <w:rPr>
          <w:rFonts w:ascii="Times New Roman" w:hAnsi="Times New Roman"/>
          <w:sz w:val="24"/>
          <w:szCs w:val="24"/>
        </w:rPr>
        <w:t>Н.И. Якушина. -М., 2014.</w:t>
      </w:r>
    </w:p>
    <w:p w:rsidR="00CA67F8" w:rsidRPr="008A35EF" w:rsidRDefault="00CA67F8" w:rsidP="00CA67F8">
      <w:pPr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    Лебедев Ю. В. Русский язык и литература. Литература (базовый уровень). 10 класс: в 2 ч.-М.,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Михайлов О. Н., Шайтанов И. О., Чалмаев В. А. и др. Русский язык и литература. Лит</w:t>
      </w:r>
      <w:r w:rsidRPr="008A35EF">
        <w:rPr>
          <w:rFonts w:ascii="Times New Roman" w:hAnsi="Times New Roman"/>
          <w:sz w:val="24"/>
          <w:szCs w:val="24"/>
        </w:rPr>
        <w:t>е</w:t>
      </w:r>
      <w:r w:rsidRPr="008A35EF">
        <w:rPr>
          <w:rFonts w:ascii="Times New Roman" w:hAnsi="Times New Roman"/>
          <w:sz w:val="24"/>
          <w:szCs w:val="24"/>
        </w:rPr>
        <w:t>ратура (базовый уровень). 11 класс: в 2 ч. / Под ред. В. П. Журавлева.-М.,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pacing w:val="-3"/>
          <w:sz w:val="24"/>
          <w:szCs w:val="24"/>
        </w:rPr>
      </w:pPr>
      <w:r w:rsidRPr="008A35EF">
        <w:rPr>
          <w:rFonts w:ascii="Times New Roman" w:hAnsi="Times New Roman"/>
          <w:spacing w:val="-2"/>
          <w:sz w:val="24"/>
          <w:szCs w:val="24"/>
        </w:rPr>
        <w:t xml:space="preserve">Обернихина Г.А., Антонова А.Г., Вольнова И.Л. и др. Литература. </w:t>
      </w:r>
      <w:r w:rsidRPr="008A35EF">
        <w:rPr>
          <w:rFonts w:ascii="Times New Roman" w:hAnsi="Times New Roman"/>
          <w:spacing w:val="-3"/>
          <w:sz w:val="24"/>
          <w:szCs w:val="24"/>
        </w:rPr>
        <w:t>Практикум: учеб. п</w:t>
      </w:r>
      <w:r w:rsidRPr="008A35EF">
        <w:rPr>
          <w:rFonts w:ascii="Times New Roman" w:hAnsi="Times New Roman"/>
          <w:spacing w:val="-3"/>
          <w:sz w:val="24"/>
          <w:szCs w:val="24"/>
        </w:rPr>
        <w:t>о</w:t>
      </w:r>
      <w:r w:rsidRPr="008A35EF">
        <w:rPr>
          <w:rFonts w:ascii="Times New Roman" w:hAnsi="Times New Roman"/>
          <w:spacing w:val="-3"/>
          <w:sz w:val="24"/>
          <w:szCs w:val="24"/>
        </w:rPr>
        <w:t>собие. /Под ред. Г.А. Обернихиной. - М., 2015.</w:t>
      </w:r>
    </w:p>
    <w:p w:rsidR="003B7746" w:rsidRPr="008A35EF" w:rsidRDefault="003B7746" w:rsidP="003B7746">
      <w:pPr>
        <w:ind w:firstLine="284"/>
        <w:rPr>
          <w:rFonts w:ascii="Times New Roman" w:hAnsi="Times New Roman"/>
          <w:spacing w:val="-3"/>
          <w:sz w:val="24"/>
          <w:szCs w:val="24"/>
        </w:rPr>
      </w:pPr>
      <w:r w:rsidRPr="008A35EF">
        <w:rPr>
          <w:rFonts w:ascii="Times New Roman" w:hAnsi="Times New Roman"/>
          <w:spacing w:val="-3"/>
          <w:sz w:val="24"/>
          <w:szCs w:val="24"/>
        </w:rPr>
        <w:t>Обернихина Г. А., Антонова А. Г., Вольнова И. Л. и др. Литература: учебник для учр</w:t>
      </w:r>
      <w:r w:rsidRPr="008A35EF">
        <w:rPr>
          <w:rFonts w:ascii="Times New Roman" w:hAnsi="Times New Roman"/>
          <w:spacing w:val="-3"/>
          <w:sz w:val="24"/>
          <w:szCs w:val="24"/>
        </w:rPr>
        <w:t>е</w:t>
      </w:r>
      <w:r w:rsidRPr="008A35EF">
        <w:rPr>
          <w:rFonts w:ascii="Times New Roman" w:hAnsi="Times New Roman"/>
          <w:spacing w:val="-3"/>
          <w:sz w:val="24"/>
          <w:szCs w:val="24"/>
        </w:rPr>
        <w:t>ждений среднего профессионального образования: в 2-х ч. / Под ред. Г. А. Обернихиной.-М., 2015.</w:t>
      </w:r>
    </w:p>
    <w:p w:rsidR="003B7746" w:rsidRPr="008A35EF" w:rsidRDefault="003B7746" w:rsidP="00CA67F8">
      <w:pPr>
        <w:ind w:firstLine="284"/>
        <w:rPr>
          <w:rFonts w:ascii="Times New Roman" w:hAnsi="Times New Roman"/>
          <w:spacing w:val="-3"/>
          <w:sz w:val="24"/>
          <w:szCs w:val="24"/>
        </w:rPr>
      </w:pPr>
    </w:p>
    <w:p w:rsidR="00CA67F8" w:rsidRPr="008A35EF" w:rsidRDefault="00CA67F8" w:rsidP="00CA67F8">
      <w:pPr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    Русская литература 19 в. (ч. 1, 2, 3). 10 кл. / Программа под ред. Обернихиной Г. А.-М.,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Русская литература 20 в. (ч. 1, 2). 11 кл. / Под ред. В. П. Журавлева.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Сухих И. Н. Русский язык и литература. Литература (базовый уровень). 10 класс: в 2 ч. –М., 2014.</w:t>
      </w:r>
    </w:p>
    <w:p w:rsidR="00CA67F8" w:rsidRPr="008A35EF" w:rsidRDefault="00CA67F8" w:rsidP="00CA67F8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>Сухих И. Н. Русский язык и литература. Литература (базовый уровень). 11 класс: в 2 ч.-М., 2014.</w:t>
      </w:r>
    </w:p>
    <w:p w:rsidR="00266F78" w:rsidRPr="008A35EF" w:rsidRDefault="00266F78" w:rsidP="00266F78">
      <w:pPr>
        <w:ind w:firstLine="284"/>
        <w:rPr>
          <w:rFonts w:ascii="Times New Roman" w:hAnsi="Times New Roman"/>
          <w:sz w:val="24"/>
          <w:szCs w:val="24"/>
        </w:rPr>
      </w:pPr>
    </w:p>
    <w:p w:rsidR="008A62AF" w:rsidRPr="008A35EF" w:rsidRDefault="008A62AF" w:rsidP="008A62AF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bCs/>
          <w:spacing w:val="-5"/>
          <w:sz w:val="24"/>
          <w:szCs w:val="24"/>
        </w:rPr>
        <w:t>Интернет-ресурсы</w:t>
      </w:r>
    </w:p>
    <w:p w:rsidR="008A62AF" w:rsidRPr="008A35EF" w:rsidRDefault="008A62AF" w:rsidP="008A62AF">
      <w:pPr>
        <w:ind w:firstLine="284"/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Электронный ресурс «Кабинет русского языка». Форма доступа: </w:t>
      </w:r>
      <w:hyperlink r:id="rId9" w:history="1"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slovari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</w:p>
    <w:p w:rsidR="008A62AF" w:rsidRPr="008A35EF" w:rsidRDefault="008A62AF" w:rsidP="008A62AF">
      <w:pPr>
        <w:rPr>
          <w:rFonts w:ascii="Times New Roman" w:hAnsi="Times New Roman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    Электронный ресурс «Бесплатная виртуальная электронная биб</w:t>
      </w:r>
      <w:r w:rsidRPr="008A35EF">
        <w:rPr>
          <w:rFonts w:ascii="Times New Roman" w:hAnsi="Times New Roman"/>
          <w:sz w:val="24"/>
          <w:szCs w:val="24"/>
        </w:rPr>
        <w:softHyphen/>
        <w:t xml:space="preserve">лиотека - ВВМ». Форма доступа: </w:t>
      </w:r>
      <w:hyperlink r:id="rId10" w:history="1"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velib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com</w:t>
        </w:r>
      </w:hyperlink>
    </w:p>
    <w:p w:rsidR="008A62AF" w:rsidRPr="008A35EF" w:rsidRDefault="008A62AF" w:rsidP="008A62AF">
      <w:pPr>
        <w:ind w:firstLine="284"/>
        <w:rPr>
          <w:rFonts w:ascii="Times New Roman" w:hAnsi="Times New Roman"/>
          <w:spacing w:val="-8"/>
          <w:sz w:val="24"/>
          <w:szCs w:val="24"/>
        </w:rPr>
      </w:pPr>
      <w:r w:rsidRPr="008A35EF">
        <w:rPr>
          <w:rFonts w:ascii="Times New Roman" w:hAnsi="Times New Roman"/>
          <w:sz w:val="24"/>
          <w:szCs w:val="24"/>
        </w:rPr>
        <w:t xml:space="preserve"> Электронный ресурс «Литературный портал - « Русская литерату</w:t>
      </w:r>
      <w:r w:rsidRPr="008A35EF">
        <w:rPr>
          <w:rFonts w:ascii="Times New Roman" w:hAnsi="Times New Roman"/>
          <w:sz w:val="24"/>
          <w:szCs w:val="24"/>
        </w:rPr>
        <w:softHyphen/>
        <w:t xml:space="preserve">ра». Форма доступа: </w:t>
      </w:r>
      <w:hyperlink r:id="rId11" w:history="1"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fplib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</w:p>
    <w:p w:rsidR="008A62AF" w:rsidRPr="008A35EF" w:rsidRDefault="008A62AF" w:rsidP="008A62AF">
      <w:pPr>
        <w:ind w:firstLine="284"/>
        <w:rPr>
          <w:rFonts w:ascii="Times New Roman" w:hAnsi="Times New Roman"/>
          <w:sz w:val="24"/>
          <w:szCs w:val="24"/>
          <w:u w:val="single"/>
        </w:rPr>
      </w:pPr>
      <w:r w:rsidRPr="008A35EF">
        <w:rPr>
          <w:rFonts w:ascii="Times New Roman" w:hAnsi="Times New Roman"/>
          <w:spacing w:val="-5"/>
          <w:sz w:val="24"/>
          <w:szCs w:val="24"/>
        </w:rPr>
        <w:t xml:space="preserve"> Электронный ресурс «Электронная версия газеты « Литература». </w:t>
      </w:r>
      <w:r w:rsidRPr="008A35EF">
        <w:rPr>
          <w:rFonts w:ascii="Times New Roman" w:hAnsi="Times New Roman"/>
          <w:sz w:val="24"/>
          <w:szCs w:val="24"/>
        </w:rPr>
        <w:t xml:space="preserve">Форма доступа: </w:t>
      </w:r>
      <w:r w:rsidRPr="008A35EF">
        <w:rPr>
          <w:rFonts w:ascii="Times New Roman" w:hAnsi="Times New Roman"/>
          <w:sz w:val="24"/>
          <w:szCs w:val="24"/>
          <w:lang w:val="en-US"/>
        </w:rPr>
        <w:t>rus</w:t>
      </w:r>
      <w:r w:rsidRPr="008A35EF">
        <w:rPr>
          <w:rFonts w:ascii="Times New Roman" w:hAnsi="Times New Roman"/>
          <w:sz w:val="24"/>
          <w:szCs w:val="24"/>
        </w:rPr>
        <w:t xml:space="preserve">. 1 </w:t>
      </w:r>
      <w:hyperlink r:id="rId12" w:history="1"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september</w:t>
        </w:r>
        <w:r w:rsidRPr="008A35EF">
          <w:rPr>
            <w:rFonts w:ascii="Times New Roman" w:hAnsi="Times New Roman"/>
            <w:sz w:val="24"/>
            <w:szCs w:val="24"/>
            <w:u w:val="single"/>
          </w:rPr>
          <w:t>.</w:t>
        </w:r>
        <w:r w:rsidRPr="008A35E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</w:p>
    <w:p w:rsidR="00853123" w:rsidRPr="008A35EF" w:rsidRDefault="00853123" w:rsidP="00266F78">
      <w:pPr>
        <w:ind w:firstLine="284"/>
        <w:rPr>
          <w:rFonts w:ascii="Times New Roman" w:hAnsi="Times New Roman"/>
          <w:sz w:val="24"/>
          <w:szCs w:val="24"/>
        </w:rPr>
      </w:pPr>
    </w:p>
    <w:p w:rsidR="009F3C5B" w:rsidRPr="009F3C5B" w:rsidRDefault="009F3C5B" w:rsidP="009F3C5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9F3C5B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Для преподавателей</w:t>
      </w:r>
    </w:p>
    <w:p w:rsidR="009F3C5B" w:rsidRPr="009F3C5B" w:rsidRDefault="009F3C5B" w:rsidP="009F3C5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1.Федеральный закон Об образовании в Российской Федерации: 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19.12.2016 )</w:t>
      </w:r>
    </w:p>
    <w:p w:rsidR="009F3C5B" w:rsidRPr="009F3C5B" w:rsidRDefault="009F3C5B" w:rsidP="009F3C5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2.Приказ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9F3C5B" w:rsidRPr="009F3C5B" w:rsidRDefault="009F3C5B" w:rsidP="009F3C5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3.Приказ Министерства образования и науки РФ от 31 декабря 2015 г. N 1578 "О вн</w:t>
      </w: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</w:t>
      </w: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9F3C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ской Федерации от 17 мая 2012 г. N 413».</w:t>
      </w:r>
    </w:p>
    <w:p w:rsidR="00522509" w:rsidRDefault="00832A72" w:rsidP="00522509">
      <w:pPr>
        <w:ind w:firstLine="28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F3C5B" w:rsidRPr="00832A72">
        <w:rPr>
          <w:rFonts w:ascii="Times New Roman" w:eastAsia="Times New Roman" w:hAnsi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9F3C5B" w:rsidRPr="00832A72">
        <w:rPr>
          <w:rFonts w:ascii="Times New Roman" w:eastAsia="Times New Roman" w:hAnsi="Times New Roman"/>
          <w:color w:val="000000"/>
          <w:sz w:val="24"/>
          <w:szCs w:val="24"/>
        </w:rPr>
        <w:t xml:space="preserve">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</w:t>
      </w:r>
      <w:r w:rsidR="009F3C5B" w:rsidRPr="00832A72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="009F3C5B" w:rsidRPr="00832A72">
        <w:rPr>
          <w:rFonts w:ascii="Times New Roman" w:eastAsia="Times New Roman" w:hAnsi="Times New Roman"/>
          <w:color w:val="000000"/>
          <w:sz w:val="24"/>
          <w:szCs w:val="24"/>
        </w:rPr>
        <w:t>зованию (протокол от 28 июня 2016 г. № 2/16-з).</w:t>
      </w:r>
      <w:bookmarkStart w:id="8" w:name="_Toc334470635"/>
      <w:bookmarkStart w:id="9" w:name="_Toc334471203"/>
      <w:bookmarkStart w:id="10" w:name="_Toc334480753"/>
    </w:p>
    <w:p w:rsidR="00522509" w:rsidRDefault="00522509" w:rsidP="00522509">
      <w:pPr>
        <w:ind w:firstLine="284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66F78" w:rsidRPr="00522509" w:rsidRDefault="00B33DAC" w:rsidP="00522509">
      <w:pPr>
        <w:ind w:firstLine="284"/>
        <w:rPr>
          <w:rFonts w:ascii="Times New Roman" w:hAnsi="Times New Roman"/>
          <w:b/>
          <w:sz w:val="24"/>
          <w:szCs w:val="24"/>
        </w:rPr>
      </w:pPr>
      <w:r w:rsidRPr="00522509">
        <w:rPr>
          <w:rFonts w:ascii="Times New Roman" w:hAnsi="Times New Roman"/>
          <w:b/>
        </w:rPr>
        <w:lastRenderedPageBreak/>
        <w:t>4.</w:t>
      </w:r>
      <w:r w:rsidR="00266F78" w:rsidRPr="00522509">
        <w:rPr>
          <w:rFonts w:ascii="Times New Roman" w:hAnsi="Times New Roman"/>
          <w:b/>
        </w:rPr>
        <w:t xml:space="preserve"> КОНТРОЛЬ И ОЦЕНКА РЕЗУЛЬТАТОВ ОСВОЕНИЯ УЧЕБНОЙ ДИСЦИПЛИНЫ</w:t>
      </w:r>
      <w:bookmarkEnd w:id="8"/>
      <w:bookmarkEnd w:id="9"/>
      <w:bookmarkEnd w:id="10"/>
    </w:p>
    <w:p w:rsidR="00266F78" w:rsidRPr="002A69A7" w:rsidRDefault="00E97DA2" w:rsidP="00266F78">
      <w:pPr>
        <w:pStyle w:val="a8"/>
        <w:shd w:val="clear" w:color="auto" w:fill="FFFFFF"/>
        <w:spacing w:before="120" w:after="120" w:line="256" w:lineRule="exact"/>
        <w:ind w:left="0"/>
        <w:jc w:val="both"/>
        <w:rPr>
          <w:b/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ab/>
      </w:r>
      <w:r w:rsidR="002A69A7" w:rsidRPr="002A69A7">
        <w:rPr>
          <w:b/>
          <w:bCs/>
          <w:spacing w:val="-1"/>
          <w:sz w:val="24"/>
          <w:szCs w:val="24"/>
        </w:rPr>
        <w:t xml:space="preserve">4.1 </w:t>
      </w:r>
      <w:r w:rsidRPr="002A69A7">
        <w:rPr>
          <w:b/>
          <w:bCs/>
          <w:spacing w:val="-1"/>
          <w:sz w:val="24"/>
          <w:szCs w:val="24"/>
        </w:rPr>
        <w:t xml:space="preserve">Контроль и оценка </w:t>
      </w:r>
      <w:r w:rsidR="00266F78" w:rsidRPr="002A69A7">
        <w:rPr>
          <w:b/>
          <w:bCs/>
          <w:spacing w:val="-1"/>
          <w:sz w:val="24"/>
          <w:szCs w:val="24"/>
        </w:rPr>
        <w:t>результатов освоения дисциплины осуществляется пр</w:t>
      </w:r>
      <w:r w:rsidR="00266F78" w:rsidRPr="002A69A7">
        <w:rPr>
          <w:b/>
          <w:bCs/>
          <w:spacing w:val="-1"/>
          <w:sz w:val="24"/>
          <w:szCs w:val="24"/>
        </w:rPr>
        <w:t>е</w:t>
      </w:r>
      <w:r w:rsidR="00266F78" w:rsidRPr="002A69A7">
        <w:rPr>
          <w:b/>
          <w:bCs/>
          <w:spacing w:val="-1"/>
          <w:sz w:val="24"/>
          <w:szCs w:val="24"/>
        </w:rPr>
        <w:t>подавателем в процессе проведения практических занятий и лаборато</w:t>
      </w:r>
      <w:r w:rsidR="00331813" w:rsidRPr="002A69A7">
        <w:rPr>
          <w:b/>
          <w:bCs/>
          <w:spacing w:val="-1"/>
          <w:sz w:val="24"/>
          <w:szCs w:val="24"/>
        </w:rPr>
        <w:t>рных работ, т</w:t>
      </w:r>
      <w:r w:rsidR="00331813" w:rsidRPr="002A69A7">
        <w:rPr>
          <w:b/>
          <w:bCs/>
          <w:spacing w:val="-1"/>
          <w:sz w:val="24"/>
          <w:szCs w:val="24"/>
        </w:rPr>
        <w:t>е</w:t>
      </w:r>
      <w:r w:rsidR="00331813" w:rsidRPr="002A69A7">
        <w:rPr>
          <w:b/>
          <w:bCs/>
          <w:spacing w:val="-1"/>
          <w:sz w:val="24"/>
          <w:szCs w:val="24"/>
        </w:rPr>
        <w:t>стирования, а так</w:t>
      </w:r>
      <w:r w:rsidR="00266F78" w:rsidRPr="002A69A7">
        <w:rPr>
          <w:b/>
          <w:bCs/>
          <w:spacing w:val="-1"/>
          <w:sz w:val="24"/>
          <w:szCs w:val="24"/>
        </w:rPr>
        <w:t>же выполнения обучающимися индивидуальных заданий, прое</w:t>
      </w:r>
      <w:r w:rsidR="00266F78" w:rsidRPr="002A69A7">
        <w:rPr>
          <w:b/>
          <w:bCs/>
          <w:spacing w:val="-1"/>
          <w:sz w:val="24"/>
          <w:szCs w:val="24"/>
        </w:rPr>
        <w:t>к</w:t>
      </w:r>
      <w:r w:rsidR="00266F78" w:rsidRPr="002A69A7">
        <w:rPr>
          <w:b/>
          <w:bCs/>
          <w:spacing w:val="-1"/>
          <w:sz w:val="24"/>
          <w:szCs w:val="24"/>
        </w:rPr>
        <w:t xml:space="preserve">тов, исследований. </w:t>
      </w:r>
    </w:p>
    <w:p w:rsidR="00D55293" w:rsidRPr="008A35EF" w:rsidRDefault="00D55293" w:rsidP="00266F78">
      <w:pPr>
        <w:pStyle w:val="a8"/>
        <w:shd w:val="clear" w:color="auto" w:fill="FFFFFF"/>
        <w:spacing w:before="120" w:after="120" w:line="256" w:lineRule="exact"/>
        <w:ind w:left="0"/>
        <w:jc w:val="both"/>
        <w:rPr>
          <w:bCs/>
          <w:spacing w:val="-1"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9"/>
        <w:gridCol w:w="2407"/>
        <w:gridCol w:w="2126"/>
        <w:gridCol w:w="2410"/>
      </w:tblGrid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Результат обучения (освоенные умения, усво</w:t>
            </w: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е</w:t>
            </w: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ние знания)</w:t>
            </w:r>
          </w:p>
        </w:tc>
        <w:tc>
          <w:tcPr>
            <w:tcW w:w="2126" w:type="dxa"/>
          </w:tcPr>
          <w:p w:rsidR="00C86F12" w:rsidRDefault="00C86F12" w:rsidP="00C86F1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формиру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 общих 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петенций</w:t>
            </w:r>
          </w:p>
          <w:p w:rsidR="000F2597" w:rsidRPr="008A35EF" w:rsidRDefault="00C86F12" w:rsidP="00C86F12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>
              <w:rPr>
                <w:rFonts w:eastAsiaTheme="minorEastAsia"/>
                <w:bCs/>
                <w:spacing w:val="-1"/>
                <w:sz w:val="24"/>
                <w:szCs w:val="24"/>
              </w:rPr>
              <w:t>(ОК1-ОК7)</w:t>
            </w:r>
          </w:p>
        </w:tc>
        <w:tc>
          <w:tcPr>
            <w:tcW w:w="2410" w:type="dxa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Формы и методы контроля и оценки результатов обуч</w:t>
            </w: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е</w:t>
            </w: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ния</w:t>
            </w:r>
          </w:p>
        </w:tc>
      </w:tr>
      <w:tr w:rsidR="000F2597" w:rsidRPr="008A35EF" w:rsidTr="00522509">
        <w:trPr>
          <w:trHeight w:val="371"/>
        </w:trPr>
        <w:tc>
          <w:tcPr>
            <w:tcW w:w="5246" w:type="dxa"/>
            <w:gridSpan w:val="2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>2</w:t>
            </w:r>
          </w:p>
        </w:tc>
      </w:tr>
      <w:tr w:rsidR="000F2597" w:rsidRPr="008A35EF" w:rsidTr="00522509">
        <w:tc>
          <w:tcPr>
            <w:tcW w:w="2839" w:type="dxa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</w:p>
        </w:tc>
        <w:tc>
          <w:tcPr>
            <w:tcW w:w="6943" w:type="dxa"/>
            <w:gridSpan w:val="3"/>
          </w:tcPr>
          <w:p w:rsidR="000F2597" w:rsidRPr="008A35EF" w:rsidRDefault="000F2597" w:rsidP="00266F78">
            <w:pPr>
              <w:pStyle w:val="a8"/>
              <w:spacing w:line="256" w:lineRule="exact"/>
              <w:ind w:left="0"/>
              <w:rPr>
                <w:rFonts w:eastAsiaTheme="minorEastAsia"/>
                <w:bCs/>
                <w:spacing w:val="-1"/>
                <w:sz w:val="24"/>
                <w:szCs w:val="24"/>
              </w:rPr>
            </w:pPr>
            <w:r w:rsidRPr="008A35EF">
              <w:rPr>
                <w:rFonts w:eastAsiaTheme="minorEastAsia"/>
                <w:bCs/>
                <w:spacing w:val="-1"/>
                <w:sz w:val="24"/>
                <w:szCs w:val="24"/>
              </w:rPr>
              <w:t xml:space="preserve">Умения: 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BA7E05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sz w:val="24"/>
                <w:szCs w:val="24"/>
              </w:rPr>
              <w:t>воспроизводить   содержание   литературного произведения;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jc w:val="left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 1,2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jc w:val="left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Тестирование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hAnsi="Times New Roman"/>
                <w:i/>
                <w:sz w:val="24"/>
                <w:szCs w:val="24"/>
              </w:rPr>
              <w:t>сформировать представления о системе ст</w:t>
            </w:r>
            <w:r w:rsidRPr="008A35EF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i/>
                <w:sz w:val="24"/>
                <w:szCs w:val="24"/>
              </w:rPr>
              <w:t>лей языка художественной литературы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, анал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5EF">
              <w:rPr>
                <w:rFonts w:ascii="Times New Roman" w:hAnsi="Times New Roman"/>
                <w:sz w:val="24"/>
                <w:szCs w:val="24"/>
              </w:rPr>
              <w:t>зировать и интерпретировать художе</w:t>
            </w:r>
            <w:r w:rsidRPr="008A35E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ственное произведение, используя сведения по истории   и теории литературы (тематика, 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>проблематика, нра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>ственный пафос, система образов, особенности ко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>м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>позиции, изобрази</w:t>
            </w:r>
            <w:r w:rsidRPr="008A35EF">
              <w:rPr>
                <w:rFonts w:ascii="Times New Roman" w:hAnsi="Times New Roman"/>
                <w:spacing w:val="-9"/>
                <w:sz w:val="24"/>
                <w:szCs w:val="24"/>
              </w:rPr>
              <w:t>тельно-выразительные средства языка, худо</w:t>
            </w:r>
            <w:r w:rsidRPr="008A35E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жественная   деталь);   анализировать   эпизод </w:t>
            </w:r>
            <w:r w:rsidRPr="008A35EF">
              <w:rPr>
                <w:rFonts w:ascii="Times New Roman" w:hAnsi="Times New Roman"/>
                <w:spacing w:val="-9"/>
                <w:sz w:val="24"/>
                <w:szCs w:val="24"/>
              </w:rPr>
              <w:t>(сцену) изученного произведения; объяснять его связь с проблематикой произведения;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jc w:val="left"/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ОК 2,4</w:t>
            </w:r>
            <w:r w:rsidR="00F33E0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,5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творческая работа,</w:t>
            </w:r>
          </w:p>
          <w:p w:rsidR="000F2597" w:rsidRPr="008A35EF" w:rsidRDefault="000F2597" w:rsidP="00D552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>исследовательские</w:t>
            </w:r>
          </w:p>
          <w:p w:rsidR="000F2597" w:rsidRPr="008A35EF" w:rsidRDefault="000F2597" w:rsidP="00D5529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соотносить   художественную   литературу   с 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общ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ственной жизнью и культурой; раскры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softHyphen/>
              <w:t>вать конкре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т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но-историческое и общечелове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ческое содержание изученных литературных 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произведений; выявлять «сквозные» темы и </w:t>
            </w:r>
            <w:r w:rsidRPr="008A35EF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ключевые проблемы русской литературы; со</w:t>
            </w:r>
            <w:r w:rsidRPr="008A35EF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относить    произведения    с    лит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ратурным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направлением эпохи;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2"/>
                <w:sz w:val="24"/>
                <w:szCs w:val="24"/>
              </w:rPr>
              <w:t>ОК 3,6</w:t>
            </w:r>
            <w:r w:rsidR="00F33E0F">
              <w:rPr>
                <w:rFonts w:ascii="Times New Roman" w:eastAsia="Times New Roman" w:hAnsi="Times New Roman"/>
                <w:spacing w:val="-12"/>
                <w:sz w:val="24"/>
                <w:szCs w:val="24"/>
              </w:rPr>
              <w:t>,8,9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2"/>
                <w:sz w:val="24"/>
                <w:szCs w:val="24"/>
              </w:rPr>
              <w:t xml:space="preserve">исследовательские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боты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определять род и жанр произведения;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ОК3, 5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выявлять авторскую позицию;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>ОК4,6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>литературная дис</w:t>
            </w: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куссия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выразительно читать изученные произведе</w:t>
            </w:r>
            <w:r w:rsidRPr="008A35EF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ния (или их фрагменты), соблюдая нормы ли</w:t>
            </w:r>
            <w:r w:rsidRPr="008A35E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тературного произношения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 5,6</w:t>
            </w:r>
            <w:r w:rsidR="00F33E0F">
              <w:rPr>
                <w:rFonts w:ascii="Times New Roman" w:eastAsia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выразительное чт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ние стихов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>аргументирован</w:t>
            </w:r>
            <w:r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>н</w:t>
            </w: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>о формулировать свое отно</w:t>
            </w: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шение к прочитанному произведению;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ОК 3,5</w:t>
            </w:r>
            <w:r w:rsidR="00F33E0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,7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творческие    рабо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ты,      сочинения, 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отзывы, рецензии, 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сочинения-миниатюры</w:t>
            </w:r>
          </w:p>
        </w:tc>
      </w:tr>
      <w:tr w:rsidR="000F2597" w:rsidRPr="008A35EF" w:rsidTr="00522509">
        <w:tc>
          <w:tcPr>
            <w:tcW w:w="5246" w:type="dxa"/>
            <w:gridSpan w:val="2"/>
            <w:vAlign w:val="center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>писать рецензии на прочитанные произведе</w:t>
            </w:r>
            <w:r w:rsidRPr="008A35EF"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ния и сочинения разных жанров на литера</w:t>
            </w:r>
            <w:r w:rsidRPr="008A35E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турные темы;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ОК ,4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>творческие    рабо</w:t>
            </w:r>
            <w:r w:rsidRPr="008A35EF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softHyphen/>
              <w:t>ты, тестирование</w:t>
            </w:r>
          </w:p>
        </w:tc>
      </w:tr>
      <w:tr w:rsidR="000F2597" w:rsidRPr="008A35EF" w:rsidTr="00522509">
        <w:tc>
          <w:tcPr>
            <w:tcW w:w="5246" w:type="dxa"/>
            <w:gridSpan w:val="2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использовать приобретенные знания и уме</w:t>
            </w:r>
            <w:r w:rsidRPr="008A35EF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ния в практической деятельности и повсе</w:t>
            </w:r>
            <w:r w:rsidRPr="008A35EF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softHyphen/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дневной жи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8A35EF">
              <w:rPr>
                <w:rFonts w:ascii="Times New Roman" w:eastAsia="Times New Roman" w:hAnsi="Times New Roman"/>
                <w:sz w:val="24"/>
                <w:szCs w:val="24"/>
              </w:rPr>
              <w:t>ни.</w:t>
            </w:r>
          </w:p>
        </w:tc>
        <w:tc>
          <w:tcPr>
            <w:tcW w:w="2126" w:type="dxa"/>
          </w:tcPr>
          <w:p w:rsidR="000F2597" w:rsidRPr="008A35EF" w:rsidRDefault="000F2597" w:rsidP="00D55293">
            <w:pPr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ОК</w:t>
            </w:r>
            <w:r w:rsidR="00F33E0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5,6</w:t>
            </w:r>
            <w:r w:rsidR="00F33E0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,9</w:t>
            </w:r>
          </w:p>
        </w:tc>
        <w:tc>
          <w:tcPr>
            <w:tcW w:w="2410" w:type="dxa"/>
          </w:tcPr>
          <w:p w:rsidR="000F2597" w:rsidRPr="008A35EF" w:rsidRDefault="000F2597" w:rsidP="00D55293">
            <w:pPr>
              <w:rPr>
                <w:rFonts w:ascii="Times New Roman" w:hAnsi="Times New Roman"/>
                <w:sz w:val="24"/>
                <w:szCs w:val="24"/>
              </w:rPr>
            </w:pPr>
            <w:r w:rsidRPr="008A35EF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>творческие работы.</w:t>
            </w:r>
          </w:p>
        </w:tc>
      </w:tr>
    </w:tbl>
    <w:p w:rsidR="00522509" w:rsidRDefault="00522509" w:rsidP="00522509">
      <w:pPr>
        <w:widowControl w:val="0"/>
        <w:tabs>
          <w:tab w:val="left" w:pos="624"/>
        </w:tabs>
        <w:autoSpaceDE w:val="0"/>
        <w:autoSpaceDN w:val="0"/>
        <w:spacing w:before="81" w:line="240" w:lineRule="auto"/>
        <w:ind w:left="-517" w:right="327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   </w:t>
      </w:r>
    </w:p>
    <w:p w:rsidR="00522509" w:rsidRDefault="00522509" w:rsidP="00522509">
      <w:pPr>
        <w:widowControl w:val="0"/>
        <w:tabs>
          <w:tab w:val="left" w:pos="624"/>
        </w:tabs>
        <w:autoSpaceDE w:val="0"/>
        <w:autoSpaceDN w:val="0"/>
        <w:spacing w:before="81" w:line="240" w:lineRule="auto"/>
        <w:ind w:left="-517" w:right="327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22509" w:rsidRDefault="00522509" w:rsidP="00522509">
      <w:pPr>
        <w:widowControl w:val="0"/>
        <w:tabs>
          <w:tab w:val="left" w:pos="624"/>
        </w:tabs>
        <w:autoSpaceDE w:val="0"/>
        <w:autoSpaceDN w:val="0"/>
        <w:spacing w:before="81" w:line="240" w:lineRule="auto"/>
        <w:ind w:left="-517" w:right="327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2A69A7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  4.2</w:t>
      </w:r>
      <w:r w:rsidR="00715961" w:rsidRPr="002A69A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2A69A7" w:rsidRPr="002A69A7" w:rsidRDefault="002A69A7" w:rsidP="00522509">
      <w:pPr>
        <w:widowControl w:val="0"/>
        <w:tabs>
          <w:tab w:val="left" w:pos="624"/>
        </w:tabs>
        <w:autoSpaceDE w:val="0"/>
        <w:autoSpaceDN w:val="0"/>
        <w:spacing w:before="81" w:line="240" w:lineRule="auto"/>
        <w:ind w:left="-517" w:right="327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22509" w:rsidRDefault="00522509" w:rsidP="00522509">
      <w:pPr>
        <w:rPr>
          <w:rFonts w:asciiTheme="minorHAnsi" w:eastAsiaTheme="minorHAnsi" w:hAnsiTheme="minorHAnsi" w:cstheme="minorBidi"/>
        </w:rPr>
      </w:pPr>
    </w:p>
    <w:p w:rsidR="00522509" w:rsidRDefault="00522509" w:rsidP="00522509">
      <w:pPr>
        <w:widowControl w:val="0"/>
        <w:autoSpaceDE w:val="0"/>
        <w:autoSpaceDN w:val="0"/>
        <w:spacing w:before="79" w:line="240" w:lineRule="auto"/>
        <w:ind w:right="394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</w:t>
      </w:r>
      <w:r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0"/>
          <w:sz w:val="28"/>
          <w:szCs w:val="28"/>
        </w:rPr>
        <w:t>1</w:t>
      </w:r>
    </w:p>
    <w:p w:rsidR="00522509" w:rsidRDefault="00522509" w:rsidP="00522509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sz w:val="17"/>
          <w:szCs w:val="28"/>
        </w:rPr>
      </w:pPr>
    </w:p>
    <w:tbl>
      <w:tblPr>
        <w:tblStyle w:val="TableNormal"/>
        <w:tblW w:w="964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693"/>
        <w:gridCol w:w="3544"/>
      </w:tblGrid>
      <w:tr w:rsidR="00522509" w:rsidTr="00522509">
        <w:trPr>
          <w:trHeight w:val="55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before="133" w:line="240" w:lineRule="auto"/>
              <w:ind w:left="1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ОК,</w:t>
            </w:r>
            <w:r w:rsidRPr="0052250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ПК</w:t>
            </w:r>
            <w:r w:rsidRPr="0052250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гласно</w:t>
            </w:r>
            <w:r w:rsidRPr="0052250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ФГОС</w:t>
            </w:r>
            <w:r w:rsidRPr="0052250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СПО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76" w:lineRule="exact"/>
              <w:ind w:left="1512" w:right="98" w:hanging="102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</w:t>
            </w:r>
            <w:r w:rsidRPr="00522509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личнос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ных</w:t>
            </w:r>
            <w:r w:rsidRPr="00522509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зульт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тов с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гласно ФГОС СОО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316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метапре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метных  </w:t>
            </w:r>
          </w:p>
          <w:p w:rsidR="00522509" w:rsidRPr="00522509" w:rsidRDefault="00522509">
            <w:pPr>
              <w:spacing w:line="276" w:lineRule="exact"/>
              <w:ind w:left="478" w:firstLine="105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522509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согласно</w:t>
            </w:r>
            <w:r w:rsidRPr="00522509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ФГОС</w:t>
            </w:r>
            <w:r w:rsidRPr="00522509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СОО</w:t>
            </w:r>
          </w:p>
        </w:tc>
      </w:tr>
      <w:tr w:rsidR="00522509" w:rsidTr="00522509">
        <w:trPr>
          <w:trHeight w:val="125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1. Понимать сущность и с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циальную значимость своей б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у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дущей профессии, проявлять к ней устойчивый интерес.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10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ванию, в</w:t>
            </w:r>
            <w:r w:rsidRPr="00522509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522509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522509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самообразованию,</w:t>
            </w:r>
            <w:r w:rsidRPr="00522509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22509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протяжении</w:t>
            </w:r>
          </w:p>
          <w:p w:rsidR="00522509" w:rsidRPr="00522509" w:rsidRDefault="0052250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всей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жизни;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сознател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прерывному образованию как условию успешной профессиональной и 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щественной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52250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52250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52250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 цели</w:t>
            </w:r>
            <w:r w:rsidRPr="0052250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52250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522509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 </w:t>
            </w: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планы</w:t>
            </w:r>
          </w:p>
          <w:p w:rsidR="00522509" w:rsidRPr="00522509" w:rsidRDefault="00522509">
            <w:pPr>
              <w:tabs>
                <w:tab w:val="left" w:pos="2708"/>
                <w:tab w:val="left" w:pos="3495"/>
                <w:tab w:val="left" w:pos="3774"/>
              </w:tabs>
              <w:spacing w:line="240" w:lineRule="auto"/>
              <w:ind w:left="108" w:right="94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стоятельно </w:t>
            </w:r>
          </w:p>
          <w:p w:rsidR="00522509" w:rsidRPr="00522509" w:rsidRDefault="00522509">
            <w:pPr>
              <w:tabs>
                <w:tab w:val="left" w:pos="2708"/>
                <w:tab w:val="left" w:pos="3495"/>
                <w:tab w:val="left" w:pos="3774"/>
              </w:tabs>
              <w:spacing w:line="240" w:lineRule="auto"/>
              <w:ind w:left="10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контролировать и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корректировать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тельность;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все возможные ресурсы для дост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жения поставленных целей и реализации планов деятельн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сти;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успешные стр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тегии в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ситуациях.</w:t>
            </w:r>
          </w:p>
        </w:tc>
      </w:tr>
      <w:tr w:rsidR="00522509" w:rsidTr="00522509">
        <w:trPr>
          <w:trHeight w:val="12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2. Организовывать со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ственную деятельность, выб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рать типовые методы и способы выполнения профессиональных задач, оценивать их эффекти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ность и качество.</w:t>
            </w:r>
          </w:p>
          <w:p w:rsidR="00522509" w:rsidRPr="00522509" w:rsidRDefault="00522509">
            <w:pPr>
              <w:spacing w:line="240" w:lineRule="auto"/>
              <w:ind w:left="107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13. Осознанный 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ы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 будущей профессии и возможностей реализ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ции собственных жи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ненных планов; отнош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 к профессиональной деятельности как во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можности участия в 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шении личных, общ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ственных, государстве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ных, общенациональных проблем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0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07. Умение самостоятельно оценивать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принимать реш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ния, определяющие стратегию поведения, с учетом гражда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ских и нравственных ценн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стей.</w:t>
            </w:r>
          </w:p>
          <w:p w:rsidR="00522509" w:rsidRPr="00522509" w:rsidRDefault="00522509">
            <w:pPr>
              <w:spacing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09.</w:t>
            </w:r>
            <w:r w:rsidRPr="00522509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Pr="00522509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522509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знавательной рефлексии как осознания совершаемых де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ствий и мыслительных проце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сов, их результатов</w:t>
            </w:r>
            <w:r w:rsidRPr="00522509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ний,</w:t>
            </w:r>
            <w:r w:rsidRPr="00522509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</w:t>
            </w:r>
            <w:r w:rsidRPr="00522509"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своего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и незнания, новых познавател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 задач и средств их дост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жения.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3. Принимать решения в стандартных и нестандартных ситуациях и нести за них отве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ственность.</w:t>
            </w:r>
          </w:p>
          <w:p w:rsidR="00522509" w:rsidRPr="00522509" w:rsidRDefault="00522509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tabs>
                <w:tab w:val="left" w:pos="908"/>
                <w:tab w:val="left" w:pos="1968"/>
                <w:tab w:val="left" w:pos="3661"/>
                <w:tab w:val="left" w:pos="5132"/>
              </w:tabs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09. Готовность и способность к образов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нию, в том числе сам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образованию, на прот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жении всей жизни; 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знательное отношение к непрерывному образ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ванию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условию успешной професси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нальной и общественной деятельности.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tabs>
                <w:tab w:val="left" w:pos="845"/>
                <w:tab w:val="left" w:pos="1335"/>
                <w:tab w:val="left" w:pos="2083"/>
                <w:tab w:val="left" w:pos="2428"/>
                <w:tab w:val="left" w:pos="2466"/>
                <w:tab w:val="left" w:pos="2850"/>
                <w:tab w:val="left" w:pos="2899"/>
                <w:tab w:val="left" w:pos="3244"/>
                <w:tab w:val="left" w:pos="3319"/>
                <w:tab w:val="left" w:pos="3644"/>
                <w:tab w:val="left" w:pos="3777"/>
                <w:tab w:val="left" w:pos="4205"/>
                <w:tab w:val="left" w:pos="4736"/>
              </w:tabs>
              <w:spacing w:line="240" w:lineRule="auto"/>
              <w:ind w:left="107"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</w:t>
            </w: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цели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ности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планы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  <w:r w:rsidRPr="00522509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мостоятельно</w:t>
            </w:r>
            <w:r w:rsidRPr="00522509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осуществлять,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контролировать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ректировать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</w:t>
            </w:r>
            <w:r w:rsidRPr="0052250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</w:t>
            </w:r>
            <w:r w:rsidRPr="0052250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52250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 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сурсы для достижения поста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ленных целей и реализации планов деятельности; выбирать успешные стратегии в разли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 ситуациях. МР</w:t>
            </w:r>
            <w:r w:rsidRPr="00522509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522509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ние</w:t>
            </w:r>
            <w:r w:rsidRPr="00522509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522509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познавательной,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учебно-исследовательской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и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проектной деятельности,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навыками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разреш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ния проблем;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самостоятельному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поиску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52250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практических</w:t>
            </w:r>
            <w:r w:rsidRPr="0052250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522509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применению</w:t>
            </w:r>
            <w:r w:rsidRPr="0052250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различных</w:t>
            </w:r>
          </w:p>
          <w:p w:rsidR="00522509" w:rsidRDefault="00522509">
            <w:pPr>
              <w:tabs>
                <w:tab w:val="left" w:pos="2953"/>
              </w:tabs>
              <w:spacing w:line="264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познания.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 4. Осуществлять поиск и 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пользование информации, нео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ходимой для эффективного в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ы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полнения профессиональных задач, профессионального и личностного развития.</w:t>
            </w:r>
          </w:p>
          <w:p w:rsidR="00522509" w:rsidRPr="00522509" w:rsidRDefault="00522509">
            <w:pPr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1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04. Сформирова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ность мировоззрения, соответствующего 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временному уровню развития науки и общ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ственной практики, 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нованного на диалоге культур, а также ра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личных форм общ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ственного сознания, осознание своего места в поликультурном </w:t>
            </w:r>
            <w:r w:rsidRPr="0052250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мире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tabs>
                <w:tab w:val="left" w:pos="1820"/>
                <w:tab w:val="left" w:pos="3226"/>
                <w:tab w:val="left" w:pos="3601"/>
              </w:tabs>
              <w:spacing w:line="240" w:lineRule="auto"/>
              <w:ind w:left="107" w:right="90"/>
              <w:rPr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04. Готовность и спосо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ность к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самостоятельной и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формационно-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познавательной деятельности, владение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ы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ками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получения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необходимой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из словарей ра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 типов,</w:t>
            </w:r>
            <w:r w:rsidRPr="0052250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ориентир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ваться в различных источниках информации, критически оц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нивать и интерпретировать 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формацию, получаемую из ра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личных источников.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5. Использовать информац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онно-коммуникационные техн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логии в профессиональной де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тельности.</w:t>
            </w:r>
          </w:p>
          <w:p w:rsidR="00522509" w:rsidRPr="00522509" w:rsidRDefault="00522509">
            <w:pPr>
              <w:spacing w:line="270" w:lineRule="atLeast"/>
              <w:ind w:left="1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Default="00522509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 05.  Умение  использовать  средства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коммун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кационных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  (далее  -  ИКТ)  в  решении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когнитивных,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коммуник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тивных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организационных  задач  с  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блюдением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эргономики,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ники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гигиены,</w:t>
            </w:r>
          </w:p>
          <w:p w:rsidR="00522509" w:rsidRPr="00522509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ресурсосбережения, правовых и этических</w:t>
            </w:r>
          </w:p>
          <w:p w:rsidR="00522509" w:rsidRPr="00DD314F" w:rsidRDefault="00522509">
            <w:pPr>
              <w:spacing w:line="270" w:lineRule="atLeast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14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норм, норм информационной безопасности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6. Работать в коллективе и команде, эффективно общаться с коллегами, руководством, п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требителями.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1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07. Навыки сотру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ничества со сверстн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ками, детьми младшего возраста, взрослыми в образовательной,</w:t>
            </w:r>
            <w:r w:rsidRPr="00522509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щественно</w:t>
            </w:r>
            <w:r w:rsidRPr="00522509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полезной,</w:t>
            </w:r>
            <w:r w:rsidRPr="00522509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учебно-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ектной и других видах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0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ности,</w:t>
            </w:r>
            <w:r w:rsidRPr="00522509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52250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</w:t>
            </w:r>
            <w:r w:rsidRPr="00522509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других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 деятельности, э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ф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фективно разрешать конфликты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7. Брать на себя ответстве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ность за работу членов команды (подчиненных), за результат в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ы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полнения заданий.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07. Навыки сотру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ничества со сверстник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ми, детьми младшего возраста, взрослыми в образовательной, общ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ственно полезной, уче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б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но- исследовательской, проектной и других 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дах </w:t>
            </w:r>
            <w:r w:rsidRPr="0052250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02. Умение продуктивно общаться и взаимодействовать в процессе совместной деятел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ности, учитывать позиции др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гих участников деятельности, эффективно разрешать ко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фликты.</w:t>
            </w: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ОК 8. Самостоятельно опред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лять задачи профессионального и личностного развития, зан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маться самообразованием, ос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знанно планировать повышение квалификации.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01.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Сформир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ванность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российской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идентичности, патриотизма,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уважения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ему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народу, чувства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перед Родиной, гордости за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край,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свою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дину,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прошлое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настоящее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многонац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онального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народа</w:t>
            </w:r>
          </w:p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 уважение гос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дарственных символов</w:t>
            </w:r>
          </w:p>
          <w:p w:rsidR="00522509" w:rsidRPr="00DD314F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14F">
              <w:rPr>
                <w:rFonts w:ascii="Times New Roman" w:eastAsia="Times New Roman" w:hAnsi="Times New Roman" w:cs="Times New Roman"/>
                <w:sz w:val="24"/>
                <w:lang w:val="ru-RU"/>
              </w:rPr>
              <w:t>(герб, флаг, гимн)</w:t>
            </w:r>
          </w:p>
          <w:p w:rsidR="00522509" w:rsidRPr="00DD314F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01. Умение самостоятельно определять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деятельности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ставлять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планы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 самостоятельно осуществлять,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ректировать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деятельность;  использовать  все  возможные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ресурсы для достижения п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ставленных целей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реализации планов деятельн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сти; выбирать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успешные стратегии в разли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ч</w:t>
            </w: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 ситуациях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22509" w:rsidTr="00522509">
        <w:trPr>
          <w:trHeight w:val="82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ОК 9. Ориентироваться в усл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виях частой смены технологий в профессиональной деятельн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509" w:rsidRPr="00522509" w:rsidRDefault="00522509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ЛР 13.</w:t>
            </w:r>
            <w:r w:rsidRPr="00522509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Осознанный в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ы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бор будущей профессии и возможностей реал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зации собственных жи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ненных планов; отнош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ние к профессиональной деятельности как во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можности участия в р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шении личных, общ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ственных, государстве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ных, общенациональных проблем.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09" w:rsidRPr="00522509" w:rsidRDefault="00522509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22509">
              <w:rPr>
                <w:rFonts w:ascii="Times New Roman" w:eastAsia="Times New Roman" w:hAnsi="Times New Roman" w:cs="Times New Roman"/>
                <w:sz w:val="24"/>
                <w:lang w:val="ru-RU"/>
              </w:rPr>
              <w:t>МР 09.</w:t>
            </w:r>
            <w:r w:rsidRPr="00522509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val="ru-RU" w:eastAsia="ru-RU"/>
              </w:rPr>
              <w:t xml:space="preserve"> 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Владение навыками п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знавательной рефлексии как ос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знания совершаемых действий и мыслительных процессов, их р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5225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зультатов и оснований, границ своего знания и незнания, новых познавательных задач и средств их достижения.</w:t>
            </w:r>
          </w:p>
          <w:p w:rsidR="00522509" w:rsidRPr="00522509" w:rsidRDefault="00522509">
            <w:pPr>
              <w:spacing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22509" w:rsidRDefault="00522509" w:rsidP="00522509">
      <w:pPr>
        <w:jc w:val="right"/>
        <w:rPr>
          <w:rFonts w:asciiTheme="minorHAnsi" w:eastAsiaTheme="minorHAnsi" w:hAnsiTheme="minorHAnsi" w:cstheme="minorBidi"/>
        </w:rPr>
      </w:pPr>
      <w:r>
        <w:t xml:space="preserve"> </w:t>
      </w:r>
    </w:p>
    <w:p w:rsidR="00522509" w:rsidRDefault="00522509" w:rsidP="0052250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3"/>
        <w:tblW w:w="0" w:type="auto"/>
        <w:tblInd w:w="-601" w:type="dxa"/>
        <w:tblLook w:val="04A0" w:firstRow="1" w:lastRow="0" w:firstColumn="1" w:lastColumn="0" w:noHBand="0" w:noVBand="1"/>
      </w:tblPr>
      <w:tblGrid>
        <w:gridCol w:w="5104"/>
        <w:gridCol w:w="4536"/>
      </w:tblGrid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СПО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</w:t>
            </w:r>
            <w:r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>тов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(базовый уровень)</w:t>
            </w:r>
            <w:r>
              <w:rPr>
                <w:b/>
                <w:spacing w:val="58"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согласно ФГОС СОО</w:t>
            </w: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hd w:val="clear" w:color="auto" w:fill="FFFFFF"/>
              <w:spacing w:line="240" w:lineRule="auto"/>
              <w:rPr>
                <w:sz w:val="24"/>
                <w:szCs w:val="20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1. Понимать сущность и социальную зн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чимость своей будущей профессии, проявлять к ней устойчивый интерес.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14F" w:rsidRDefault="00522509" w:rsidP="00DD314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0"/>
              </w:rPr>
              <w:t xml:space="preserve"> </w:t>
            </w:r>
            <w:r w:rsidR="00DD314F">
              <w:rPr>
                <w:sz w:val="24"/>
              </w:rPr>
              <w:t>ПРб.01</w:t>
            </w:r>
            <w:r w:rsidR="00DD314F">
              <w:rPr>
                <w:sz w:val="24"/>
                <w:szCs w:val="24"/>
                <w:lang w:eastAsia="ru-RU"/>
              </w:rPr>
              <w:t xml:space="preserve"> знание содержания произвед</w:t>
            </w:r>
            <w:r w:rsidR="00DD314F">
              <w:rPr>
                <w:sz w:val="24"/>
                <w:szCs w:val="24"/>
                <w:lang w:eastAsia="ru-RU"/>
              </w:rPr>
              <w:t>е</w:t>
            </w:r>
            <w:r w:rsidR="00DD314F">
              <w:rPr>
                <w:sz w:val="24"/>
                <w:szCs w:val="24"/>
                <w:lang w:eastAsia="ru-RU"/>
              </w:rPr>
              <w:t>ний русской и мировой классической л</w:t>
            </w:r>
            <w:r w:rsidR="00DD314F">
              <w:rPr>
                <w:sz w:val="24"/>
                <w:szCs w:val="24"/>
                <w:lang w:eastAsia="ru-RU"/>
              </w:rPr>
              <w:t>и</w:t>
            </w:r>
            <w:r w:rsidR="00DD314F">
              <w:rPr>
                <w:sz w:val="24"/>
                <w:szCs w:val="24"/>
                <w:lang w:eastAsia="ru-RU"/>
              </w:rPr>
              <w:t>тературы, их историко-культурного и нравственно-ценностного влияния на формирование национальной и мировой;</w:t>
            </w:r>
            <w:r w:rsidR="00724570">
              <w:rPr>
                <w:sz w:val="24"/>
                <w:szCs w:val="24"/>
                <w:lang w:eastAsia="ru-RU"/>
              </w:rPr>
              <w:t xml:space="preserve"> </w:t>
            </w:r>
          </w:p>
          <w:p w:rsidR="00724570" w:rsidRDefault="00724570" w:rsidP="00DD314F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DD314F" w:rsidRDefault="00DD314F" w:rsidP="00DD314F">
            <w:pPr>
              <w:spacing w:line="267" w:lineRule="exact"/>
              <w:ind w:left="108"/>
              <w:rPr>
                <w:sz w:val="24"/>
                <w:szCs w:val="24"/>
                <w:lang w:eastAsia="ru-RU"/>
              </w:rPr>
            </w:pP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ПРб.02.</w:t>
            </w:r>
            <w:r>
              <w:rPr>
                <w:sz w:val="24"/>
                <w:szCs w:val="24"/>
                <w:lang w:eastAsia="ru-RU"/>
              </w:rPr>
              <w:t xml:space="preserve"> сформированность представл</w:t>
            </w:r>
            <w:r>
              <w:rPr>
                <w:sz w:val="24"/>
                <w:szCs w:val="24"/>
                <w:lang w:eastAsia="ru-RU"/>
              </w:rPr>
              <w:t>е</w:t>
            </w:r>
            <w:r>
              <w:rPr>
                <w:sz w:val="24"/>
                <w:szCs w:val="24"/>
                <w:lang w:eastAsia="ru-RU"/>
              </w:rPr>
              <w:t>ний об изобразительно-выразительных возможностях русского языка;</w:t>
            </w:r>
          </w:p>
          <w:p w:rsidR="00724570" w:rsidRDefault="00724570" w:rsidP="00DD314F">
            <w:pPr>
              <w:spacing w:line="267" w:lineRule="exact"/>
              <w:ind w:left="108"/>
              <w:rPr>
                <w:sz w:val="24"/>
              </w:rPr>
            </w:pPr>
          </w:p>
          <w:p w:rsidR="00DD314F" w:rsidRDefault="00DD314F" w:rsidP="00DD314F">
            <w:pPr>
              <w:spacing w:line="240" w:lineRule="auto"/>
              <w:ind w:left="108" w:right="99"/>
              <w:rPr>
                <w:sz w:val="24"/>
                <w:szCs w:val="24"/>
                <w:lang w:eastAsia="ru-RU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ПРб.03.</w:t>
            </w:r>
            <w:r>
              <w:rPr>
                <w:sz w:val="24"/>
                <w:szCs w:val="24"/>
                <w:lang w:eastAsia="ru-RU"/>
              </w:rPr>
              <w:t xml:space="preserve"> сформированность умений учитывать исторический, историко-культурный контекст и контекст тво</w:t>
            </w:r>
            <w:r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чества писателя в процессе анализа х</w:t>
            </w:r>
            <w:r>
              <w:rPr>
                <w:sz w:val="24"/>
                <w:szCs w:val="24"/>
                <w:lang w:eastAsia="ru-RU"/>
              </w:rPr>
              <w:t>у</w:t>
            </w:r>
            <w:r>
              <w:rPr>
                <w:sz w:val="24"/>
                <w:szCs w:val="24"/>
                <w:lang w:eastAsia="ru-RU"/>
              </w:rPr>
              <w:t>дожественного произведения;</w:t>
            </w:r>
          </w:p>
          <w:p w:rsidR="00724570" w:rsidRDefault="00724570" w:rsidP="00DD314F">
            <w:pPr>
              <w:spacing w:line="240" w:lineRule="auto"/>
              <w:ind w:left="108" w:right="99"/>
              <w:rPr>
                <w:sz w:val="24"/>
              </w:rPr>
            </w:pPr>
          </w:p>
          <w:p w:rsidR="00DD314F" w:rsidRDefault="00DD314F" w:rsidP="00DD314F">
            <w:pPr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ПРб.04.</w:t>
            </w:r>
            <w:r>
              <w:rPr>
                <w:sz w:val="24"/>
                <w:szCs w:val="24"/>
                <w:lang w:eastAsia="ru-RU"/>
              </w:rPr>
              <w:t xml:space="preserve"> способность выявлять в худ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жественных текстах образы, темы и проблемы и выражать свое отношение к ним в развернутых аргументирова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lastRenderedPageBreak/>
              <w:t>ных устных и письменных высказыв</w:t>
            </w:r>
            <w:r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>ниях;</w:t>
            </w:r>
          </w:p>
          <w:p w:rsidR="00DD314F" w:rsidRDefault="00DD314F" w:rsidP="00DD314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ПРб.05.</w:t>
            </w:r>
            <w:r>
              <w:rPr>
                <w:sz w:val="24"/>
                <w:szCs w:val="24"/>
                <w:lang w:eastAsia="ru-RU"/>
              </w:rPr>
              <w:t xml:space="preserve"> овладение навыками анализа х</w:t>
            </w:r>
            <w:r>
              <w:rPr>
                <w:sz w:val="24"/>
                <w:szCs w:val="24"/>
                <w:lang w:eastAsia="ru-RU"/>
              </w:rPr>
              <w:t>у</w:t>
            </w:r>
            <w:r>
              <w:rPr>
                <w:sz w:val="24"/>
                <w:szCs w:val="24"/>
                <w:lang w:eastAsia="ru-RU"/>
              </w:rPr>
              <w:t>дожественных произведений с учетом их жанрово-родовой специфики; осознание художественной картины жизни, созда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ной в литературном произведении, в единстве эмоционального личностного восприятия и интеллектуального пон</w:t>
            </w:r>
            <w:r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мания; </w:t>
            </w:r>
          </w:p>
          <w:p w:rsidR="00522509" w:rsidRDefault="00DD314F" w:rsidP="00DD314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ПРб.06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сформированность представлений о системе стилей языка художественной литературы</w:t>
            </w: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2. Организовывать собственную деятел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ь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ность, выбирать типовые методы и способы выполнения профессиональных задач, оцен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вать их эффективность и качество.</w:t>
            </w:r>
          </w:p>
          <w:p w:rsidR="00522509" w:rsidRDefault="00522509">
            <w:pPr>
              <w:spacing w:line="240" w:lineRule="auto"/>
              <w:ind w:left="107" w:right="100"/>
              <w:rPr>
                <w:sz w:val="24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3. Принимать решения в стандартных и 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стандартных ситуациях и нести за них отве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т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ственность.</w:t>
            </w:r>
          </w:p>
          <w:p w:rsidR="00522509" w:rsidRDefault="00522509">
            <w:pPr>
              <w:spacing w:line="264" w:lineRule="exact"/>
              <w:ind w:left="107"/>
              <w:rPr>
                <w:sz w:val="24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сионального и личностного развития.</w:t>
            </w:r>
          </w:p>
          <w:p w:rsidR="00522509" w:rsidRDefault="00522509">
            <w:pPr>
              <w:spacing w:line="270" w:lineRule="atLeast"/>
              <w:ind w:left="107" w:right="98"/>
              <w:rPr>
                <w:sz w:val="24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нальной деятельности.</w:t>
            </w:r>
          </w:p>
          <w:p w:rsidR="00522509" w:rsidRDefault="00522509">
            <w:pPr>
              <w:spacing w:line="270" w:lineRule="atLeast"/>
              <w:ind w:left="17" w:right="98"/>
              <w:rPr>
                <w:sz w:val="24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hd w:val="clear" w:color="auto" w:fill="FFFFFF"/>
              <w:spacing w:line="240" w:lineRule="auto"/>
              <w:rPr>
                <w:sz w:val="24"/>
                <w:szCs w:val="20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ОК 6. Работать в коллективе и команде, э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ф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фективно общаться с коллегами, руково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ством, потребителями.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22272F"/>
                <w:sz w:val="23"/>
                <w:szCs w:val="23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8. Самостоятельно определять задачи пр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фессионального и личностного развития, з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ниматься самообразованием, осознанно план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ровать повышение квалификации.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22509" w:rsidTr="0052250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509" w:rsidRDefault="00522509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ОК 9. Ориентироваться в условиях частой см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е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ны технологий в профессиональной деятельн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сти.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9" w:rsidRDefault="0052250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22509" w:rsidRDefault="00522509" w:rsidP="00522509">
      <w:pPr>
        <w:widowControl w:val="0"/>
        <w:autoSpaceDE w:val="0"/>
        <w:autoSpaceDN w:val="0"/>
        <w:spacing w:before="2" w:line="240" w:lineRule="auto"/>
        <w:rPr>
          <w:rFonts w:ascii="Times New Roman" w:eastAsia="Times New Roman" w:hAnsi="Times New Roman"/>
          <w:b/>
          <w:sz w:val="27"/>
          <w:szCs w:val="28"/>
        </w:rPr>
      </w:pPr>
    </w:p>
    <w:p w:rsidR="00522509" w:rsidRDefault="00522509" w:rsidP="00522509">
      <w:pPr>
        <w:widowControl w:val="0"/>
        <w:autoSpaceDE w:val="0"/>
        <w:autoSpaceDN w:val="0"/>
        <w:spacing w:before="2" w:line="240" w:lineRule="auto"/>
        <w:jc w:val="center"/>
        <w:rPr>
          <w:rFonts w:ascii="Times New Roman" w:eastAsia="Times New Roman" w:hAnsi="Times New Roman"/>
          <w:sz w:val="27"/>
          <w:szCs w:val="28"/>
        </w:rPr>
      </w:pPr>
    </w:p>
    <w:p w:rsidR="00CE46A4" w:rsidRDefault="00CE46A4" w:rsidP="00CE46A4">
      <w:pPr>
        <w:widowControl w:val="0"/>
        <w:tabs>
          <w:tab w:val="left" w:pos="624"/>
        </w:tabs>
        <w:autoSpaceDE w:val="0"/>
        <w:autoSpaceDN w:val="0"/>
        <w:spacing w:before="81" w:line="240" w:lineRule="auto"/>
        <w:ind w:left="-517" w:right="327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sectPr w:rsidR="00CE46A4" w:rsidSect="00522509">
      <w:footerReference w:type="default" r:id="rId13"/>
      <w:pgSz w:w="11906" w:h="16838"/>
      <w:pgMar w:top="851" w:right="850" w:bottom="851" w:left="1701" w:header="708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301" w:rsidRDefault="00D33301" w:rsidP="00FF42F0">
      <w:pPr>
        <w:spacing w:line="240" w:lineRule="auto"/>
      </w:pPr>
      <w:r>
        <w:separator/>
      </w:r>
    </w:p>
  </w:endnote>
  <w:endnote w:type="continuationSeparator" w:id="0">
    <w:p w:rsidR="00D33301" w:rsidRDefault="00D33301" w:rsidP="00FF4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Italic">
    <w:altName w:val="Times New Roman"/>
    <w:charset w:val="00"/>
    <w:family w:val="roman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EE" w:rsidRDefault="007D12E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4FCF">
      <w:rPr>
        <w:noProof/>
      </w:rPr>
      <w:t>2</w:t>
    </w:r>
    <w:r>
      <w:rPr>
        <w:noProof/>
      </w:rPr>
      <w:fldChar w:fldCharType="end"/>
    </w:r>
  </w:p>
  <w:p w:rsidR="007D12EE" w:rsidRDefault="007D12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301" w:rsidRDefault="00D33301" w:rsidP="00FF42F0">
      <w:pPr>
        <w:spacing w:line="240" w:lineRule="auto"/>
      </w:pPr>
      <w:r>
        <w:separator/>
      </w:r>
    </w:p>
  </w:footnote>
  <w:footnote w:type="continuationSeparator" w:id="0">
    <w:p w:rsidR="00D33301" w:rsidRDefault="00D33301" w:rsidP="00FF42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FAF17A"/>
    <w:lvl w:ilvl="0">
      <w:numFmt w:val="bullet"/>
      <w:lvlText w:val="*"/>
      <w:lvlJc w:val="left"/>
    </w:lvl>
  </w:abstractNum>
  <w:abstractNum w:abstractNumId="1">
    <w:nsid w:val="12D075C8"/>
    <w:multiLevelType w:val="hybridMultilevel"/>
    <w:tmpl w:val="9D066B9A"/>
    <w:lvl w:ilvl="0" w:tplc="CA12BC90">
      <w:start w:val="2"/>
      <w:numFmt w:val="decimal"/>
      <w:lvlText w:val="1.%1."/>
      <w:lvlJc w:val="left"/>
      <w:pPr>
        <w:ind w:left="120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">
    <w:nsid w:val="18D26007"/>
    <w:multiLevelType w:val="multilevel"/>
    <w:tmpl w:val="65666DB4"/>
    <w:lvl w:ilvl="0">
      <w:start w:val="19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194" w:hanging="8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>
    <w:nsid w:val="1A1B263E"/>
    <w:multiLevelType w:val="multilevel"/>
    <w:tmpl w:val="90A44D0A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4">
    <w:nsid w:val="266E0F8F"/>
    <w:multiLevelType w:val="multilevel"/>
    <w:tmpl w:val="0D304E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C420E7D"/>
    <w:multiLevelType w:val="singleLevel"/>
    <w:tmpl w:val="CA12BC90"/>
    <w:lvl w:ilvl="0">
      <w:start w:val="2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6">
    <w:nsid w:val="372079D7"/>
    <w:multiLevelType w:val="hybridMultilevel"/>
    <w:tmpl w:val="0FA4459E"/>
    <w:lvl w:ilvl="0" w:tplc="CA12BC90">
      <w:start w:val="2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9118C"/>
    <w:multiLevelType w:val="multilevel"/>
    <w:tmpl w:val="ABA66DE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4"/>
      </w:rPr>
    </w:lvl>
    <w:lvl w:ilvl="1">
      <w:start w:val="3"/>
      <w:numFmt w:val="decimal"/>
      <w:lvlText w:val="%1.%2."/>
      <w:lvlJc w:val="left"/>
      <w:pPr>
        <w:ind w:left="1210" w:hanging="720"/>
      </w:pPr>
      <w:rPr>
        <w:rFonts w:eastAsia="Calibr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eastAsia="Calibri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550" w:hanging="1080"/>
      </w:pPr>
      <w:rPr>
        <w:rFonts w:eastAsia="Calibri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eastAsia="Calibri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890" w:hanging="1440"/>
      </w:pPr>
      <w:rPr>
        <w:rFonts w:eastAsia="Calibri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740" w:hanging="1800"/>
      </w:pPr>
      <w:rPr>
        <w:rFonts w:eastAsia="Calibri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230" w:hanging="1800"/>
      </w:pPr>
      <w:rPr>
        <w:rFonts w:eastAsia="Calibri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080" w:hanging="2160"/>
      </w:pPr>
      <w:rPr>
        <w:rFonts w:eastAsia="Calibri" w:hint="default"/>
        <w:b/>
        <w:sz w:val="24"/>
      </w:rPr>
    </w:lvl>
  </w:abstractNum>
  <w:abstractNum w:abstractNumId="8">
    <w:nsid w:val="45E76CEB"/>
    <w:multiLevelType w:val="hybridMultilevel"/>
    <w:tmpl w:val="2F2AB4E2"/>
    <w:lvl w:ilvl="0" w:tplc="C5FA80B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B75B4"/>
    <w:multiLevelType w:val="multilevel"/>
    <w:tmpl w:val="974CD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  <w:b/>
      </w:rPr>
    </w:lvl>
  </w:abstractNum>
  <w:abstractNum w:abstractNumId="10">
    <w:nsid w:val="54B20A2C"/>
    <w:multiLevelType w:val="hybridMultilevel"/>
    <w:tmpl w:val="F2509C12"/>
    <w:lvl w:ilvl="0" w:tplc="1BF83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C5675"/>
    <w:multiLevelType w:val="multilevel"/>
    <w:tmpl w:val="23327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EE215BA"/>
    <w:multiLevelType w:val="singleLevel"/>
    <w:tmpl w:val="51D4B988"/>
    <w:lvl w:ilvl="0">
      <w:start w:val="27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73CD3F4F"/>
    <w:multiLevelType w:val="multilevel"/>
    <w:tmpl w:val="EAEE6E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E3"/>
    <w:rsid w:val="00000C84"/>
    <w:rsid w:val="000045C0"/>
    <w:rsid w:val="000140A9"/>
    <w:rsid w:val="000267A9"/>
    <w:rsid w:val="00034629"/>
    <w:rsid w:val="00043037"/>
    <w:rsid w:val="000471EF"/>
    <w:rsid w:val="00053BBF"/>
    <w:rsid w:val="00057C6D"/>
    <w:rsid w:val="00065EB7"/>
    <w:rsid w:val="000702B2"/>
    <w:rsid w:val="00070B26"/>
    <w:rsid w:val="00072491"/>
    <w:rsid w:val="00073E91"/>
    <w:rsid w:val="00080FE1"/>
    <w:rsid w:val="000820C9"/>
    <w:rsid w:val="00093D6E"/>
    <w:rsid w:val="000A445F"/>
    <w:rsid w:val="000A5F13"/>
    <w:rsid w:val="000B7295"/>
    <w:rsid w:val="000C2E85"/>
    <w:rsid w:val="000D39A5"/>
    <w:rsid w:val="000E2906"/>
    <w:rsid w:val="000E448D"/>
    <w:rsid w:val="000E4ABA"/>
    <w:rsid w:val="000F2597"/>
    <w:rsid w:val="001066C2"/>
    <w:rsid w:val="001177CC"/>
    <w:rsid w:val="0012376F"/>
    <w:rsid w:val="00136621"/>
    <w:rsid w:val="00144B4E"/>
    <w:rsid w:val="00153A2F"/>
    <w:rsid w:val="00153E27"/>
    <w:rsid w:val="001552F1"/>
    <w:rsid w:val="00156AA2"/>
    <w:rsid w:val="00157B5A"/>
    <w:rsid w:val="00164B8E"/>
    <w:rsid w:val="0016674B"/>
    <w:rsid w:val="00173FAE"/>
    <w:rsid w:val="00174036"/>
    <w:rsid w:val="001759AB"/>
    <w:rsid w:val="00183917"/>
    <w:rsid w:val="00191C7B"/>
    <w:rsid w:val="001955C2"/>
    <w:rsid w:val="001956C0"/>
    <w:rsid w:val="001A282F"/>
    <w:rsid w:val="001A3668"/>
    <w:rsid w:val="001A7EB6"/>
    <w:rsid w:val="001B0D9C"/>
    <w:rsid w:val="001B33A7"/>
    <w:rsid w:val="001B4799"/>
    <w:rsid w:val="001B5AE6"/>
    <w:rsid w:val="001B6AC6"/>
    <w:rsid w:val="001C1541"/>
    <w:rsid w:val="001C2352"/>
    <w:rsid w:val="001D5B47"/>
    <w:rsid w:val="001E77FD"/>
    <w:rsid w:val="001F36A8"/>
    <w:rsid w:val="001F4B3C"/>
    <w:rsid w:val="001F59A1"/>
    <w:rsid w:val="00207D7E"/>
    <w:rsid w:val="00211504"/>
    <w:rsid w:val="00214F27"/>
    <w:rsid w:val="00220D48"/>
    <w:rsid w:val="0022586A"/>
    <w:rsid w:val="002427C1"/>
    <w:rsid w:val="00243DA6"/>
    <w:rsid w:val="00244FB5"/>
    <w:rsid w:val="00245A3F"/>
    <w:rsid w:val="002464DC"/>
    <w:rsid w:val="0024789E"/>
    <w:rsid w:val="00250F78"/>
    <w:rsid w:val="00253580"/>
    <w:rsid w:val="00266F78"/>
    <w:rsid w:val="00271FB5"/>
    <w:rsid w:val="00272365"/>
    <w:rsid w:val="00276FAA"/>
    <w:rsid w:val="0029375B"/>
    <w:rsid w:val="00295F7C"/>
    <w:rsid w:val="002A318E"/>
    <w:rsid w:val="002A5E07"/>
    <w:rsid w:val="002A69A7"/>
    <w:rsid w:val="002B0B98"/>
    <w:rsid w:val="002B7844"/>
    <w:rsid w:val="002B7F5D"/>
    <w:rsid w:val="002C2787"/>
    <w:rsid w:val="002C3221"/>
    <w:rsid w:val="002C4229"/>
    <w:rsid w:val="002D2420"/>
    <w:rsid w:val="002E0EDF"/>
    <w:rsid w:val="002E202F"/>
    <w:rsid w:val="002E44A3"/>
    <w:rsid w:val="002F3EE5"/>
    <w:rsid w:val="002F6066"/>
    <w:rsid w:val="002F71FE"/>
    <w:rsid w:val="002F7854"/>
    <w:rsid w:val="00300C91"/>
    <w:rsid w:val="00305A23"/>
    <w:rsid w:val="003072CB"/>
    <w:rsid w:val="003113C2"/>
    <w:rsid w:val="00314D75"/>
    <w:rsid w:val="00323E15"/>
    <w:rsid w:val="00324A77"/>
    <w:rsid w:val="00331813"/>
    <w:rsid w:val="003347AE"/>
    <w:rsid w:val="00337631"/>
    <w:rsid w:val="00355EFD"/>
    <w:rsid w:val="00357500"/>
    <w:rsid w:val="00374397"/>
    <w:rsid w:val="00397565"/>
    <w:rsid w:val="003A0CA0"/>
    <w:rsid w:val="003A2C71"/>
    <w:rsid w:val="003A6D15"/>
    <w:rsid w:val="003B0DFE"/>
    <w:rsid w:val="003B7746"/>
    <w:rsid w:val="003C493F"/>
    <w:rsid w:val="003C6C8E"/>
    <w:rsid w:val="003C7A2C"/>
    <w:rsid w:val="003D1F95"/>
    <w:rsid w:val="003D4E94"/>
    <w:rsid w:val="003D5689"/>
    <w:rsid w:val="003E3526"/>
    <w:rsid w:val="003E3C0A"/>
    <w:rsid w:val="004040D2"/>
    <w:rsid w:val="00407EBB"/>
    <w:rsid w:val="00421B70"/>
    <w:rsid w:val="00423F01"/>
    <w:rsid w:val="0042402B"/>
    <w:rsid w:val="00426AF7"/>
    <w:rsid w:val="00430811"/>
    <w:rsid w:val="004309A5"/>
    <w:rsid w:val="004335AB"/>
    <w:rsid w:val="00433A85"/>
    <w:rsid w:val="00436096"/>
    <w:rsid w:val="00443838"/>
    <w:rsid w:val="004502BA"/>
    <w:rsid w:val="00455237"/>
    <w:rsid w:val="0045539E"/>
    <w:rsid w:val="004669A1"/>
    <w:rsid w:val="004761E1"/>
    <w:rsid w:val="00476AAE"/>
    <w:rsid w:val="00477271"/>
    <w:rsid w:val="0048633E"/>
    <w:rsid w:val="0049553A"/>
    <w:rsid w:val="004964E3"/>
    <w:rsid w:val="004975F3"/>
    <w:rsid w:val="004A2B89"/>
    <w:rsid w:val="004A3AAE"/>
    <w:rsid w:val="004B2D98"/>
    <w:rsid w:val="004B2F26"/>
    <w:rsid w:val="004B798C"/>
    <w:rsid w:val="004C45BB"/>
    <w:rsid w:val="004D7823"/>
    <w:rsid w:val="004E06CA"/>
    <w:rsid w:val="004E5019"/>
    <w:rsid w:val="004F01A8"/>
    <w:rsid w:val="004F142F"/>
    <w:rsid w:val="004F1EA7"/>
    <w:rsid w:val="004F306E"/>
    <w:rsid w:val="00500E08"/>
    <w:rsid w:val="00501ACB"/>
    <w:rsid w:val="005051F4"/>
    <w:rsid w:val="00510556"/>
    <w:rsid w:val="00514D66"/>
    <w:rsid w:val="00520758"/>
    <w:rsid w:val="00522509"/>
    <w:rsid w:val="0053276B"/>
    <w:rsid w:val="005424F8"/>
    <w:rsid w:val="00545254"/>
    <w:rsid w:val="00551C02"/>
    <w:rsid w:val="00565606"/>
    <w:rsid w:val="00565E25"/>
    <w:rsid w:val="00567A73"/>
    <w:rsid w:val="0057089C"/>
    <w:rsid w:val="00580873"/>
    <w:rsid w:val="005868BB"/>
    <w:rsid w:val="00590A07"/>
    <w:rsid w:val="005925F0"/>
    <w:rsid w:val="0059492E"/>
    <w:rsid w:val="00596054"/>
    <w:rsid w:val="005A470B"/>
    <w:rsid w:val="005C1CB1"/>
    <w:rsid w:val="005C29F6"/>
    <w:rsid w:val="005D3373"/>
    <w:rsid w:val="005D7867"/>
    <w:rsid w:val="005E4B57"/>
    <w:rsid w:val="005F15CD"/>
    <w:rsid w:val="005F7A86"/>
    <w:rsid w:val="00605D5C"/>
    <w:rsid w:val="006107D7"/>
    <w:rsid w:val="0061170F"/>
    <w:rsid w:val="006136AB"/>
    <w:rsid w:val="00617CA9"/>
    <w:rsid w:val="00621B56"/>
    <w:rsid w:val="00626A8F"/>
    <w:rsid w:val="00626D14"/>
    <w:rsid w:val="00634653"/>
    <w:rsid w:val="00636072"/>
    <w:rsid w:val="00640533"/>
    <w:rsid w:val="0064282D"/>
    <w:rsid w:val="00645C82"/>
    <w:rsid w:val="00647955"/>
    <w:rsid w:val="00654A2F"/>
    <w:rsid w:val="0066405E"/>
    <w:rsid w:val="006711C6"/>
    <w:rsid w:val="006762E3"/>
    <w:rsid w:val="00690BD0"/>
    <w:rsid w:val="006920D8"/>
    <w:rsid w:val="00695D4C"/>
    <w:rsid w:val="006A0C8C"/>
    <w:rsid w:val="006B4726"/>
    <w:rsid w:val="006B6E83"/>
    <w:rsid w:val="006C3B56"/>
    <w:rsid w:val="006C5946"/>
    <w:rsid w:val="006D3A26"/>
    <w:rsid w:val="006D3C40"/>
    <w:rsid w:val="006E27C5"/>
    <w:rsid w:val="006E4B2F"/>
    <w:rsid w:val="006F5CD4"/>
    <w:rsid w:val="006F72D0"/>
    <w:rsid w:val="00702501"/>
    <w:rsid w:val="007057A7"/>
    <w:rsid w:val="007065A0"/>
    <w:rsid w:val="00707B69"/>
    <w:rsid w:val="007116E9"/>
    <w:rsid w:val="00715961"/>
    <w:rsid w:val="00716F9C"/>
    <w:rsid w:val="00717990"/>
    <w:rsid w:val="00724570"/>
    <w:rsid w:val="00741752"/>
    <w:rsid w:val="00750B29"/>
    <w:rsid w:val="00756EBF"/>
    <w:rsid w:val="0076799A"/>
    <w:rsid w:val="007715B1"/>
    <w:rsid w:val="0077226E"/>
    <w:rsid w:val="00772A05"/>
    <w:rsid w:val="00776FEA"/>
    <w:rsid w:val="00791045"/>
    <w:rsid w:val="00795381"/>
    <w:rsid w:val="00795AA1"/>
    <w:rsid w:val="007A2FDF"/>
    <w:rsid w:val="007A433D"/>
    <w:rsid w:val="007B4F72"/>
    <w:rsid w:val="007C006D"/>
    <w:rsid w:val="007C3E26"/>
    <w:rsid w:val="007C6C06"/>
    <w:rsid w:val="007D12EE"/>
    <w:rsid w:val="007E56D5"/>
    <w:rsid w:val="007F1249"/>
    <w:rsid w:val="007F3579"/>
    <w:rsid w:val="007F4344"/>
    <w:rsid w:val="007F527B"/>
    <w:rsid w:val="007F5310"/>
    <w:rsid w:val="007F715D"/>
    <w:rsid w:val="00802A42"/>
    <w:rsid w:val="00804D78"/>
    <w:rsid w:val="008141BB"/>
    <w:rsid w:val="00826103"/>
    <w:rsid w:val="00827F5D"/>
    <w:rsid w:val="0083112F"/>
    <w:rsid w:val="00832A72"/>
    <w:rsid w:val="00836069"/>
    <w:rsid w:val="00840F09"/>
    <w:rsid w:val="00842613"/>
    <w:rsid w:val="00846B51"/>
    <w:rsid w:val="008516D7"/>
    <w:rsid w:val="00853123"/>
    <w:rsid w:val="00866736"/>
    <w:rsid w:val="008741C0"/>
    <w:rsid w:val="00876894"/>
    <w:rsid w:val="00880E0F"/>
    <w:rsid w:val="00886295"/>
    <w:rsid w:val="00887D24"/>
    <w:rsid w:val="0089125B"/>
    <w:rsid w:val="008A35EF"/>
    <w:rsid w:val="008A62AF"/>
    <w:rsid w:val="008B2B91"/>
    <w:rsid w:val="008B3484"/>
    <w:rsid w:val="008B6321"/>
    <w:rsid w:val="008B7253"/>
    <w:rsid w:val="008C334B"/>
    <w:rsid w:val="008C68A3"/>
    <w:rsid w:val="008D019D"/>
    <w:rsid w:val="008D17ED"/>
    <w:rsid w:val="008D6C8A"/>
    <w:rsid w:val="008E11D8"/>
    <w:rsid w:val="008E5DDB"/>
    <w:rsid w:val="008F7FE0"/>
    <w:rsid w:val="00900EB2"/>
    <w:rsid w:val="00912CA6"/>
    <w:rsid w:val="00914FCF"/>
    <w:rsid w:val="00917FBB"/>
    <w:rsid w:val="00924E2D"/>
    <w:rsid w:val="00930285"/>
    <w:rsid w:val="00936DAB"/>
    <w:rsid w:val="00952DBC"/>
    <w:rsid w:val="009613AC"/>
    <w:rsid w:val="0096249E"/>
    <w:rsid w:val="00965980"/>
    <w:rsid w:val="00966A0F"/>
    <w:rsid w:val="0096799B"/>
    <w:rsid w:val="009704AB"/>
    <w:rsid w:val="00974BF8"/>
    <w:rsid w:val="00982523"/>
    <w:rsid w:val="00982E86"/>
    <w:rsid w:val="009902F2"/>
    <w:rsid w:val="0099511D"/>
    <w:rsid w:val="009960A8"/>
    <w:rsid w:val="009961C5"/>
    <w:rsid w:val="009A1FAD"/>
    <w:rsid w:val="009A7205"/>
    <w:rsid w:val="009C3D02"/>
    <w:rsid w:val="009C3F60"/>
    <w:rsid w:val="009C4B83"/>
    <w:rsid w:val="009D02B1"/>
    <w:rsid w:val="009D13B5"/>
    <w:rsid w:val="009D4BCB"/>
    <w:rsid w:val="009D619E"/>
    <w:rsid w:val="009D699E"/>
    <w:rsid w:val="009D7BA9"/>
    <w:rsid w:val="009E09C9"/>
    <w:rsid w:val="009F02A4"/>
    <w:rsid w:val="009F3C5B"/>
    <w:rsid w:val="009F4C92"/>
    <w:rsid w:val="009F52C4"/>
    <w:rsid w:val="00A0295D"/>
    <w:rsid w:val="00A22A1C"/>
    <w:rsid w:val="00A33D52"/>
    <w:rsid w:val="00A40412"/>
    <w:rsid w:val="00A43499"/>
    <w:rsid w:val="00A46357"/>
    <w:rsid w:val="00A634DA"/>
    <w:rsid w:val="00A63A2B"/>
    <w:rsid w:val="00A71294"/>
    <w:rsid w:val="00A723C3"/>
    <w:rsid w:val="00A77652"/>
    <w:rsid w:val="00A850A4"/>
    <w:rsid w:val="00A90A47"/>
    <w:rsid w:val="00AB2802"/>
    <w:rsid w:val="00AB418B"/>
    <w:rsid w:val="00AB7DC7"/>
    <w:rsid w:val="00AC42C8"/>
    <w:rsid w:val="00AC5ACB"/>
    <w:rsid w:val="00AC7DC0"/>
    <w:rsid w:val="00AD084A"/>
    <w:rsid w:val="00AD0ADA"/>
    <w:rsid w:val="00AD5075"/>
    <w:rsid w:val="00AD5FDF"/>
    <w:rsid w:val="00AE0D34"/>
    <w:rsid w:val="00AE3D78"/>
    <w:rsid w:val="00AE5439"/>
    <w:rsid w:val="00AF3493"/>
    <w:rsid w:val="00B05A7D"/>
    <w:rsid w:val="00B122F9"/>
    <w:rsid w:val="00B213E3"/>
    <w:rsid w:val="00B33DAC"/>
    <w:rsid w:val="00B34740"/>
    <w:rsid w:val="00B36C44"/>
    <w:rsid w:val="00B424E5"/>
    <w:rsid w:val="00B46F36"/>
    <w:rsid w:val="00B51F99"/>
    <w:rsid w:val="00B564AE"/>
    <w:rsid w:val="00B60256"/>
    <w:rsid w:val="00B6180C"/>
    <w:rsid w:val="00B65C9F"/>
    <w:rsid w:val="00B769BA"/>
    <w:rsid w:val="00B77B8F"/>
    <w:rsid w:val="00B80D42"/>
    <w:rsid w:val="00B830EE"/>
    <w:rsid w:val="00B83B8C"/>
    <w:rsid w:val="00B87D8D"/>
    <w:rsid w:val="00B91A18"/>
    <w:rsid w:val="00B95016"/>
    <w:rsid w:val="00B9569C"/>
    <w:rsid w:val="00B957BD"/>
    <w:rsid w:val="00B97E1B"/>
    <w:rsid w:val="00BA196E"/>
    <w:rsid w:val="00BA778C"/>
    <w:rsid w:val="00BA7E05"/>
    <w:rsid w:val="00BB1B29"/>
    <w:rsid w:val="00BB67E3"/>
    <w:rsid w:val="00BC56ED"/>
    <w:rsid w:val="00BC5F9F"/>
    <w:rsid w:val="00BC72F8"/>
    <w:rsid w:val="00BD01E9"/>
    <w:rsid w:val="00BD07AB"/>
    <w:rsid w:val="00BD1B68"/>
    <w:rsid w:val="00BE2F13"/>
    <w:rsid w:val="00BE3791"/>
    <w:rsid w:val="00BF5143"/>
    <w:rsid w:val="00BF5958"/>
    <w:rsid w:val="00C10178"/>
    <w:rsid w:val="00C12AAA"/>
    <w:rsid w:val="00C2341C"/>
    <w:rsid w:val="00C3397A"/>
    <w:rsid w:val="00C35D38"/>
    <w:rsid w:val="00C42767"/>
    <w:rsid w:val="00C45580"/>
    <w:rsid w:val="00C567F2"/>
    <w:rsid w:val="00C630BA"/>
    <w:rsid w:val="00C720CE"/>
    <w:rsid w:val="00C742E7"/>
    <w:rsid w:val="00C84207"/>
    <w:rsid w:val="00C86F12"/>
    <w:rsid w:val="00C872D1"/>
    <w:rsid w:val="00C8741A"/>
    <w:rsid w:val="00C97E9E"/>
    <w:rsid w:val="00CA1786"/>
    <w:rsid w:val="00CA67F8"/>
    <w:rsid w:val="00CB08A6"/>
    <w:rsid w:val="00CB1A8B"/>
    <w:rsid w:val="00CC1D03"/>
    <w:rsid w:val="00CD0C64"/>
    <w:rsid w:val="00CD3425"/>
    <w:rsid w:val="00CD6AAC"/>
    <w:rsid w:val="00CE46A4"/>
    <w:rsid w:val="00CF70D5"/>
    <w:rsid w:val="00CF7862"/>
    <w:rsid w:val="00D00D8B"/>
    <w:rsid w:val="00D01F67"/>
    <w:rsid w:val="00D030E4"/>
    <w:rsid w:val="00D04A1B"/>
    <w:rsid w:val="00D16D03"/>
    <w:rsid w:val="00D17532"/>
    <w:rsid w:val="00D176A1"/>
    <w:rsid w:val="00D25B7D"/>
    <w:rsid w:val="00D25E76"/>
    <w:rsid w:val="00D31BF1"/>
    <w:rsid w:val="00D3321D"/>
    <w:rsid w:val="00D33301"/>
    <w:rsid w:val="00D3602B"/>
    <w:rsid w:val="00D3777A"/>
    <w:rsid w:val="00D4150B"/>
    <w:rsid w:val="00D45845"/>
    <w:rsid w:val="00D52E39"/>
    <w:rsid w:val="00D5505C"/>
    <w:rsid w:val="00D55293"/>
    <w:rsid w:val="00D61D80"/>
    <w:rsid w:val="00D64B00"/>
    <w:rsid w:val="00D65454"/>
    <w:rsid w:val="00D71C8D"/>
    <w:rsid w:val="00D80669"/>
    <w:rsid w:val="00D80EB4"/>
    <w:rsid w:val="00D85756"/>
    <w:rsid w:val="00D904A8"/>
    <w:rsid w:val="00D91061"/>
    <w:rsid w:val="00D94AB1"/>
    <w:rsid w:val="00DA4AE8"/>
    <w:rsid w:val="00DA7C1E"/>
    <w:rsid w:val="00DB0E4E"/>
    <w:rsid w:val="00DB2B3C"/>
    <w:rsid w:val="00DB3092"/>
    <w:rsid w:val="00DB368D"/>
    <w:rsid w:val="00DC21B2"/>
    <w:rsid w:val="00DC27FA"/>
    <w:rsid w:val="00DC573C"/>
    <w:rsid w:val="00DC619B"/>
    <w:rsid w:val="00DC7AD4"/>
    <w:rsid w:val="00DD314F"/>
    <w:rsid w:val="00DD421B"/>
    <w:rsid w:val="00DD44F2"/>
    <w:rsid w:val="00DD7085"/>
    <w:rsid w:val="00DE2D88"/>
    <w:rsid w:val="00DF37D4"/>
    <w:rsid w:val="00DF3957"/>
    <w:rsid w:val="00DF66D7"/>
    <w:rsid w:val="00E014BE"/>
    <w:rsid w:val="00E015E3"/>
    <w:rsid w:val="00E070CB"/>
    <w:rsid w:val="00E10204"/>
    <w:rsid w:val="00E155DF"/>
    <w:rsid w:val="00E178DC"/>
    <w:rsid w:val="00E17CF1"/>
    <w:rsid w:val="00E21907"/>
    <w:rsid w:val="00E2200E"/>
    <w:rsid w:val="00E26F08"/>
    <w:rsid w:val="00E31938"/>
    <w:rsid w:val="00E423D9"/>
    <w:rsid w:val="00E43BDA"/>
    <w:rsid w:val="00E4685E"/>
    <w:rsid w:val="00E52AA5"/>
    <w:rsid w:val="00E5631D"/>
    <w:rsid w:val="00E6128C"/>
    <w:rsid w:val="00E655C0"/>
    <w:rsid w:val="00E65871"/>
    <w:rsid w:val="00E661A7"/>
    <w:rsid w:val="00E71C5D"/>
    <w:rsid w:val="00E73EE5"/>
    <w:rsid w:val="00E765EA"/>
    <w:rsid w:val="00E81174"/>
    <w:rsid w:val="00E856A8"/>
    <w:rsid w:val="00E86DC3"/>
    <w:rsid w:val="00E91BE5"/>
    <w:rsid w:val="00E943FB"/>
    <w:rsid w:val="00E949D5"/>
    <w:rsid w:val="00E97DA2"/>
    <w:rsid w:val="00EA144D"/>
    <w:rsid w:val="00EA1917"/>
    <w:rsid w:val="00EA5290"/>
    <w:rsid w:val="00EA5B37"/>
    <w:rsid w:val="00EB0690"/>
    <w:rsid w:val="00EB1800"/>
    <w:rsid w:val="00EC2280"/>
    <w:rsid w:val="00EC4739"/>
    <w:rsid w:val="00ED0ACC"/>
    <w:rsid w:val="00EE6781"/>
    <w:rsid w:val="00EF12A3"/>
    <w:rsid w:val="00EF2585"/>
    <w:rsid w:val="00EF35C1"/>
    <w:rsid w:val="00EF5F81"/>
    <w:rsid w:val="00F0193F"/>
    <w:rsid w:val="00F021B5"/>
    <w:rsid w:val="00F034D9"/>
    <w:rsid w:val="00F1652D"/>
    <w:rsid w:val="00F17C46"/>
    <w:rsid w:val="00F20BCA"/>
    <w:rsid w:val="00F22E38"/>
    <w:rsid w:val="00F24D9F"/>
    <w:rsid w:val="00F27C4C"/>
    <w:rsid w:val="00F27EB8"/>
    <w:rsid w:val="00F27FF1"/>
    <w:rsid w:val="00F30075"/>
    <w:rsid w:val="00F33E0F"/>
    <w:rsid w:val="00F40F9F"/>
    <w:rsid w:val="00F45290"/>
    <w:rsid w:val="00F52E9E"/>
    <w:rsid w:val="00F5308C"/>
    <w:rsid w:val="00F5625A"/>
    <w:rsid w:val="00F5712E"/>
    <w:rsid w:val="00F63149"/>
    <w:rsid w:val="00F81070"/>
    <w:rsid w:val="00F83790"/>
    <w:rsid w:val="00F85B90"/>
    <w:rsid w:val="00F96024"/>
    <w:rsid w:val="00F964C7"/>
    <w:rsid w:val="00F97F5B"/>
    <w:rsid w:val="00FA70FE"/>
    <w:rsid w:val="00FB69F0"/>
    <w:rsid w:val="00FC12FD"/>
    <w:rsid w:val="00FC62D3"/>
    <w:rsid w:val="00FD5939"/>
    <w:rsid w:val="00FD6AE9"/>
    <w:rsid w:val="00FD6DE1"/>
    <w:rsid w:val="00FD79FF"/>
    <w:rsid w:val="00FE07F1"/>
    <w:rsid w:val="00FE483F"/>
    <w:rsid w:val="00FF42F0"/>
    <w:rsid w:val="00FF433D"/>
    <w:rsid w:val="00FF4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03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920D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64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2F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2F0"/>
  </w:style>
  <w:style w:type="paragraph" w:styleId="a6">
    <w:name w:val="footer"/>
    <w:basedOn w:val="a"/>
    <w:link w:val="a7"/>
    <w:uiPriority w:val="99"/>
    <w:unhideWhenUsed/>
    <w:rsid w:val="00FF42F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2F0"/>
  </w:style>
  <w:style w:type="character" w:customStyle="1" w:styleId="10">
    <w:name w:val="Заголовок 1 Знак"/>
    <w:basedOn w:val="a0"/>
    <w:link w:val="1"/>
    <w:uiPriority w:val="9"/>
    <w:rsid w:val="006920D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266F78"/>
    <w:pPr>
      <w:widowControl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61D80"/>
    <w:pPr>
      <w:keepLines/>
      <w:spacing w:before="480" w:after="0"/>
      <w:jc w:val="left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50F78"/>
    <w:pPr>
      <w:tabs>
        <w:tab w:val="right" w:leader="dot" w:pos="9345"/>
      </w:tabs>
      <w:spacing w:line="360" w:lineRule="auto"/>
    </w:pPr>
  </w:style>
  <w:style w:type="character" w:styleId="aa">
    <w:name w:val="Hyperlink"/>
    <w:basedOn w:val="a0"/>
    <w:uiPriority w:val="99"/>
    <w:unhideWhenUsed/>
    <w:rsid w:val="00D61D80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F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2A4"/>
    <w:rPr>
      <w:rFonts w:ascii="Tahoma" w:hAnsi="Tahoma" w:cs="Tahoma"/>
      <w:sz w:val="16"/>
      <w:szCs w:val="16"/>
      <w:lang w:eastAsia="en-US"/>
    </w:rPr>
  </w:style>
  <w:style w:type="paragraph" w:styleId="ad">
    <w:name w:val="No Spacing"/>
    <w:qFormat/>
    <w:rsid w:val="007A2FDF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link w:val="af"/>
    <w:locked/>
    <w:rsid w:val="00E10204"/>
    <w:rPr>
      <w:sz w:val="24"/>
      <w:szCs w:val="24"/>
      <w:lang w:eastAsia="en-US"/>
    </w:rPr>
  </w:style>
  <w:style w:type="paragraph" w:styleId="af">
    <w:name w:val="Body Text"/>
    <w:basedOn w:val="a"/>
    <w:link w:val="ae"/>
    <w:rsid w:val="00E10204"/>
    <w:pPr>
      <w:spacing w:after="120" w:line="240" w:lineRule="auto"/>
      <w:jc w:val="left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E10204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CE46A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rsid w:val="00522509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03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920D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64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2F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2F0"/>
  </w:style>
  <w:style w:type="paragraph" w:styleId="a6">
    <w:name w:val="footer"/>
    <w:basedOn w:val="a"/>
    <w:link w:val="a7"/>
    <w:uiPriority w:val="99"/>
    <w:unhideWhenUsed/>
    <w:rsid w:val="00FF42F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2F0"/>
  </w:style>
  <w:style w:type="character" w:customStyle="1" w:styleId="10">
    <w:name w:val="Заголовок 1 Знак"/>
    <w:basedOn w:val="a0"/>
    <w:link w:val="1"/>
    <w:uiPriority w:val="9"/>
    <w:rsid w:val="006920D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266F78"/>
    <w:pPr>
      <w:widowControl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61D80"/>
    <w:pPr>
      <w:keepLines/>
      <w:spacing w:before="480" w:after="0"/>
      <w:jc w:val="left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50F78"/>
    <w:pPr>
      <w:tabs>
        <w:tab w:val="right" w:leader="dot" w:pos="9345"/>
      </w:tabs>
      <w:spacing w:line="360" w:lineRule="auto"/>
    </w:pPr>
  </w:style>
  <w:style w:type="character" w:styleId="aa">
    <w:name w:val="Hyperlink"/>
    <w:basedOn w:val="a0"/>
    <w:uiPriority w:val="99"/>
    <w:unhideWhenUsed/>
    <w:rsid w:val="00D61D80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F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2A4"/>
    <w:rPr>
      <w:rFonts w:ascii="Tahoma" w:hAnsi="Tahoma" w:cs="Tahoma"/>
      <w:sz w:val="16"/>
      <w:szCs w:val="16"/>
      <w:lang w:eastAsia="en-US"/>
    </w:rPr>
  </w:style>
  <w:style w:type="paragraph" w:styleId="ad">
    <w:name w:val="No Spacing"/>
    <w:qFormat/>
    <w:rsid w:val="007A2FDF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link w:val="af"/>
    <w:locked/>
    <w:rsid w:val="00E10204"/>
    <w:rPr>
      <w:sz w:val="24"/>
      <w:szCs w:val="24"/>
      <w:lang w:eastAsia="en-US"/>
    </w:rPr>
  </w:style>
  <w:style w:type="paragraph" w:styleId="af">
    <w:name w:val="Body Text"/>
    <w:basedOn w:val="a"/>
    <w:link w:val="ae"/>
    <w:rsid w:val="00E10204"/>
    <w:pPr>
      <w:spacing w:after="120" w:line="240" w:lineRule="auto"/>
      <w:jc w:val="left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E10204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CE46A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rsid w:val="00522509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pl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elib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lovar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C1AE-D20A-472E-A452-EDCCD865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989A2962.dotm</Template>
  <TotalTime>239</TotalTime>
  <Pages>40</Pages>
  <Words>12950</Words>
  <Characters>73820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Люзия Рамазановна</cp:lastModifiedBy>
  <cp:revision>41</cp:revision>
  <cp:lastPrinted>2020-09-28T10:12:00Z</cp:lastPrinted>
  <dcterms:created xsi:type="dcterms:W3CDTF">2019-09-26T08:46:00Z</dcterms:created>
  <dcterms:modified xsi:type="dcterms:W3CDTF">2021-12-06T07:55:00Z</dcterms:modified>
</cp:coreProperties>
</file>